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A234B2" w:rsidP="00201AC2">
      <w:pPr>
        <w:spacing w:after="180"/>
        <w:rPr>
          <w:b/>
          <w:sz w:val="44"/>
          <w:szCs w:val="44"/>
        </w:rPr>
      </w:pPr>
      <w:r>
        <w:rPr>
          <w:b/>
          <w:sz w:val="44"/>
          <w:szCs w:val="44"/>
        </w:rPr>
        <w:t>Clay boat</w:t>
      </w:r>
    </w:p>
    <w:p w:rsidR="00A234B2" w:rsidRPr="00A234B2" w:rsidRDefault="00A234B2" w:rsidP="00A234B2">
      <w:pPr>
        <w:spacing w:line="276" w:lineRule="auto"/>
      </w:pPr>
      <w:r w:rsidRPr="00A234B2">
        <w:rPr>
          <w:lang w:val="en-US"/>
        </w:rPr>
        <w:t>Modelling clay can float if it is shaped like a boat.</w:t>
      </w:r>
    </w:p>
    <w:p w:rsidR="00A234B2" w:rsidRPr="00A234B2" w:rsidRDefault="00AE05B9" w:rsidP="00A234B2">
      <w:pPr>
        <w:spacing w:after="180"/>
      </w:pPr>
      <w:r w:rsidRPr="00A234B2">
        <w:rPr>
          <w:noProof/>
          <w:lang w:eastAsia="en-GB"/>
        </w:rPr>
        <mc:AlternateContent>
          <mc:Choice Requires="wpg">
            <w:drawing>
              <wp:anchor distT="0" distB="0" distL="114300" distR="114300" simplePos="0" relativeHeight="251660288" behindDoc="0" locked="0" layoutInCell="1" allowOverlap="1" wp14:anchorId="0CF638E2" wp14:editId="23658B9C">
                <wp:simplePos x="0" y="0"/>
                <wp:positionH relativeFrom="column">
                  <wp:posOffset>4502785</wp:posOffset>
                </wp:positionH>
                <wp:positionV relativeFrom="paragraph">
                  <wp:posOffset>205105</wp:posOffset>
                </wp:positionV>
                <wp:extent cx="1151907" cy="531124"/>
                <wp:effectExtent l="19050" t="57150" r="10160" b="21590"/>
                <wp:wrapNone/>
                <wp:docPr id="75" name="Group 68"/>
                <wp:cNvGraphicFramePr/>
                <a:graphic xmlns:a="http://schemas.openxmlformats.org/drawingml/2006/main">
                  <a:graphicData uri="http://schemas.microsoft.com/office/word/2010/wordprocessingGroup">
                    <wpg:wgp>
                      <wpg:cNvGrpSpPr/>
                      <wpg:grpSpPr>
                        <a:xfrm rot="21405684" flipH="1">
                          <a:off x="0" y="0"/>
                          <a:ext cx="1151907" cy="531124"/>
                          <a:chOff x="0" y="0"/>
                          <a:chExt cx="2751750" cy="1525362"/>
                        </a:xfrm>
                      </wpg:grpSpPr>
                      <wps:wsp>
                        <wps:cNvPr id="76" name="Freeform 76"/>
                        <wps:cNvSpPr/>
                        <wps:spPr>
                          <a:xfrm>
                            <a:off x="57150" y="0"/>
                            <a:ext cx="2609994" cy="867290"/>
                          </a:xfrm>
                          <a:custGeom>
                            <a:avLst/>
                            <a:gdLst>
                              <a:gd name="connsiteX0" fmla="*/ 0 w 2648813"/>
                              <a:gd name="connsiteY0" fmla="*/ 274533 h 970371"/>
                              <a:gd name="connsiteX1" fmla="*/ 0 w 2648813"/>
                              <a:gd name="connsiteY1" fmla="*/ 274533 h 970371"/>
                              <a:gd name="connsiteX2" fmla="*/ 258793 w 2648813"/>
                              <a:gd name="connsiteY2" fmla="*/ 110631 h 970371"/>
                              <a:gd name="connsiteX3" fmla="*/ 319177 w 2648813"/>
                              <a:gd name="connsiteY3" fmla="*/ 102004 h 970371"/>
                              <a:gd name="connsiteX4" fmla="*/ 431321 w 2648813"/>
                              <a:gd name="connsiteY4" fmla="*/ 93378 h 970371"/>
                              <a:gd name="connsiteX5" fmla="*/ 560717 w 2648813"/>
                              <a:gd name="connsiteY5" fmla="*/ 76125 h 970371"/>
                              <a:gd name="connsiteX6" fmla="*/ 750498 w 2648813"/>
                              <a:gd name="connsiteY6" fmla="*/ 58872 h 970371"/>
                              <a:gd name="connsiteX7" fmla="*/ 1871932 w 2648813"/>
                              <a:gd name="connsiteY7" fmla="*/ 58872 h 970371"/>
                              <a:gd name="connsiteX8" fmla="*/ 1923691 w 2648813"/>
                              <a:gd name="connsiteY8" fmla="*/ 67499 h 970371"/>
                              <a:gd name="connsiteX9" fmla="*/ 1984076 w 2648813"/>
                              <a:gd name="connsiteY9" fmla="*/ 76125 h 970371"/>
                              <a:gd name="connsiteX10" fmla="*/ 2087593 w 2648813"/>
                              <a:gd name="connsiteY10" fmla="*/ 93378 h 970371"/>
                              <a:gd name="connsiteX11" fmla="*/ 2139351 w 2648813"/>
                              <a:gd name="connsiteY11" fmla="*/ 110631 h 970371"/>
                              <a:gd name="connsiteX12" fmla="*/ 2165230 w 2648813"/>
                              <a:gd name="connsiteY12" fmla="*/ 119257 h 970371"/>
                              <a:gd name="connsiteX13" fmla="*/ 2191110 w 2648813"/>
                              <a:gd name="connsiteY13" fmla="*/ 127884 h 970371"/>
                              <a:gd name="connsiteX14" fmla="*/ 2268747 w 2648813"/>
                              <a:gd name="connsiteY14" fmla="*/ 145137 h 970371"/>
                              <a:gd name="connsiteX15" fmla="*/ 2294627 w 2648813"/>
                              <a:gd name="connsiteY15" fmla="*/ 153763 h 970371"/>
                              <a:gd name="connsiteX16" fmla="*/ 2355011 w 2648813"/>
                              <a:gd name="connsiteY16" fmla="*/ 179642 h 970371"/>
                              <a:gd name="connsiteX17" fmla="*/ 2380891 w 2648813"/>
                              <a:gd name="connsiteY17" fmla="*/ 196895 h 970371"/>
                              <a:gd name="connsiteX18" fmla="*/ 2458528 w 2648813"/>
                              <a:gd name="connsiteY18" fmla="*/ 222774 h 970371"/>
                              <a:gd name="connsiteX19" fmla="*/ 2484408 w 2648813"/>
                              <a:gd name="connsiteY19" fmla="*/ 231401 h 970371"/>
                              <a:gd name="connsiteX20" fmla="*/ 2510287 w 2648813"/>
                              <a:gd name="connsiteY20" fmla="*/ 240027 h 970371"/>
                              <a:gd name="connsiteX21" fmla="*/ 2544793 w 2648813"/>
                              <a:gd name="connsiteY21" fmla="*/ 257280 h 970371"/>
                              <a:gd name="connsiteX22" fmla="*/ 2579298 w 2648813"/>
                              <a:gd name="connsiteY22" fmla="*/ 265906 h 970371"/>
                              <a:gd name="connsiteX23" fmla="*/ 2605177 w 2648813"/>
                              <a:gd name="connsiteY23" fmla="*/ 274533 h 970371"/>
                              <a:gd name="connsiteX24" fmla="*/ 2648310 w 2648813"/>
                              <a:gd name="connsiteY24" fmla="*/ 326291 h 970371"/>
                              <a:gd name="connsiteX25" fmla="*/ 2639683 w 2648813"/>
                              <a:gd name="connsiteY25" fmla="*/ 438435 h 970371"/>
                              <a:gd name="connsiteX26" fmla="*/ 2631057 w 2648813"/>
                              <a:gd name="connsiteY26" fmla="*/ 464314 h 970371"/>
                              <a:gd name="connsiteX27" fmla="*/ 2605177 w 2648813"/>
                              <a:gd name="connsiteY27" fmla="*/ 498820 h 970371"/>
                              <a:gd name="connsiteX28" fmla="*/ 2579298 w 2648813"/>
                              <a:gd name="connsiteY28" fmla="*/ 541952 h 970371"/>
                              <a:gd name="connsiteX29" fmla="*/ 2544793 w 2648813"/>
                              <a:gd name="connsiteY29" fmla="*/ 593710 h 970371"/>
                              <a:gd name="connsiteX30" fmla="*/ 2527540 w 2648813"/>
                              <a:gd name="connsiteY30" fmla="*/ 619589 h 970371"/>
                              <a:gd name="connsiteX31" fmla="*/ 2501660 w 2648813"/>
                              <a:gd name="connsiteY31" fmla="*/ 645469 h 970371"/>
                              <a:gd name="connsiteX32" fmla="*/ 2449902 w 2648813"/>
                              <a:gd name="connsiteY32" fmla="*/ 705853 h 970371"/>
                              <a:gd name="connsiteX33" fmla="*/ 2415396 w 2648813"/>
                              <a:gd name="connsiteY33" fmla="*/ 723106 h 970371"/>
                              <a:gd name="connsiteX34" fmla="*/ 2337759 w 2648813"/>
                              <a:gd name="connsiteY34" fmla="*/ 783491 h 970371"/>
                              <a:gd name="connsiteX35" fmla="*/ 2303253 w 2648813"/>
                              <a:gd name="connsiteY35" fmla="*/ 800744 h 970371"/>
                              <a:gd name="connsiteX36" fmla="*/ 2277374 w 2648813"/>
                              <a:gd name="connsiteY36" fmla="*/ 826623 h 970371"/>
                              <a:gd name="connsiteX37" fmla="*/ 2216989 w 2648813"/>
                              <a:gd name="connsiteY37" fmla="*/ 852503 h 970371"/>
                              <a:gd name="connsiteX38" fmla="*/ 2147977 w 2648813"/>
                              <a:gd name="connsiteY38" fmla="*/ 887008 h 970371"/>
                              <a:gd name="connsiteX39" fmla="*/ 2078966 w 2648813"/>
                              <a:gd name="connsiteY39" fmla="*/ 912887 h 970371"/>
                              <a:gd name="connsiteX40" fmla="*/ 1992702 w 2648813"/>
                              <a:gd name="connsiteY40" fmla="*/ 930140 h 970371"/>
                              <a:gd name="connsiteX41" fmla="*/ 1949570 w 2648813"/>
                              <a:gd name="connsiteY41" fmla="*/ 938767 h 970371"/>
                              <a:gd name="connsiteX42" fmla="*/ 1828800 w 2648813"/>
                              <a:gd name="connsiteY42" fmla="*/ 947393 h 970371"/>
                              <a:gd name="connsiteX43" fmla="*/ 1802921 w 2648813"/>
                              <a:gd name="connsiteY43" fmla="*/ 956020 h 970371"/>
                              <a:gd name="connsiteX44" fmla="*/ 1138687 w 2648813"/>
                              <a:gd name="connsiteY44" fmla="*/ 938767 h 970371"/>
                              <a:gd name="connsiteX45" fmla="*/ 1112808 w 2648813"/>
                              <a:gd name="connsiteY45" fmla="*/ 921514 h 970371"/>
                              <a:gd name="connsiteX46" fmla="*/ 1061049 w 2648813"/>
                              <a:gd name="connsiteY46" fmla="*/ 904261 h 970371"/>
                              <a:gd name="connsiteX47" fmla="*/ 966159 w 2648813"/>
                              <a:gd name="connsiteY47" fmla="*/ 887008 h 970371"/>
                              <a:gd name="connsiteX48" fmla="*/ 923027 w 2648813"/>
                              <a:gd name="connsiteY48" fmla="*/ 869755 h 970371"/>
                              <a:gd name="connsiteX49" fmla="*/ 888521 w 2648813"/>
                              <a:gd name="connsiteY49" fmla="*/ 861129 h 970371"/>
                              <a:gd name="connsiteX50" fmla="*/ 862642 w 2648813"/>
                              <a:gd name="connsiteY50" fmla="*/ 852503 h 970371"/>
                              <a:gd name="connsiteX51" fmla="*/ 828136 w 2648813"/>
                              <a:gd name="connsiteY51" fmla="*/ 843876 h 970371"/>
                              <a:gd name="connsiteX52" fmla="*/ 785004 w 2648813"/>
                              <a:gd name="connsiteY52" fmla="*/ 826623 h 970371"/>
                              <a:gd name="connsiteX53" fmla="*/ 759125 w 2648813"/>
                              <a:gd name="connsiteY53" fmla="*/ 817997 h 970371"/>
                              <a:gd name="connsiteX54" fmla="*/ 681487 w 2648813"/>
                              <a:gd name="connsiteY54" fmla="*/ 774865 h 970371"/>
                              <a:gd name="connsiteX55" fmla="*/ 603849 w 2648813"/>
                              <a:gd name="connsiteY55" fmla="*/ 714480 h 970371"/>
                              <a:gd name="connsiteX56" fmla="*/ 577970 w 2648813"/>
                              <a:gd name="connsiteY56" fmla="*/ 688601 h 970371"/>
                              <a:gd name="connsiteX57" fmla="*/ 552091 w 2648813"/>
                              <a:gd name="connsiteY57" fmla="*/ 679974 h 970371"/>
                              <a:gd name="connsiteX58" fmla="*/ 517585 w 2648813"/>
                              <a:gd name="connsiteY58" fmla="*/ 662721 h 970371"/>
                              <a:gd name="connsiteX59" fmla="*/ 465827 w 2648813"/>
                              <a:gd name="connsiteY59" fmla="*/ 628216 h 970371"/>
                              <a:gd name="connsiteX60" fmla="*/ 414068 w 2648813"/>
                              <a:gd name="connsiteY60" fmla="*/ 610963 h 970371"/>
                              <a:gd name="connsiteX61" fmla="*/ 362310 w 2648813"/>
                              <a:gd name="connsiteY61" fmla="*/ 576457 h 970371"/>
                              <a:gd name="connsiteX62" fmla="*/ 336430 w 2648813"/>
                              <a:gd name="connsiteY62" fmla="*/ 550578 h 970371"/>
                              <a:gd name="connsiteX63" fmla="*/ 284672 w 2648813"/>
                              <a:gd name="connsiteY63" fmla="*/ 516072 h 970371"/>
                              <a:gd name="connsiteX64" fmla="*/ 224287 w 2648813"/>
                              <a:gd name="connsiteY64" fmla="*/ 472940 h 970371"/>
                              <a:gd name="connsiteX65" fmla="*/ 198408 w 2648813"/>
                              <a:gd name="connsiteY65" fmla="*/ 455687 h 970371"/>
                              <a:gd name="connsiteX66" fmla="*/ 163902 w 2648813"/>
                              <a:gd name="connsiteY66" fmla="*/ 447061 h 970371"/>
                              <a:gd name="connsiteX67" fmla="*/ 129396 w 2648813"/>
                              <a:gd name="connsiteY67" fmla="*/ 421182 h 970371"/>
                              <a:gd name="connsiteX68" fmla="*/ 103517 w 2648813"/>
                              <a:gd name="connsiteY68" fmla="*/ 403929 h 970371"/>
                              <a:gd name="connsiteX69" fmla="*/ 60385 w 2648813"/>
                              <a:gd name="connsiteY69" fmla="*/ 360797 h 970371"/>
                              <a:gd name="connsiteX70" fmla="*/ 34506 w 2648813"/>
                              <a:gd name="connsiteY70" fmla="*/ 309038 h 970371"/>
                              <a:gd name="connsiteX71" fmla="*/ 0 w 2648813"/>
                              <a:gd name="connsiteY71" fmla="*/ 274533 h 9703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Lst>
                            <a:rect l="l" t="t" r="r" b="b"/>
                            <a:pathLst>
                              <a:path w="2648813" h="970371">
                                <a:moveTo>
                                  <a:pt x="0" y="274533"/>
                                </a:moveTo>
                                <a:lnTo>
                                  <a:pt x="0" y="274533"/>
                                </a:lnTo>
                                <a:cubicBezTo>
                                  <a:pt x="86264" y="219899"/>
                                  <a:pt x="168966" y="159186"/>
                                  <a:pt x="258793" y="110631"/>
                                </a:cubicBezTo>
                                <a:cubicBezTo>
                                  <a:pt x="276680" y="100963"/>
                                  <a:pt x="298946" y="104027"/>
                                  <a:pt x="319177" y="102004"/>
                                </a:cubicBezTo>
                                <a:cubicBezTo>
                                  <a:pt x="356483" y="98273"/>
                                  <a:pt x="393998" y="96932"/>
                                  <a:pt x="431321" y="93378"/>
                                </a:cubicBezTo>
                                <a:cubicBezTo>
                                  <a:pt x="488366" y="87945"/>
                                  <a:pt x="505573" y="83018"/>
                                  <a:pt x="560717" y="76125"/>
                                </a:cubicBezTo>
                                <a:cubicBezTo>
                                  <a:pt x="642405" y="65914"/>
                                  <a:pt x="660214" y="65817"/>
                                  <a:pt x="750498" y="58872"/>
                                </a:cubicBezTo>
                                <a:cubicBezTo>
                                  <a:pt x="1122268" y="-65047"/>
                                  <a:pt x="790002" y="42602"/>
                                  <a:pt x="1871932" y="58872"/>
                                </a:cubicBezTo>
                                <a:cubicBezTo>
                                  <a:pt x="1889421" y="59135"/>
                                  <a:pt x="1906403" y="64839"/>
                                  <a:pt x="1923691" y="67499"/>
                                </a:cubicBezTo>
                                <a:cubicBezTo>
                                  <a:pt x="1943787" y="70591"/>
                                  <a:pt x="1963948" y="73250"/>
                                  <a:pt x="1984076" y="76125"/>
                                </a:cubicBezTo>
                                <a:cubicBezTo>
                                  <a:pt x="2054833" y="99712"/>
                                  <a:pt x="1943143" y="64488"/>
                                  <a:pt x="2087593" y="93378"/>
                                </a:cubicBezTo>
                                <a:cubicBezTo>
                                  <a:pt x="2105426" y="96945"/>
                                  <a:pt x="2122098" y="104880"/>
                                  <a:pt x="2139351" y="110631"/>
                                </a:cubicBezTo>
                                <a:lnTo>
                                  <a:pt x="2165230" y="119257"/>
                                </a:lnTo>
                                <a:cubicBezTo>
                                  <a:pt x="2173857" y="122133"/>
                                  <a:pt x="2182193" y="126101"/>
                                  <a:pt x="2191110" y="127884"/>
                                </a:cubicBezTo>
                                <a:cubicBezTo>
                                  <a:pt x="2220775" y="133817"/>
                                  <a:pt x="2240308" y="137011"/>
                                  <a:pt x="2268747" y="145137"/>
                                </a:cubicBezTo>
                                <a:cubicBezTo>
                                  <a:pt x="2277490" y="147635"/>
                                  <a:pt x="2286269" y="150181"/>
                                  <a:pt x="2294627" y="153763"/>
                                </a:cubicBezTo>
                                <a:cubicBezTo>
                                  <a:pt x="2369249" y="185744"/>
                                  <a:pt x="2294316" y="159411"/>
                                  <a:pt x="2355011" y="179642"/>
                                </a:cubicBezTo>
                                <a:cubicBezTo>
                                  <a:pt x="2363638" y="185393"/>
                                  <a:pt x="2371417" y="192684"/>
                                  <a:pt x="2380891" y="196895"/>
                                </a:cubicBezTo>
                                <a:cubicBezTo>
                                  <a:pt x="2380904" y="196901"/>
                                  <a:pt x="2445581" y="218458"/>
                                  <a:pt x="2458528" y="222774"/>
                                </a:cubicBezTo>
                                <a:lnTo>
                                  <a:pt x="2484408" y="231401"/>
                                </a:lnTo>
                                <a:cubicBezTo>
                                  <a:pt x="2493034" y="234276"/>
                                  <a:pt x="2502154" y="235961"/>
                                  <a:pt x="2510287" y="240027"/>
                                </a:cubicBezTo>
                                <a:cubicBezTo>
                                  <a:pt x="2521789" y="245778"/>
                                  <a:pt x="2532752" y="252765"/>
                                  <a:pt x="2544793" y="257280"/>
                                </a:cubicBezTo>
                                <a:cubicBezTo>
                                  <a:pt x="2555894" y="261443"/>
                                  <a:pt x="2567899" y="262649"/>
                                  <a:pt x="2579298" y="265906"/>
                                </a:cubicBezTo>
                                <a:cubicBezTo>
                                  <a:pt x="2588041" y="268404"/>
                                  <a:pt x="2596551" y="271657"/>
                                  <a:pt x="2605177" y="274533"/>
                                </a:cubicBezTo>
                                <a:cubicBezTo>
                                  <a:pt x="2611065" y="280421"/>
                                  <a:pt x="2647509" y="313480"/>
                                  <a:pt x="2648310" y="326291"/>
                                </a:cubicBezTo>
                                <a:cubicBezTo>
                                  <a:pt x="2650649" y="363710"/>
                                  <a:pt x="2644333" y="401233"/>
                                  <a:pt x="2639683" y="438435"/>
                                </a:cubicBezTo>
                                <a:cubicBezTo>
                                  <a:pt x="2638555" y="447458"/>
                                  <a:pt x="2635568" y="456419"/>
                                  <a:pt x="2631057" y="464314"/>
                                </a:cubicBezTo>
                                <a:cubicBezTo>
                                  <a:pt x="2623924" y="476797"/>
                                  <a:pt x="2613152" y="486857"/>
                                  <a:pt x="2605177" y="498820"/>
                                </a:cubicBezTo>
                                <a:cubicBezTo>
                                  <a:pt x="2595876" y="512771"/>
                                  <a:pt x="2588300" y="527807"/>
                                  <a:pt x="2579298" y="541952"/>
                                </a:cubicBezTo>
                                <a:cubicBezTo>
                                  <a:pt x="2568166" y="559445"/>
                                  <a:pt x="2556295" y="576457"/>
                                  <a:pt x="2544793" y="593710"/>
                                </a:cubicBezTo>
                                <a:cubicBezTo>
                                  <a:pt x="2539042" y="602336"/>
                                  <a:pt x="2534871" y="612258"/>
                                  <a:pt x="2527540" y="619589"/>
                                </a:cubicBezTo>
                                <a:cubicBezTo>
                                  <a:pt x="2518913" y="628216"/>
                                  <a:pt x="2509600" y="636206"/>
                                  <a:pt x="2501660" y="645469"/>
                                </a:cubicBezTo>
                                <a:cubicBezTo>
                                  <a:pt x="2483060" y="667169"/>
                                  <a:pt x="2473560" y="688955"/>
                                  <a:pt x="2449902" y="705853"/>
                                </a:cubicBezTo>
                                <a:cubicBezTo>
                                  <a:pt x="2439438" y="713327"/>
                                  <a:pt x="2426898" y="717355"/>
                                  <a:pt x="2415396" y="723106"/>
                                </a:cubicBezTo>
                                <a:cubicBezTo>
                                  <a:pt x="2386996" y="751508"/>
                                  <a:pt x="2379034" y="762854"/>
                                  <a:pt x="2337759" y="783491"/>
                                </a:cubicBezTo>
                                <a:cubicBezTo>
                                  <a:pt x="2326257" y="789242"/>
                                  <a:pt x="2313717" y="793270"/>
                                  <a:pt x="2303253" y="800744"/>
                                </a:cubicBezTo>
                                <a:cubicBezTo>
                                  <a:pt x="2293326" y="807835"/>
                                  <a:pt x="2287301" y="819532"/>
                                  <a:pt x="2277374" y="826623"/>
                                </a:cubicBezTo>
                                <a:cubicBezTo>
                                  <a:pt x="2235493" y="856538"/>
                                  <a:pt x="2254531" y="833732"/>
                                  <a:pt x="2216989" y="852503"/>
                                </a:cubicBezTo>
                                <a:cubicBezTo>
                                  <a:pt x="2135512" y="893242"/>
                                  <a:pt x="2206331" y="867558"/>
                                  <a:pt x="2147977" y="887008"/>
                                </a:cubicBezTo>
                                <a:cubicBezTo>
                                  <a:pt x="2108013" y="913651"/>
                                  <a:pt x="2134930" y="900450"/>
                                  <a:pt x="2078966" y="912887"/>
                                </a:cubicBezTo>
                                <a:cubicBezTo>
                                  <a:pt x="1975945" y="935781"/>
                                  <a:pt x="2132198" y="904777"/>
                                  <a:pt x="1992702" y="930140"/>
                                </a:cubicBezTo>
                                <a:cubicBezTo>
                                  <a:pt x="1978276" y="932763"/>
                                  <a:pt x="1964152" y="937232"/>
                                  <a:pt x="1949570" y="938767"/>
                                </a:cubicBezTo>
                                <a:cubicBezTo>
                                  <a:pt x="1909433" y="942992"/>
                                  <a:pt x="1869057" y="944518"/>
                                  <a:pt x="1828800" y="947393"/>
                                </a:cubicBezTo>
                                <a:cubicBezTo>
                                  <a:pt x="1820174" y="950269"/>
                                  <a:pt x="1812014" y="956020"/>
                                  <a:pt x="1802921" y="956020"/>
                                </a:cubicBezTo>
                                <a:cubicBezTo>
                                  <a:pt x="1196498" y="956020"/>
                                  <a:pt x="1374869" y="997809"/>
                                  <a:pt x="1138687" y="938767"/>
                                </a:cubicBezTo>
                                <a:cubicBezTo>
                                  <a:pt x="1130061" y="933016"/>
                                  <a:pt x="1122282" y="925725"/>
                                  <a:pt x="1112808" y="921514"/>
                                </a:cubicBezTo>
                                <a:cubicBezTo>
                                  <a:pt x="1096189" y="914128"/>
                                  <a:pt x="1078988" y="907251"/>
                                  <a:pt x="1061049" y="904261"/>
                                </a:cubicBezTo>
                                <a:cubicBezTo>
                                  <a:pt x="1048754" y="902212"/>
                                  <a:pt x="981237" y="891532"/>
                                  <a:pt x="966159" y="887008"/>
                                </a:cubicBezTo>
                                <a:cubicBezTo>
                                  <a:pt x="951327" y="882558"/>
                                  <a:pt x="937717" y="874652"/>
                                  <a:pt x="923027" y="869755"/>
                                </a:cubicBezTo>
                                <a:cubicBezTo>
                                  <a:pt x="911779" y="866006"/>
                                  <a:pt x="899921" y="864386"/>
                                  <a:pt x="888521" y="861129"/>
                                </a:cubicBezTo>
                                <a:cubicBezTo>
                                  <a:pt x="879778" y="858631"/>
                                  <a:pt x="871385" y="855001"/>
                                  <a:pt x="862642" y="852503"/>
                                </a:cubicBezTo>
                                <a:cubicBezTo>
                                  <a:pt x="851242" y="849246"/>
                                  <a:pt x="839384" y="847625"/>
                                  <a:pt x="828136" y="843876"/>
                                </a:cubicBezTo>
                                <a:cubicBezTo>
                                  <a:pt x="813446" y="838979"/>
                                  <a:pt x="799503" y="832060"/>
                                  <a:pt x="785004" y="826623"/>
                                </a:cubicBezTo>
                                <a:cubicBezTo>
                                  <a:pt x="776490" y="823430"/>
                                  <a:pt x="767751" y="820872"/>
                                  <a:pt x="759125" y="817997"/>
                                </a:cubicBezTo>
                                <a:cubicBezTo>
                                  <a:pt x="699800" y="778447"/>
                                  <a:pt x="727038" y="790048"/>
                                  <a:pt x="681487" y="774865"/>
                                </a:cubicBezTo>
                                <a:cubicBezTo>
                                  <a:pt x="623298" y="716676"/>
                                  <a:pt x="652875" y="730822"/>
                                  <a:pt x="603849" y="714480"/>
                                </a:cubicBezTo>
                                <a:cubicBezTo>
                                  <a:pt x="595223" y="705854"/>
                                  <a:pt x="588121" y="695368"/>
                                  <a:pt x="577970" y="688601"/>
                                </a:cubicBezTo>
                                <a:cubicBezTo>
                                  <a:pt x="570404" y="683557"/>
                                  <a:pt x="560449" y="683556"/>
                                  <a:pt x="552091" y="679974"/>
                                </a:cubicBezTo>
                                <a:cubicBezTo>
                                  <a:pt x="540271" y="674908"/>
                                  <a:pt x="528612" y="669337"/>
                                  <a:pt x="517585" y="662721"/>
                                </a:cubicBezTo>
                                <a:cubicBezTo>
                                  <a:pt x="499805" y="652053"/>
                                  <a:pt x="485498" y="634773"/>
                                  <a:pt x="465827" y="628216"/>
                                </a:cubicBezTo>
                                <a:lnTo>
                                  <a:pt x="414068" y="610963"/>
                                </a:lnTo>
                                <a:cubicBezTo>
                                  <a:pt x="396815" y="599461"/>
                                  <a:pt x="376972" y="591119"/>
                                  <a:pt x="362310" y="576457"/>
                                </a:cubicBezTo>
                                <a:cubicBezTo>
                                  <a:pt x="353683" y="567831"/>
                                  <a:pt x="346060" y="558068"/>
                                  <a:pt x="336430" y="550578"/>
                                </a:cubicBezTo>
                                <a:cubicBezTo>
                                  <a:pt x="320063" y="537848"/>
                                  <a:pt x="299334" y="530734"/>
                                  <a:pt x="284672" y="516072"/>
                                </a:cubicBezTo>
                                <a:cubicBezTo>
                                  <a:pt x="242518" y="473918"/>
                                  <a:pt x="277275" y="503219"/>
                                  <a:pt x="224287" y="472940"/>
                                </a:cubicBezTo>
                                <a:cubicBezTo>
                                  <a:pt x="215285" y="467796"/>
                                  <a:pt x="207937" y="459771"/>
                                  <a:pt x="198408" y="455687"/>
                                </a:cubicBezTo>
                                <a:cubicBezTo>
                                  <a:pt x="187511" y="451017"/>
                                  <a:pt x="175404" y="449936"/>
                                  <a:pt x="163902" y="447061"/>
                                </a:cubicBezTo>
                                <a:cubicBezTo>
                                  <a:pt x="152400" y="438435"/>
                                  <a:pt x="141095" y="429539"/>
                                  <a:pt x="129396" y="421182"/>
                                </a:cubicBezTo>
                                <a:cubicBezTo>
                                  <a:pt x="120960" y="415156"/>
                                  <a:pt x="110848" y="411260"/>
                                  <a:pt x="103517" y="403929"/>
                                </a:cubicBezTo>
                                <a:cubicBezTo>
                                  <a:pt x="46008" y="346420"/>
                                  <a:pt x="129396" y="406805"/>
                                  <a:pt x="60385" y="360797"/>
                                </a:cubicBezTo>
                                <a:cubicBezTo>
                                  <a:pt x="43516" y="335495"/>
                                  <a:pt x="41649" y="337612"/>
                                  <a:pt x="34506" y="309038"/>
                                </a:cubicBezTo>
                                <a:cubicBezTo>
                                  <a:pt x="33809" y="306249"/>
                                  <a:pt x="5751" y="280284"/>
                                  <a:pt x="0" y="274533"/>
                                </a:cubicBezTo>
                                <a:close/>
                              </a:path>
                            </a:pathLst>
                          </a:custGeom>
                          <a:solidFill>
                            <a:srgbClr val="8F604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77" name="Freeform 77"/>
                        <wps:cNvSpPr/>
                        <wps:spPr>
                          <a:xfrm>
                            <a:off x="0" y="274532"/>
                            <a:ext cx="2751750" cy="1250830"/>
                          </a:xfrm>
                          <a:custGeom>
                            <a:avLst/>
                            <a:gdLst>
                              <a:gd name="connsiteX0" fmla="*/ 43132 w 2734677"/>
                              <a:gd name="connsiteY0" fmla="*/ 0 h 1250830"/>
                              <a:gd name="connsiteX1" fmla="*/ 43132 w 2734677"/>
                              <a:gd name="connsiteY1" fmla="*/ 0 h 1250830"/>
                              <a:gd name="connsiteX2" fmla="*/ 112144 w 2734677"/>
                              <a:gd name="connsiteY2" fmla="*/ 34505 h 1250830"/>
                              <a:gd name="connsiteX3" fmla="*/ 146649 w 2734677"/>
                              <a:gd name="connsiteY3" fmla="*/ 60385 h 1250830"/>
                              <a:gd name="connsiteX4" fmla="*/ 198408 w 2734677"/>
                              <a:gd name="connsiteY4" fmla="*/ 77637 h 1250830"/>
                              <a:gd name="connsiteX5" fmla="*/ 250166 w 2734677"/>
                              <a:gd name="connsiteY5" fmla="*/ 103517 h 1250830"/>
                              <a:gd name="connsiteX6" fmla="*/ 276045 w 2734677"/>
                              <a:gd name="connsiteY6" fmla="*/ 120770 h 1250830"/>
                              <a:gd name="connsiteX7" fmla="*/ 319177 w 2734677"/>
                              <a:gd name="connsiteY7" fmla="*/ 138022 h 1250830"/>
                              <a:gd name="connsiteX8" fmla="*/ 345057 w 2734677"/>
                              <a:gd name="connsiteY8" fmla="*/ 155275 h 1250830"/>
                              <a:gd name="connsiteX9" fmla="*/ 414068 w 2734677"/>
                              <a:gd name="connsiteY9" fmla="*/ 181154 h 1250830"/>
                              <a:gd name="connsiteX10" fmla="*/ 465827 w 2734677"/>
                              <a:gd name="connsiteY10" fmla="*/ 189781 h 1250830"/>
                              <a:gd name="connsiteX11" fmla="*/ 500332 w 2734677"/>
                              <a:gd name="connsiteY11" fmla="*/ 198407 h 1250830"/>
                              <a:gd name="connsiteX12" fmla="*/ 552091 w 2734677"/>
                              <a:gd name="connsiteY12" fmla="*/ 207034 h 1250830"/>
                              <a:gd name="connsiteX13" fmla="*/ 603849 w 2734677"/>
                              <a:gd name="connsiteY13" fmla="*/ 224287 h 1250830"/>
                              <a:gd name="connsiteX14" fmla="*/ 638355 w 2734677"/>
                              <a:gd name="connsiteY14" fmla="*/ 232913 h 1250830"/>
                              <a:gd name="connsiteX15" fmla="*/ 664234 w 2734677"/>
                              <a:gd name="connsiteY15" fmla="*/ 250166 h 1250830"/>
                              <a:gd name="connsiteX16" fmla="*/ 724619 w 2734677"/>
                              <a:gd name="connsiteY16" fmla="*/ 267419 h 1250830"/>
                              <a:gd name="connsiteX17" fmla="*/ 810883 w 2734677"/>
                              <a:gd name="connsiteY17" fmla="*/ 284671 h 1250830"/>
                              <a:gd name="connsiteX18" fmla="*/ 923027 w 2734677"/>
                              <a:gd name="connsiteY18" fmla="*/ 319177 h 1250830"/>
                              <a:gd name="connsiteX19" fmla="*/ 974785 w 2734677"/>
                              <a:gd name="connsiteY19" fmla="*/ 327804 h 1250830"/>
                              <a:gd name="connsiteX20" fmla="*/ 1017917 w 2734677"/>
                              <a:gd name="connsiteY20" fmla="*/ 336430 h 1250830"/>
                              <a:gd name="connsiteX21" fmla="*/ 1095555 w 2734677"/>
                              <a:gd name="connsiteY21" fmla="*/ 345056 h 1250830"/>
                              <a:gd name="connsiteX22" fmla="*/ 1181819 w 2734677"/>
                              <a:gd name="connsiteY22" fmla="*/ 362309 h 1250830"/>
                              <a:gd name="connsiteX23" fmla="*/ 1656272 w 2734677"/>
                              <a:gd name="connsiteY23" fmla="*/ 353683 h 1250830"/>
                              <a:gd name="connsiteX24" fmla="*/ 1690777 w 2734677"/>
                              <a:gd name="connsiteY24" fmla="*/ 345056 h 1250830"/>
                              <a:gd name="connsiteX25" fmla="*/ 1828800 w 2734677"/>
                              <a:gd name="connsiteY25" fmla="*/ 327804 h 1250830"/>
                              <a:gd name="connsiteX26" fmla="*/ 1949570 w 2734677"/>
                              <a:gd name="connsiteY26" fmla="*/ 293298 h 1250830"/>
                              <a:gd name="connsiteX27" fmla="*/ 1975449 w 2734677"/>
                              <a:gd name="connsiteY27" fmla="*/ 284671 h 1250830"/>
                              <a:gd name="connsiteX28" fmla="*/ 2001328 w 2734677"/>
                              <a:gd name="connsiteY28" fmla="*/ 267419 h 1250830"/>
                              <a:gd name="connsiteX29" fmla="*/ 2053087 w 2734677"/>
                              <a:gd name="connsiteY29" fmla="*/ 250166 h 1250830"/>
                              <a:gd name="connsiteX30" fmla="*/ 2104845 w 2734677"/>
                              <a:gd name="connsiteY30" fmla="*/ 207034 h 1250830"/>
                              <a:gd name="connsiteX31" fmla="*/ 2130725 w 2734677"/>
                              <a:gd name="connsiteY31" fmla="*/ 198407 h 1250830"/>
                              <a:gd name="connsiteX32" fmla="*/ 2191110 w 2734677"/>
                              <a:gd name="connsiteY32" fmla="*/ 155275 h 1250830"/>
                              <a:gd name="connsiteX33" fmla="*/ 2251494 w 2734677"/>
                              <a:gd name="connsiteY33" fmla="*/ 138022 h 1250830"/>
                              <a:gd name="connsiteX34" fmla="*/ 2277374 w 2734677"/>
                              <a:gd name="connsiteY34" fmla="*/ 120770 h 1250830"/>
                              <a:gd name="connsiteX35" fmla="*/ 2337759 w 2734677"/>
                              <a:gd name="connsiteY35" fmla="*/ 103517 h 1250830"/>
                              <a:gd name="connsiteX36" fmla="*/ 2363638 w 2734677"/>
                              <a:gd name="connsiteY36" fmla="*/ 94890 h 1250830"/>
                              <a:gd name="connsiteX37" fmla="*/ 2398144 w 2734677"/>
                              <a:gd name="connsiteY37" fmla="*/ 86264 h 1250830"/>
                              <a:gd name="connsiteX38" fmla="*/ 2424023 w 2734677"/>
                              <a:gd name="connsiteY38" fmla="*/ 77637 h 1250830"/>
                              <a:gd name="connsiteX39" fmla="*/ 2458528 w 2734677"/>
                              <a:gd name="connsiteY39" fmla="*/ 60385 h 1250830"/>
                              <a:gd name="connsiteX40" fmla="*/ 2501660 w 2734677"/>
                              <a:gd name="connsiteY40" fmla="*/ 51758 h 1250830"/>
                              <a:gd name="connsiteX41" fmla="*/ 2596551 w 2734677"/>
                              <a:gd name="connsiteY41" fmla="*/ 34505 h 1250830"/>
                              <a:gd name="connsiteX42" fmla="*/ 2648310 w 2734677"/>
                              <a:gd name="connsiteY42" fmla="*/ 43132 h 1250830"/>
                              <a:gd name="connsiteX43" fmla="*/ 2665562 w 2734677"/>
                              <a:gd name="connsiteY43" fmla="*/ 69011 h 1250830"/>
                              <a:gd name="connsiteX44" fmla="*/ 2700068 w 2734677"/>
                              <a:gd name="connsiteY44" fmla="*/ 146649 h 1250830"/>
                              <a:gd name="connsiteX45" fmla="*/ 2708694 w 2734677"/>
                              <a:gd name="connsiteY45" fmla="*/ 172528 h 1250830"/>
                              <a:gd name="connsiteX46" fmla="*/ 2725947 w 2734677"/>
                              <a:gd name="connsiteY46" fmla="*/ 250166 h 1250830"/>
                              <a:gd name="connsiteX47" fmla="*/ 2725947 w 2734677"/>
                              <a:gd name="connsiteY47" fmla="*/ 457200 h 1250830"/>
                              <a:gd name="connsiteX48" fmla="*/ 2691442 w 2734677"/>
                              <a:gd name="connsiteY48" fmla="*/ 508958 h 1250830"/>
                              <a:gd name="connsiteX49" fmla="*/ 2639683 w 2734677"/>
                              <a:gd name="connsiteY49" fmla="*/ 560717 h 1250830"/>
                              <a:gd name="connsiteX50" fmla="*/ 2613804 w 2734677"/>
                              <a:gd name="connsiteY50" fmla="*/ 586596 h 1250830"/>
                              <a:gd name="connsiteX51" fmla="*/ 2587925 w 2734677"/>
                              <a:gd name="connsiteY51" fmla="*/ 603849 h 1250830"/>
                              <a:gd name="connsiteX52" fmla="*/ 2562045 w 2734677"/>
                              <a:gd name="connsiteY52" fmla="*/ 664234 h 1250830"/>
                              <a:gd name="connsiteX53" fmla="*/ 2527540 w 2734677"/>
                              <a:gd name="connsiteY53" fmla="*/ 741871 h 1250830"/>
                              <a:gd name="connsiteX54" fmla="*/ 2510287 w 2734677"/>
                              <a:gd name="connsiteY54" fmla="*/ 819509 h 1250830"/>
                              <a:gd name="connsiteX55" fmla="*/ 2458528 w 2734677"/>
                              <a:gd name="connsiteY55" fmla="*/ 914400 h 1250830"/>
                              <a:gd name="connsiteX56" fmla="*/ 2432649 w 2734677"/>
                              <a:gd name="connsiteY56" fmla="*/ 966158 h 1250830"/>
                              <a:gd name="connsiteX57" fmla="*/ 2406770 w 2734677"/>
                              <a:gd name="connsiteY57" fmla="*/ 992037 h 1250830"/>
                              <a:gd name="connsiteX58" fmla="*/ 2380891 w 2734677"/>
                              <a:gd name="connsiteY58" fmla="*/ 1026543 h 1250830"/>
                              <a:gd name="connsiteX59" fmla="*/ 2329132 w 2734677"/>
                              <a:gd name="connsiteY59" fmla="*/ 1061049 h 1250830"/>
                              <a:gd name="connsiteX60" fmla="*/ 2303253 w 2734677"/>
                              <a:gd name="connsiteY60" fmla="*/ 1078302 h 1250830"/>
                              <a:gd name="connsiteX61" fmla="*/ 2277374 w 2734677"/>
                              <a:gd name="connsiteY61" fmla="*/ 1104181 h 1250830"/>
                              <a:gd name="connsiteX62" fmla="*/ 2156604 w 2734677"/>
                              <a:gd name="connsiteY62" fmla="*/ 1130060 h 1250830"/>
                              <a:gd name="connsiteX63" fmla="*/ 2122098 w 2734677"/>
                              <a:gd name="connsiteY63" fmla="*/ 1138687 h 1250830"/>
                              <a:gd name="connsiteX64" fmla="*/ 2096219 w 2734677"/>
                              <a:gd name="connsiteY64" fmla="*/ 1147313 h 1250830"/>
                              <a:gd name="connsiteX65" fmla="*/ 2027208 w 2734677"/>
                              <a:gd name="connsiteY65" fmla="*/ 1164566 h 1250830"/>
                              <a:gd name="connsiteX66" fmla="*/ 1992702 w 2734677"/>
                              <a:gd name="connsiteY66" fmla="*/ 1173192 h 1250830"/>
                              <a:gd name="connsiteX67" fmla="*/ 1897811 w 2734677"/>
                              <a:gd name="connsiteY67" fmla="*/ 1199071 h 1250830"/>
                              <a:gd name="connsiteX68" fmla="*/ 1837427 w 2734677"/>
                              <a:gd name="connsiteY68" fmla="*/ 1207698 h 1250830"/>
                              <a:gd name="connsiteX69" fmla="*/ 1768415 w 2734677"/>
                              <a:gd name="connsiteY69" fmla="*/ 1224951 h 1250830"/>
                              <a:gd name="connsiteX70" fmla="*/ 1682151 w 2734677"/>
                              <a:gd name="connsiteY70" fmla="*/ 1233577 h 1250830"/>
                              <a:gd name="connsiteX71" fmla="*/ 1595887 w 2734677"/>
                              <a:gd name="connsiteY71" fmla="*/ 1250830 h 1250830"/>
                              <a:gd name="connsiteX72" fmla="*/ 1199072 w 2734677"/>
                              <a:gd name="connsiteY72" fmla="*/ 1242204 h 1250830"/>
                              <a:gd name="connsiteX73" fmla="*/ 1173193 w 2734677"/>
                              <a:gd name="connsiteY73" fmla="*/ 1233577 h 1250830"/>
                              <a:gd name="connsiteX74" fmla="*/ 1086928 w 2734677"/>
                              <a:gd name="connsiteY74" fmla="*/ 1216324 h 1250830"/>
                              <a:gd name="connsiteX75" fmla="*/ 1026544 w 2734677"/>
                              <a:gd name="connsiteY75" fmla="*/ 1199071 h 1250830"/>
                              <a:gd name="connsiteX76" fmla="*/ 1000664 w 2734677"/>
                              <a:gd name="connsiteY76" fmla="*/ 1190445 h 1250830"/>
                              <a:gd name="connsiteX77" fmla="*/ 897147 w 2734677"/>
                              <a:gd name="connsiteY77" fmla="*/ 1173192 h 1250830"/>
                              <a:gd name="connsiteX78" fmla="*/ 862642 w 2734677"/>
                              <a:gd name="connsiteY78" fmla="*/ 1164566 h 1250830"/>
                              <a:gd name="connsiteX79" fmla="*/ 819510 w 2734677"/>
                              <a:gd name="connsiteY79" fmla="*/ 1155939 h 1250830"/>
                              <a:gd name="connsiteX80" fmla="*/ 785004 w 2734677"/>
                              <a:gd name="connsiteY80" fmla="*/ 1138687 h 1250830"/>
                              <a:gd name="connsiteX81" fmla="*/ 759125 w 2734677"/>
                              <a:gd name="connsiteY81" fmla="*/ 1130060 h 1250830"/>
                              <a:gd name="connsiteX82" fmla="*/ 698740 w 2734677"/>
                              <a:gd name="connsiteY82" fmla="*/ 1086928 h 1250830"/>
                              <a:gd name="connsiteX83" fmla="*/ 664234 w 2734677"/>
                              <a:gd name="connsiteY83" fmla="*/ 1069675 h 1250830"/>
                              <a:gd name="connsiteX84" fmla="*/ 612476 w 2734677"/>
                              <a:gd name="connsiteY84" fmla="*/ 1043796 h 1250830"/>
                              <a:gd name="connsiteX85" fmla="*/ 586596 w 2734677"/>
                              <a:gd name="connsiteY85" fmla="*/ 1026543 h 1250830"/>
                              <a:gd name="connsiteX86" fmla="*/ 569344 w 2734677"/>
                              <a:gd name="connsiteY86" fmla="*/ 1000664 h 1250830"/>
                              <a:gd name="connsiteX87" fmla="*/ 526211 w 2734677"/>
                              <a:gd name="connsiteY87" fmla="*/ 974785 h 1250830"/>
                              <a:gd name="connsiteX88" fmla="*/ 474453 w 2734677"/>
                              <a:gd name="connsiteY88" fmla="*/ 923026 h 1250830"/>
                              <a:gd name="connsiteX89" fmla="*/ 448574 w 2734677"/>
                              <a:gd name="connsiteY89" fmla="*/ 897147 h 1250830"/>
                              <a:gd name="connsiteX90" fmla="*/ 422694 w 2734677"/>
                              <a:gd name="connsiteY90" fmla="*/ 879894 h 1250830"/>
                              <a:gd name="connsiteX91" fmla="*/ 405442 w 2734677"/>
                              <a:gd name="connsiteY91" fmla="*/ 854015 h 1250830"/>
                              <a:gd name="connsiteX92" fmla="*/ 379562 w 2734677"/>
                              <a:gd name="connsiteY92" fmla="*/ 793630 h 1250830"/>
                              <a:gd name="connsiteX93" fmla="*/ 345057 w 2734677"/>
                              <a:gd name="connsiteY93" fmla="*/ 741871 h 1250830"/>
                              <a:gd name="connsiteX94" fmla="*/ 284672 w 2734677"/>
                              <a:gd name="connsiteY94" fmla="*/ 664234 h 1250830"/>
                              <a:gd name="connsiteX95" fmla="*/ 267419 w 2734677"/>
                              <a:gd name="connsiteY95" fmla="*/ 629728 h 1250830"/>
                              <a:gd name="connsiteX96" fmla="*/ 258793 w 2734677"/>
                              <a:gd name="connsiteY96" fmla="*/ 603849 h 1250830"/>
                              <a:gd name="connsiteX97" fmla="*/ 224287 w 2734677"/>
                              <a:gd name="connsiteY97" fmla="*/ 552090 h 1250830"/>
                              <a:gd name="connsiteX98" fmla="*/ 207034 w 2734677"/>
                              <a:gd name="connsiteY98" fmla="*/ 526211 h 1250830"/>
                              <a:gd name="connsiteX99" fmla="*/ 181155 w 2734677"/>
                              <a:gd name="connsiteY99" fmla="*/ 500332 h 1250830"/>
                              <a:gd name="connsiteX100" fmla="*/ 120770 w 2734677"/>
                              <a:gd name="connsiteY100" fmla="*/ 414068 h 1250830"/>
                              <a:gd name="connsiteX101" fmla="*/ 94891 w 2734677"/>
                              <a:gd name="connsiteY101" fmla="*/ 396815 h 1250830"/>
                              <a:gd name="connsiteX102" fmla="*/ 69011 w 2734677"/>
                              <a:gd name="connsiteY102" fmla="*/ 336430 h 1250830"/>
                              <a:gd name="connsiteX103" fmla="*/ 51759 w 2734677"/>
                              <a:gd name="connsiteY103" fmla="*/ 310551 h 1250830"/>
                              <a:gd name="connsiteX104" fmla="*/ 34506 w 2734677"/>
                              <a:gd name="connsiteY104" fmla="*/ 258792 h 1250830"/>
                              <a:gd name="connsiteX105" fmla="*/ 25879 w 2734677"/>
                              <a:gd name="connsiteY105" fmla="*/ 232913 h 1250830"/>
                              <a:gd name="connsiteX106" fmla="*/ 17253 w 2734677"/>
                              <a:gd name="connsiteY106" fmla="*/ 198407 h 1250830"/>
                              <a:gd name="connsiteX107" fmla="*/ 0 w 2734677"/>
                              <a:gd name="connsiteY107" fmla="*/ 146649 h 1250830"/>
                              <a:gd name="connsiteX108" fmla="*/ 8627 w 2734677"/>
                              <a:gd name="connsiteY108" fmla="*/ 43132 h 1250830"/>
                              <a:gd name="connsiteX109" fmla="*/ 43132 w 2734677"/>
                              <a:gd name="connsiteY109" fmla="*/ 0 h 125083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Lst>
                            <a:rect l="l" t="t" r="r" b="b"/>
                            <a:pathLst>
                              <a:path w="2734677" h="1250830">
                                <a:moveTo>
                                  <a:pt x="43132" y="0"/>
                                </a:moveTo>
                                <a:lnTo>
                                  <a:pt x="43132" y="0"/>
                                </a:lnTo>
                                <a:cubicBezTo>
                                  <a:pt x="66136" y="11502"/>
                                  <a:pt x="89928" y="21546"/>
                                  <a:pt x="112144" y="34505"/>
                                </a:cubicBezTo>
                                <a:cubicBezTo>
                                  <a:pt x="124563" y="41749"/>
                                  <a:pt x="133790" y="53955"/>
                                  <a:pt x="146649" y="60385"/>
                                </a:cubicBezTo>
                                <a:cubicBezTo>
                                  <a:pt x="162915" y="68518"/>
                                  <a:pt x="198408" y="77637"/>
                                  <a:pt x="198408" y="77637"/>
                                </a:cubicBezTo>
                                <a:cubicBezTo>
                                  <a:pt x="272574" y="127082"/>
                                  <a:pt x="178737" y="67801"/>
                                  <a:pt x="250166" y="103517"/>
                                </a:cubicBezTo>
                                <a:cubicBezTo>
                                  <a:pt x="259439" y="108154"/>
                                  <a:pt x="266772" y="116134"/>
                                  <a:pt x="276045" y="120770"/>
                                </a:cubicBezTo>
                                <a:cubicBezTo>
                                  <a:pt x="289895" y="127695"/>
                                  <a:pt x="305327" y="131097"/>
                                  <a:pt x="319177" y="138022"/>
                                </a:cubicBezTo>
                                <a:cubicBezTo>
                                  <a:pt x="328450" y="142659"/>
                                  <a:pt x="335784" y="150638"/>
                                  <a:pt x="345057" y="155275"/>
                                </a:cubicBezTo>
                                <a:cubicBezTo>
                                  <a:pt x="350434" y="157963"/>
                                  <a:pt x="400627" y="178167"/>
                                  <a:pt x="414068" y="181154"/>
                                </a:cubicBezTo>
                                <a:cubicBezTo>
                                  <a:pt x="431142" y="184948"/>
                                  <a:pt x="448676" y="186351"/>
                                  <a:pt x="465827" y="189781"/>
                                </a:cubicBezTo>
                                <a:cubicBezTo>
                                  <a:pt x="477452" y="192106"/>
                                  <a:pt x="488707" y="196082"/>
                                  <a:pt x="500332" y="198407"/>
                                </a:cubicBezTo>
                                <a:cubicBezTo>
                                  <a:pt x="517483" y="201837"/>
                                  <a:pt x="535122" y="202792"/>
                                  <a:pt x="552091" y="207034"/>
                                </a:cubicBezTo>
                                <a:cubicBezTo>
                                  <a:pt x="569734" y="211445"/>
                                  <a:pt x="586430" y="219061"/>
                                  <a:pt x="603849" y="224287"/>
                                </a:cubicBezTo>
                                <a:cubicBezTo>
                                  <a:pt x="615205" y="227694"/>
                                  <a:pt x="626853" y="230038"/>
                                  <a:pt x="638355" y="232913"/>
                                </a:cubicBezTo>
                                <a:cubicBezTo>
                                  <a:pt x="646981" y="238664"/>
                                  <a:pt x="654608" y="246316"/>
                                  <a:pt x="664234" y="250166"/>
                                </a:cubicBezTo>
                                <a:cubicBezTo>
                                  <a:pt x="683671" y="257941"/>
                                  <a:pt x="704568" y="261404"/>
                                  <a:pt x="724619" y="267419"/>
                                </a:cubicBezTo>
                                <a:cubicBezTo>
                                  <a:pt x="779365" y="283843"/>
                                  <a:pt x="720079" y="271700"/>
                                  <a:pt x="810883" y="284671"/>
                                </a:cubicBezTo>
                                <a:cubicBezTo>
                                  <a:pt x="858889" y="316676"/>
                                  <a:pt x="833022" y="304175"/>
                                  <a:pt x="923027" y="319177"/>
                                </a:cubicBezTo>
                                <a:lnTo>
                                  <a:pt x="974785" y="327804"/>
                                </a:lnTo>
                                <a:cubicBezTo>
                                  <a:pt x="989211" y="330427"/>
                                  <a:pt x="1003402" y="334357"/>
                                  <a:pt x="1017917" y="336430"/>
                                </a:cubicBezTo>
                                <a:cubicBezTo>
                                  <a:pt x="1043694" y="340112"/>
                                  <a:pt x="1069745" y="341615"/>
                                  <a:pt x="1095555" y="345056"/>
                                </a:cubicBezTo>
                                <a:cubicBezTo>
                                  <a:pt x="1140870" y="351098"/>
                                  <a:pt x="1142639" y="352515"/>
                                  <a:pt x="1181819" y="362309"/>
                                </a:cubicBezTo>
                                <a:lnTo>
                                  <a:pt x="1656272" y="353683"/>
                                </a:lnTo>
                                <a:cubicBezTo>
                                  <a:pt x="1668121" y="353281"/>
                                  <a:pt x="1679113" y="347177"/>
                                  <a:pt x="1690777" y="345056"/>
                                </a:cubicBezTo>
                                <a:cubicBezTo>
                                  <a:pt x="1729456" y="338023"/>
                                  <a:pt x="1791762" y="331919"/>
                                  <a:pt x="1828800" y="327804"/>
                                </a:cubicBezTo>
                                <a:cubicBezTo>
                                  <a:pt x="1915444" y="306143"/>
                                  <a:pt x="1875324" y="318047"/>
                                  <a:pt x="1949570" y="293298"/>
                                </a:cubicBezTo>
                                <a:cubicBezTo>
                                  <a:pt x="1958196" y="290422"/>
                                  <a:pt x="1967883" y="289715"/>
                                  <a:pt x="1975449" y="284671"/>
                                </a:cubicBezTo>
                                <a:cubicBezTo>
                                  <a:pt x="1984075" y="278920"/>
                                  <a:pt x="1991854" y="271630"/>
                                  <a:pt x="2001328" y="267419"/>
                                </a:cubicBezTo>
                                <a:cubicBezTo>
                                  <a:pt x="2017947" y="260033"/>
                                  <a:pt x="2053087" y="250166"/>
                                  <a:pt x="2053087" y="250166"/>
                                </a:cubicBezTo>
                                <a:cubicBezTo>
                                  <a:pt x="2072165" y="231088"/>
                                  <a:pt x="2080826" y="219044"/>
                                  <a:pt x="2104845" y="207034"/>
                                </a:cubicBezTo>
                                <a:cubicBezTo>
                                  <a:pt x="2112978" y="202967"/>
                                  <a:pt x="2122098" y="201283"/>
                                  <a:pt x="2130725" y="198407"/>
                                </a:cubicBezTo>
                                <a:cubicBezTo>
                                  <a:pt x="2134656" y="195459"/>
                                  <a:pt x="2181297" y="159481"/>
                                  <a:pt x="2191110" y="155275"/>
                                </a:cubicBezTo>
                                <a:cubicBezTo>
                                  <a:pt x="2229832" y="138680"/>
                                  <a:pt x="2217900" y="154819"/>
                                  <a:pt x="2251494" y="138022"/>
                                </a:cubicBezTo>
                                <a:cubicBezTo>
                                  <a:pt x="2260767" y="133385"/>
                                  <a:pt x="2268101" y="125407"/>
                                  <a:pt x="2277374" y="120770"/>
                                </a:cubicBezTo>
                                <a:cubicBezTo>
                                  <a:pt x="2291170" y="113872"/>
                                  <a:pt x="2324851" y="107205"/>
                                  <a:pt x="2337759" y="103517"/>
                                </a:cubicBezTo>
                                <a:cubicBezTo>
                                  <a:pt x="2346502" y="101019"/>
                                  <a:pt x="2354895" y="97388"/>
                                  <a:pt x="2363638" y="94890"/>
                                </a:cubicBezTo>
                                <a:cubicBezTo>
                                  <a:pt x="2375038" y="91633"/>
                                  <a:pt x="2386744" y="89521"/>
                                  <a:pt x="2398144" y="86264"/>
                                </a:cubicBezTo>
                                <a:cubicBezTo>
                                  <a:pt x="2406887" y="83766"/>
                                  <a:pt x="2415665" y="81219"/>
                                  <a:pt x="2424023" y="77637"/>
                                </a:cubicBezTo>
                                <a:cubicBezTo>
                                  <a:pt x="2435842" y="72571"/>
                                  <a:pt x="2446329" y="64451"/>
                                  <a:pt x="2458528" y="60385"/>
                                </a:cubicBezTo>
                                <a:cubicBezTo>
                                  <a:pt x="2472438" y="55748"/>
                                  <a:pt x="2487436" y="55314"/>
                                  <a:pt x="2501660" y="51758"/>
                                </a:cubicBezTo>
                                <a:cubicBezTo>
                                  <a:pt x="2581441" y="31813"/>
                                  <a:pt x="2437169" y="54429"/>
                                  <a:pt x="2596551" y="34505"/>
                                </a:cubicBezTo>
                                <a:cubicBezTo>
                                  <a:pt x="2613804" y="37381"/>
                                  <a:pt x="2632666" y="35310"/>
                                  <a:pt x="2648310" y="43132"/>
                                </a:cubicBezTo>
                                <a:cubicBezTo>
                                  <a:pt x="2657583" y="47769"/>
                                  <a:pt x="2661351" y="59537"/>
                                  <a:pt x="2665562" y="69011"/>
                                </a:cubicBezTo>
                                <a:cubicBezTo>
                                  <a:pt x="2706621" y="161397"/>
                                  <a:pt x="2661024" y="88085"/>
                                  <a:pt x="2700068" y="146649"/>
                                </a:cubicBezTo>
                                <a:cubicBezTo>
                                  <a:pt x="2702943" y="155275"/>
                                  <a:pt x="2706196" y="163785"/>
                                  <a:pt x="2708694" y="172528"/>
                                </a:cubicBezTo>
                                <a:cubicBezTo>
                                  <a:pt x="2716819" y="200964"/>
                                  <a:pt x="2720015" y="220506"/>
                                  <a:pt x="2725947" y="250166"/>
                                </a:cubicBezTo>
                                <a:cubicBezTo>
                                  <a:pt x="2729652" y="302039"/>
                                  <a:pt x="2743588" y="400748"/>
                                  <a:pt x="2725947" y="457200"/>
                                </a:cubicBezTo>
                                <a:cubicBezTo>
                                  <a:pt x="2719762" y="476991"/>
                                  <a:pt x="2706104" y="494296"/>
                                  <a:pt x="2691442" y="508958"/>
                                </a:cubicBezTo>
                                <a:lnTo>
                                  <a:pt x="2639683" y="560717"/>
                                </a:lnTo>
                                <a:cubicBezTo>
                                  <a:pt x="2631057" y="569343"/>
                                  <a:pt x="2623955" y="579829"/>
                                  <a:pt x="2613804" y="586596"/>
                                </a:cubicBezTo>
                                <a:lnTo>
                                  <a:pt x="2587925" y="603849"/>
                                </a:lnTo>
                                <a:cubicBezTo>
                                  <a:pt x="2544614" y="668815"/>
                                  <a:pt x="2595465" y="586253"/>
                                  <a:pt x="2562045" y="664234"/>
                                </a:cubicBezTo>
                                <a:cubicBezTo>
                                  <a:pt x="2534940" y="727480"/>
                                  <a:pt x="2547660" y="641274"/>
                                  <a:pt x="2527540" y="741871"/>
                                </a:cubicBezTo>
                                <a:cubicBezTo>
                                  <a:pt x="2525861" y="750266"/>
                                  <a:pt x="2514971" y="808267"/>
                                  <a:pt x="2510287" y="819509"/>
                                </a:cubicBezTo>
                                <a:cubicBezTo>
                                  <a:pt x="2488542" y="871696"/>
                                  <a:pt x="2483034" y="877641"/>
                                  <a:pt x="2458528" y="914400"/>
                                </a:cubicBezTo>
                                <a:cubicBezTo>
                                  <a:pt x="2449882" y="940338"/>
                                  <a:pt x="2451230" y="943861"/>
                                  <a:pt x="2432649" y="966158"/>
                                </a:cubicBezTo>
                                <a:cubicBezTo>
                                  <a:pt x="2424839" y="975530"/>
                                  <a:pt x="2414709" y="982774"/>
                                  <a:pt x="2406770" y="992037"/>
                                </a:cubicBezTo>
                                <a:cubicBezTo>
                                  <a:pt x="2397413" y="1002953"/>
                                  <a:pt x="2391637" y="1016991"/>
                                  <a:pt x="2380891" y="1026543"/>
                                </a:cubicBezTo>
                                <a:cubicBezTo>
                                  <a:pt x="2365393" y="1040319"/>
                                  <a:pt x="2346385" y="1049547"/>
                                  <a:pt x="2329132" y="1061049"/>
                                </a:cubicBezTo>
                                <a:cubicBezTo>
                                  <a:pt x="2320506" y="1066800"/>
                                  <a:pt x="2310584" y="1070971"/>
                                  <a:pt x="2303253" y="1078302"/>
                                </a:cubicBezTo>
                                <a:cubicBezTo>
                                  <a:pt x="2294627" y="1086928"/>
                                  <a:pt x="2288038" y="1098256"/>
                                  <a:pt x="2277374" y="1104181"/>
                                </a:cubicBezTo>
                                <a:cubicBezTo>
                                  <a:pt x="2241687" y="1124007"/>
                                  <a:pt x="2195138" y="1125243"/>
                                  <a:pt x="2156604" y="1130060"/>
                                </a:cubicBezTo>
                                <a:cubicBezTo>
                                  <a:pt x="2145102" y="1132936"/>
                                  <a:pt x="2133498" y="1135430"/>
                                  <a:pt x="2122098" y="1138687"/>
                                </a:cubicBezTo>
                                <a:cubicBezTo>
                                  <a:pt x="2113355" y="1141185"/>
                                  <a:pt x="2104992" y="1144921"/>
                                  <a:pt x="2096219" y="1147313"/>
                                </a:cubicBezTo>
                                <a:cubicBezTo>
                                  <a:pt x="2073343" y="1153552"/>
                                  <a:pt x="2050212" y="1158815"/>
                                  <a:pt x="2027208" y="1164566"/>
                                </a:cubicBezTo>
                                <a:cubicBezTo>
                                  <a:pt x="2015706" y="1167441"/>
                                  <a:pt x="2003949" y="1169443"/>
                                  <a:pt x="1992702" y="1173192"/>
                                </a:cubicBezTo>
                                <a:cubicBezTo>
                                  <a:pt x="1961112" y="1183723"/>
                                  <a:pt x="1931877" y="1194204"/>
                                  <a:pt x="1897811" y="1199071"/>
                                </a:cubicBezTo>
                                <a:cubicBezTo>
                                  <a:pt x="1877683" y="1201947"/>
                                  <a:pt x="1857365" y="1203710"/>
                                  <a:pt x="1837427" y="1207698"/>
                                </a:cubicBezTo>
                                <a:cubicBezTo>
                                  <a:pt x="1814176" y="1212348"/>
                                  <a:pt x="1792009" y="1222592"/>
                                  <a:pt x="1768415" y="1224951"/>
                                </a:cubicBezTo>
                                <a:cubicBezTo>
                                  <a:pt x="1739660" y="1227826"/>
                                  <a:pt x="1710826" y="1229993"/>
                                  <a:pt x="1682151" y="1233577"/>
                                </a:cubicBezTo>
                                <a:cubicBezTo>
                                  <a:pt x="1639858" y="1238864"/>
                                  <a:pt x="1633019" y="1241548"/>
                                  <a:pt x="1595887" y="1250830"/>
                                </a:cubicBezTo>
                                <a:lnTo>
                                  <a:pt x="1199072" y="1242204"/>
                                </a:lnTo>
                                <a:cubicBezTo>
                                  <a:pt x="1189987" y="1241833"/>
                                  <a:pt x="1182053" y="1235622"/>
                                  <a:pt x="1173193" y="1233577"/>
                                </a:cubicBezTo>
                                <a:cubicBezTo>
                                  <a:pt x="1144620" y="1226983"/>
                                  <a:pt x="1114748" y="1225597"/>
                                  <a:pt x="1086928" y="1216324"/>
                                </a:cubicBezTo>
                                <a:cubicBezTo>
                                  <a:pt x="1024885" y="1195644"/>
                                  <a:pt x="1102358" y="1220732"/>
                                  <a:pt x="1026544" y="1199071"/>
                                </a:cubicBezTo>
                                <a:cubicBezTo>
                                  <a:pt x="1017801" y="1196573"/>
                                  <a:pt x="1009407" y="1192943"/>
                                  <a:pt x="1000664" y="1190445"/>
                                </a:cubicBezTo>
                                <a:cubicBezTo>
                                  <a:pt x="946308" y="1174915"/>
                                  <a:pt x="972761" y="1185794"/>
                                  <a:pt x="897147" y="1173192"/>
                                </a:cubicBezTo>
                                <a:cubicBezTo>
                                  <a:pt x="885453" y="1171243"/>
                                  <a:pt x="874215" y="1167138"/>
                                  <a:pt x="862642" y="1164566"/>
                                </a:cubicBezTo>
                                <a:cubicBezTo>
                                  <a:pt x="848329" y="1161385"/>
                                  <a:pt x="833887" y="1158815"/>
                                  <a:pt x="819510" y="1155939"/>
                                </a:cubicBezTo>
                                <a:cubicBezTo>
                                  <a:pt x="808008" y="1150188"/>
                                  <a:pt x="796824" y="1143753"/>
                                  <a:pt x="785004" y="1138687"/>
                                </a:cubicBezTo>
                                <a:cubicBezTo>
                                  <a:pt x="776646" y="1135105"/>
                                  <a:pt x="767258" y="1134127"/>
                                  <a:pt x="759125" y="1130060"/>
                                </a:cubicBezTo>
                                <a:cubicBezTo>
                                  <a:pt x="740868" y="1120931"/>
                                  <a:pt x="714380" y="1096703"/>
                                  <a:pt x="698740" y="1086928"/>
                                </a:cubicBezTo>
                                <a:cubicBezTo>
                                  <a:pt x="687835" y="1080112"/>
                                  <a:pt x="675399" y="1076055"/>
                                  <a:pt x="664234" y="1069675"/>
                                </a:cubicBezTo>
                                <a:cubicBezTo>
                                  <a:pt x="617411" y="1042919"/>
                                  <a:pt x="659924" y="1059611"/>
                                  <a:pt x="612476" y="1043796"/>
                                </a:cubicBezTo>
                                <a:cubicBezTo>
                                  <a:pt x="603849" y="1038045"/>
                                  <a:pt x="593927" y="1033874"/>
                                  <a:pt x="586596" y="1026543"/>
                                </a:cubicBezTo>
                                <a:cubicBezTo>
                                  <a:pt x="579265" y="1019212"/>
                                  <a:pt x="577216" y="1007411"/>
                                  <a:pt x="569344" y="1000664"/>
                                </a:cubicBezTo>
                                <a:cubicBezTo>
                                  <a:pt x="556614" y="989752"/>
                                  <a:pt x="539188" y="985402"/>
                                  <a:pt x="526211" y="974785"/>
                                </a:cubicBezTo>
                                <a:cubicBezTo>
                                  <a:pt x="507327" y="959335"/>
                                  <a:pt x="491706" y="940279"/>
                                  <a:pt x="474453" y="923026"/>
                                </a:cubicBezTo>
                                <a:cubicBezTo>
                                  <a:pt x="465827" y="914400"/>
                                  <a:pt x="458725" y="903914"/>
                                  <a:pt x="448574" y="897147"/>
                                </a:cubicBezTo>
                                <a:lnTo>
                                  <a:pt x="422694" y="879894"/>
                                </a:lnTo>
                                <a:cubicBezTo>
                                  <a:pt x="416943" y="871268"/>
                                  <a:pt x="410078" y="863288"/>
                                  <a:pt x="405442" y="854015"/>
                                </a:cubicBezTo>
                                <a:cubicBezTo>
                                  <a:pt x="369747" y="782624"/>
                                  <a:pt x="433411" y="883380"/>
                                  <a:pt x="379562" y="793630"/>
                                </a:cubicBezTo>
                                <a:cubicBezTo>
                                  <a:pt x="368894" y="775850"/>
                                  <a:pt x="359719" y="756533"/>
                                  <a:pt x="345057" y="741871"/>
                                </a:cubicBezTo>
                                <a:cubicBezTo>
                                  <a:pt x="316655" y="713471"/>
                                  <a:pt x="305309" y="705509"/>
                                  <a:pt x="284672" y="664234"/>
                                </a:cubicBezTo>
                                <a:cubicBezTo>
                                  <a:pt x="278921" y="652732"/>
                                  <a:pt x="272485" y="641548"/>
                                  <a:pt x="267419" y="629728"/>
                                </a:cubicBezTo>
                                <a:cubicBezTo>
                                  <a:pt x="263837" y="621370"/>
                                  <a:pt x="263209" y="611798"/>
                                  <a:pt x="258793" y="603849"/>
                                </a:cubicBezTo>
                                <a:cubicBezTo>
                                  <a:pt x="248723" y="585723"/>
                                  <a:pt x="235789" y="569343"/>
                                  <a:pt x="224287" y="552090"/>
                                </a:cubicBezTo>
                                <a:cubicBezTo>
                                  <a:pt x="218536" y="543464"/>
                                  <a:pt x="214365" y="533542"/>
                                  <a:pt x="207034" y="526211"/>
                                </a:cubicBezTo>
                                <a:cubicBezTo>
                                  <a:pt x="198408" y="517585"/>
                                  <a:pt x="188645" y="509962"/>
                                  <a:pt x="181155" y="500332"/>
                                </a:cubicBezTo>
                                <a:cubicBezTo>
                                  <a:pt x="171290" y="487648"/>
                                  <a:pt x="136476" y="429774"/>
                                  <a:pt x="120770" y="414068"/>
                                </a:cubicBezTo>
                                <a:cubicBezTo>
                                  <a:pt x="113439" y="406737"/>
                                  <a:pt x="103517" y="402566"/>
                                  <a:pt x="94891" y="396815"/>
                                </a:cubicBezTo>
                                <a:cubicBezTo>
                                  <a:pt x="85212" y="367781"/>
                                  <a:pt x="86066" y="366277"/>
                                  <a:pt x="69011" y="336430"/>
                                </a:cubicBezTo>
                                <a:cubicBezTo>
                                  <a:pt x="63867" y="327428"/>
                                  <a:pt x="55970" y="320025"/>
                                  <a:pt x="51759" y="310551"/>
                                </a:cubicBezTo>
                                <a:cubicBezTo>
                                  <a:pt x="44373" y="293932"/>
                                  <a:pt x="40257" y="276045"/>
                                  <a:pt x="34506" y="258792"/>
                                </a:cubicBezTo>
                                <a:cubicBezTo>
                                  <a:pt x="31630" y="250166"/>
                                  <a:pt x="28084" y="241735"/>
                                  <a:pt x="25879" y="232913"/>
                                </a:cubicBezTo>
                                <a:cubicBezTo>
                                  <a:pt x="23004" y="221411"/>
                                  <a:pt x="20660" y="209763"/>
                                  <a:pt x="17253" y="198407"/>
                                </a:cubicBezTo>
                                <a:cubicBezTo>
                                  <a:pt x="12027" y="180988"/>
                                  <a:pt x="0" y="146649"/>
                                  <a:pt x="0" y="146649"/>
                                </a:cubicBezTo>
                                <a:cubicBezTo>
                                  <a:pt x="2876" y="112143"/>
                                  <a:pt x="-885" y="76425"/>
                                  <a:pt x="8627" y="43132"/>
                                </a:cubicBezTo>
                                <a:cubicBezTo>
                                  <a:pt x="19465" y="5199"/>
                                  <a:pt x="37381" y="7189"/>
                                  <a:pt x="43132" y="0"/>
                                </a:cubicBezTo>
                                <a:close/>
                              </a:path>
                            </a:pathLst>
                          </a:custGeom>
                          <a:solidFill>
                            <a:srgbClr val="B88C7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78" name="Freeform 78"/>
                        <wps:cNvSpPr/>
                        <wps:spPr>
                          <a:xfrm>
                            <a:off x="57150" y="25444"/>
                            <a:ext cx="2562226" cy="605215"/>
                          </a:xfrm>
                          <a:custGeom>
                            <a:avLst/>
                            <a:gdLst>
                              <a:gd name="connsiteX0" fmla="*/ 0 w 2581275"/>
                              <a:gd name="connsiteY0" fmla="*/ 252413 h 605215"/>
                              <a:gd name="connsiteX1" fmla="*/ 0 w 2581275"/>
                              <a:gd name="connsiteY1" fmla="*/ 252413 h 605215"/>
                              <a:gd name="connsiteX2" fmla="*/ 185737 w 2581275"/>
                              <a:gd name="connsiteY2" fmla="*/ 352425 h 605215"/>
                              <a:gd name="connsiteX3" fmla="*/ 200025 w 2581275"/>
                              <a:gd name="connsiteY3" fmla="*/ 357188 h 605215"/>
                              <a:gd name="connsiteX4" fmla="*/ 219075 w 2581275"/>
                              <a:gd name="connsiteY4" fmla="*/ 361950 h 605215"/>
                              <a:gd name="connsiteX5" fmla="*/ 233362 w 2581275"/>
                              <a:gd name="connsiteY5" fmla="*/ 371475 h 605215"/>
                              <a:gd name="connsiteX6" fmla="*/ 261937 w 2581275"/>
                              <a:gd name="connsiteY6" fmla="*/ 381000 h 605215"/>
                              <a:gd name="connsiteX7" fmla="*/ 276225 w 2581275"/>
                              <a:gd name="connsiteY7" fmla="*/ 390525 h 605215"/>
                              <a:gd name="connsiteX8" fmla="*/ 314325 w 2581275"/>
                              <a:gd name="connsiteY8" fmla="*/ 400050 h 605215"/>
                              <a:gd name="connsiteX9" fmla="*/ 328612 w 2581275"/>
                              <a:gd name="connsiteY9" fmla="*/ 404813 h 605215"/>
                              <a:gd name="connsiteX10" fmla="*/ 342900 w 2581275"/>
                              <a:gd name="connsiteY10" fmla="*/ 414338 h 605215"/>
                              <a:gd name="connsiteX11" fmla="*/ 361950 w 2581275"/>
                              <a:gd name="connsiteY11" fmla="*/ 419100 h 605215"/>
                              <a:gd name="connsiteX12" fmla="*/ 376237 w 2581275"/>
                              <a:gd name="connsiteY12" fmla="*/ 423863 h 605215"/>
                              <a:gd name="connsiteX13" fmla="*/ 419100 w 2581275"/>
                              <a:gd name="connsiteY13" fmla="*/ 438150 h 605215"/>
                              <a:gd name="connsiteX14" fmla="*/ 461962 w 2581275"/>
                              <a:gd name="connsiteY14" fmla="*/ 452438 h 605215"/>
                              <a:gd name="connsiteX15" fmla="*/ 490537 w 2581275"/>
                              <a:gd name="connsiteY15" fmla="*/ 461963 h 605215"/>
                              <a:gd name="connsiteX16" fmla="*/ 528637 w 2581275"/>
                              <a:gd name="connsiteY16" fmla="*/ 471488 h 605215"/>
                              <a:gd name="connsiteX17" fmla="*/ 542925 w 2581275"/>
                              <a:gd name="connsiteY17" fmla="*/ 476250 h 605215"/>
                              <a:gd name="connsiteX18" fmla="*/ 566737 w 2581275"/>
                              <a:gd name="connsiteY18" fmla="*/ 481013 h 605215"/>
                              <a:gd name="connsiteX19" fmla="*/ 604837 w 2581275"/>
                              <a:gd name="connsiteY19" fmla="*/ 490538 h 605215"/>
                              <a:gd name="connsiteX20" fmla="*/ 628650 w 2581275"/>
                              <a:gd name="connsiteY20" fmla="*/ 495300 h 605215"/>
                              <a:gd name="connsiteX21" fmla="*/ 647700 w 2581275"/>
                              <a:gd name="connsiteY21" fmla="*/ 500063 h 605215"/>
                              <a:gd name="connsiteX22" fmla="*/ 676275 w 2581275"/>
                              <a:gd name="connsiteY22" fmla="*/ 509588 h 605215"/>
                              <a:gd name="connsiteX23" fmla="*/ 719137 w 2581275"/>
                              <a:gd name="connsiteY23" fmla="*/ 519113 h 605215"/>
                              <a:gd name="connsiteX24" fmla="*/ 752475 w 2581275"/>
                              <a:gd name="connsiteY24" fmla="*/ 533400 h 605215"/>
                              <a:gd name="connsiteX25" fmla="*/ 819150 w 2581275"/>
                              <a:gd name="connsiteY25" fmla="*/ 547688 h 605215"/>
                              <a:gd name="connsiteX26" fmla="*/ 842962 w 2581275"/>
                              <a:gd name="connsiteY26" fmla="*/ 552450 h 605215"/>
                              <a:gd name="connsiteX27" fmla="*/ 857250 w 2581275"/>
                              <a:gd name="connsiteY27" fmla="*/ 557213 h 605215"/>
                              <a:gd name="connsiteX28" fmla="*/ 895350 w 2581275"/>
                              <a:gd name="connsiteY28" fmla="*/ 561975 h 605215"/>
                              <a:gd name="connsiteX29" fmla="*/ 914400 w 2581275"/>
                              <a:gd name="connsiteY29" fmla="*/ 566738 h 605215"/>
                              <a:gd name="connsiteX30" fmla="*/ 928687 w 2581275"/>
                              <a:gd name="connsiteY30" fmla="*/ 571500 h 605215"/>
                              <a:gd name="connsiteX31" fmla="*/ 976312 w 2581275"/>
                              <a:gd name="connsiteY31" fmla="*/ 576263 h 605215"/>
                              <a:gd name="connsiteX32" fmla="*/ 1019175 w 2581275"/>
                              <a:gd name="connsiteY32" fmla="*/ 581025 h 605215"/>
                              <a:gd name="connsiteX33" fmla="*/ 1042987 w 2581275"/>
                              <a:gd name="connsiteY33" fmla="*/ 585788 h 605215"/>
                              <a:gd name="connsiteX34" fmla="*/ 1195387 w 2581275"/>
                              <a:gd name="connsiteY34" fmla="*/ 595313 h 605215"/>
                              <a:gd name="connsiteX35" fmla="*/ 1481137 w 2581275"/>
                              <a:gd name="connsiteY35" fmla="*/ 604838 h 605215"/>
                              <a:gd name="connsiteX36" fmla="*/ 1790700 w 2581275"/>
                              <a:gd name="connsiteY36" fmla="*/ 600075 h 605215"/>
                              <a:gd name="connsiteX37" fmla="*/ 1833562 w 2581275"/>
                              <a:gd name="connsiteY37" fmla="*/ 590550 h 605215"/>
                              <a:gd name="connsiteX38" fmla="*/ 1847850 w 2581275"/>
                              <a:gd name="connsiteY38" fmla="*/ 585788 h 605215"/>
                              <a:gd name="connsiteX39" fmla="*/ 1885950 w 2581275"/>
                              <a:gd name="connsiteY39" fmla="*/ 576263 h 605215"/>
                              <a:gd name="connsiteX40" fmla="*/ 1900237 w 2581275"/>
                              <a:gd name="connsiteY40" fmla="*/ 561975 h 605215"/>
                              <a:gd name="connsiteX41" fmla="*/ 1914525 w 2581275"/>
                              <a:gd name="connsiteY41" fmla="*/ 557213 h 605215"/>
                              <a:gd name="connsiteX42" fmla="*/ 1952625 w 2581275"/>
                              <a:gd name="connsiteY42" fmla="*/ 547688 h 605215"/>
                              <a:gd name="connsiteX43" fmla="*/ 1966912 w 2581275"/>
                              <a:gd name="connsiteY43" fmla="*/ 538163 h 605215"/>
                              <a:gd name="connsiteX44" fmla="*/ 2005012 w 2581275"/>
                              <a:gd name="connsiteY44" fmla="*/ 523875 h 605215"/>
                              <a:gd name="connsiteX45" fmla="*/ 2038350 w 2581275"/>
                              <a:gd name="connsiteY45" fmla="*/ 514350 h 605215"/>
                              <a:gd name="connsiteX46" fmla="*/ 2052637 w 2581275"/>
                              <a:gd name="connsiteY46" fmla="*/ 504825 h 605215"/>
                              <a:gd name="connsiteX47" fmla="*/ 2085975 w 2581275"/>
                              <a:gd name="connsiteY47" fmla="*/ 495300 h 605215"/>
                              <a:gd name="connsiteX48" fmla="*/ 2100262 w 2581275"/>
                              <a:gd name="connsiteY48" fmla="*/ 485775 h 605215"/>
                              <a:gd name="connsiteX49" fmla="*/ 2138362 w 2581275"/>
                              <a:gd name="connsiteY49" fmla="*/ 476250 h 605215"/>
                              <a:gd name="connsiteX50" fmla="*/ 2181225 w 2581275"/>
                              <a:gd name="connsiteY50" fmla="*/ 457200 h 605215"/>
                              <a:gd name="connsiteX51" fmla="*/ 2219325 w 2581275"/>
                              <a:gd name="connsiteY51" fmla="*/ 447675 h 605215"/>
                              <a:gd name="connsiteX52" fmla="*/ 2247900 w 2581275"/>
                              <a:gd name="connsiteY52" fmla="*/ 438150 h 605215"/>
                              <a:gd name="connsiteX53" fmla="*/ 2262187 w 2581275"/>
                              <a:gd name="connsiteY53" fmla="*/ 428625 h 605215"/>
                              <a:gd name="connsiteX54" fmla="*/ 2286000 w 2581275"/>
                              <a:gd name="connsiteY54" fmla="*/ 423863 h 605215"/>
                              <a:gd name="connsiteX55" fmla="*/ 2319337 w 2581275"/>
                              <a:gd name="connsiteY55" fmla="*/ 414338 h 605215"/>
                              <a:gd name="connsiteX56" fmla="*/ 2338387 w 2581275"/>
                              <a:gd name="connsiteY56" fmla="*/ 409575 h 605215"/>
                              <a:gd name="connsiteX57" fmla="*/ 2357437 w 2581275"/>
                              <a:gd name="connsiteY57" fmla="*/ 400050 h 605215"/>
                              <a:gd name="connsiteX58" fmla="*/ 2381250 w 2581275"/>
                              <a:gd name="connsiteY58" fmla="*/ 395288 h 605215"/>
                              <a:gd name="connsiteX59" fmla="*/ 2395537 w 2581275"/>
                              <a:gd name="connsiteY59" fmla="*/ 390525 h 605215"/>
                              <a:gd name="connsiteX60" fmla="*/ 2414587 w 2581275"/>
                              <a:gd name="connsiteY60" fmla="*/ 385763 h 605215"/>
                              <a:gd name="connsiteX61" fmla="*/ 2443162 w 2581275"/>
                              <a:gd name="connsiteY61" fmla="*/ 376238 h 605215"/>
                              <a:gd name="connsiteX62" fmla="*/ 2457450 w 2581275"/>
                              <a:gd name="connsiteY62" fmla="*/ 371475 h 605215"/>
                              <a:gd name="connsiteX63" fmla="*/ 2486025 w 2581275"/>
                              <a:gd name="connsiteY63" fmla="*/ 357188 h 605215"/>
                              <a:gd name="connsiteX64" fmla="*/ 2509837 w 2581275"/>
                              <a:gd name="connsiteY64" fmla="*/ 338138 h 605215"/>
                              <a:gd name="connsiteX65" fmla="*/ 2524125 w 2581275"/>
                              <a:gd name="connsiteY65" fmla="*/ 323850 h 605215"/>
                              <a:gd name="connsiteX66" fmla="*/ 2552700 w 2581275"/>
                              <a:gd name="connsiteY66" fmla="*/ 304800 h 605215"/>
                              <a:gd name="connsiteX67" fmla="*/ 2562225 w 2581275"/>
                              <a:gd name="connsiteY67" fmla="*/ 290513 h 605215"/>
                              <a:gd name="connsiteX68" fmla="*/ 2576512 w 2581275"/>
                              <a:gd name="connsiteY68" fmla="*/ 280988 h 605215"/>
                              <a:gd name="connsiteX69" fmla="*/ 2581275 w 2581275"/>
                              <a:gd name="connsiteY69" fmla="*/ 266700 h 605215"/>
                              <a:gd name="connsiteX70" fmla="*/ 2576512 w 2581275"/>
                              <a:gd name="connsiteY70" fmla="*/ 252413 h 605215"/>
                              <a:gd name="connsiteX71" fmla="*/ 2562225 w 2581275"/>
                              <a:gd name="connsiteY71" fmla="*/ 247650 h 605215"/>
                              <a:gd name="connsiteX72" fmla="*/ 2533650 w 2581275"/>
                              <a:gd name="connsiteY72" fmla="*/ 242888 h 605215"/>
                              <a:gd name="connsiteX73" fmla="*/ 2505075 w 2581275"/>
                              <a:gd name="connsiteY73" fmla="*/ 233363 h 605215"/>
                              <a:gd name="connsiteX74" fmla="*/ 2466975 w 2581275"/>
                              <a:gd name="connsiteY74" fmla="*/ 223838 h 605215"/>
                              <a:gd name="connsiteX75" fmla="*/ 2438400 w 2581275"/>
                              <a:gd name="connsiteY75" fmla="*/ 214313 h 605215"/>
                              <a:gd name="connsiteX76" fmla="*/ 2424112 w 2581275"/>
                              <a:gd name="connsiteY76" fmla="*/ 209550 h 605215"/>
                              <a:gd name="connsiteX77" fmla="*/ 2405062 w 2581275"/>
                              <a:gd name="connsiteY77" fmla="*/ 204788 h 605215"/>
                              <a:gd name="connsiteX78" fmla="*/ 2376487 w 2581275"/>
                              <a:gd name="connsiteY78" fmla="*/ 195263 h 605215"/>
                              <a:gd name="connsiteX79" fmla="*/ 2324100 w 2581275"/>
                              <a:gd name="connsiteY79" fmla="*/ 166688 h 605215"/>
                              <a:gd name="connsiteX80" fmla="*/ 2309812 w 2581275"/>
                              <a:gd name="connsiteY80" fmla="*/ 161925 h 605215"/>
                              <a:gd name="connsiteX81" fmla="*/ 2276475 w 2581275"/>
                              <a:gd name="connsiteY81" fmla="*/ 152400 h 605215"/>
                              <a:gd name="connsiteX82" fmla="*/ 2262187 w 2581275"/>
                              <a:gd name="connsiteY82" fmla="*/ 142875 h 605215"/>
                              <a:gd name="connsiteX83" fmla="*/ 2214562 w 2581275"/>
                              <a:gd name="connsiteY83" fmla="*/ 128588 h 605215"/>
                              <a:gd name="connsiteX84" fmla="*/ 2171700 w 2581275"/>
                              <a:gd name="connsiteY84" fmla="*/ 114300 h 605215"/>
                              <a:gd name="connsiteX85" fmla="*/ 2143125 w 2581275"/>
                              <a:gd name="connsiteY85" fmla="*/ 104775 h 605215"/>
                              <a:gd name="connsiteX86" fmla="*/ 2105025 w 2581275"/>
                              <a:gd name="connsiteY86" fmla="*/ 90488 h 605215"/>
                              <a:gd name="connsiteX87" fmla="*/ 2081212 w 2581275"/>
                              <a:gd name="connsiteY87" fmla="*/ 85725 h 605215"/>
                              <a:gd name="connsiteX88" fmla="*/ 2066925 w 2581275"/>
                              <a:gd name="connsiteY88" fmla="*/ 80963 h 605215"/>
                              <a:gd name="connsiteX89" fmla="*/ 2043112 w 2581275"/>
                              <a:gd name="connsiteY89" fmla="*/ 76200 h 605215"/>
                              <a:gd name="connsiteX90" fmla="*/ 2024062 w 2581275"/>
                              <a:gd name="connsiteY90" fmla="*/ 71438 h 605215"/>
                              <a:gd name="connsiteX91" fmla="*/ 2000250 w 2581275"/>
                              <a:gd name="connsiteY91" fmla="*/ 66675 h 605215"/>
                              <a:gd name="connsiteX92" fmla="*/ 1962150 w 2581275"/>
                              <a:gd name="connsiteY92" fmla="*/ 57150 h 605215"/>
                              <a:gd name="connsiteX93" fmla="*/ 1938337 w 2581275"/>
                              <a:gd name="connsiteY93" fmla="*/ 52388 h 605215"/>
                              <a:gd name="connsiteX94" fmla="*/ 1919287 w 2581275"/>
                              <a:gd name="connsiteY94" fmla="*/ 47625 h 605215"/>
                              <a:gd name="connsiteX95" fmla="*/ 1885950 w 2581275"/>
                              <a:gd name="connsiteY95" fmla="*/ 42863 h 605215"/>
                              <a:gd name="connsiteX96" fmla="*/ 1866900 w 2581275"/>
                              <a:gd name="connsiteY96" fmla="*/ 38100 h 605215"/>
                              <a:gd name="connsiteX97" fmla="*/ 1795462 w 2581275"/>
                              <a:gd name="connsiteY97" fmla="*/ 33338 h 605215"/>
                              <a:gd name="connsiteX98" fmla="*/ 1709737 w 2581275"/>
                              <a:gd name="connsiteY98" fmla="*/ 23813 h 605215"/>
                              <a:gd name="connsiteX99" fmla="*/ 1609725 w 2581275"/>
                              <a:gd name="connsiteY99" fmla="*/ 14288 h 605215"/>
                              <a:gd name="connsiteX100" fmla="*/ 1552575 w 2581275"/>
                              <a:gd name="connsiteY100" fmla="*/ 4763 h 605215"/>
                              <a:gd name="connsiteX101" fmla="*/ 1404937 w 2581275"/>
                              <a:gd name="connsiteY101" fmla="*/ 0 h 605215"/>
                              <a:gd name="connsiteX102" fmla="*/ 738187 w 2581275"/>
                              <a:gd name="connsiteY102" fmla="*/ 4763 h 605215"/>
                              <a:gd name="connsiteX103" fmla="*/ 671512 w 2581275"/>
                              <a:gd name="connsiteY103" fmla="*/ 14288 h 605215"/>
                              <a:gd name="connsiteX104" fmla="*/ 628650 w 2581275"/>
                              <a:gd name="connsiteY104" fmla="*/ 19050 h 605215"/>
                              <a:gd name="connsiteX105" fmla="*/ 585787 w 2581275"/>
                              <a:gd name="connsiteY105" fmla="*/ 28575 h 605215"/>
                              <a:gd name="connsiteX106" fmla="*/ 547687 w 2581275"/>
                              <a:gd name="connsiteY106" fmla="*/ 33338 h 605215"/>
                              <a:gd name="connsiteX107" fmla="*/ 533400 w 2581275"/>
                              <a:gd name="connsiteY107" fmla="*/ 38100 h 605215"/>
                              <a:gd name="connsiteX108" fmla="*/ 490537 w 2581275"/>
                              <a:gd name="connsiteY108" fmla="*/ 47625 h 605215"/>
                              <a:gd name="connsiteX109" fmla="*/ 476250 w 2581275"/>
                              <a:gd name="connsiteY109" fmla="*/ 52388 h 605215"/>
                              <a:gd name="connsiteX110" fmla="*/ 438150 w 2581275"/>
                              <a:gd name="connsiteY110" fmla="*/ 61913 h 605215"/>
                              <a:gd name="connsiteX111" fmla="*/ 423862 w 2581275"/>
                              <a:gd name="connsiteY111" fmla="*/ 66675 h 605215"/>
                              <a:gd name="connsiteX112" fmla="*/ 385762 w 2581275"/>
                              <a:gd name="connsiteY112" fmla="*/ 71438 h 605215"/>
                              <a:gd name="connsiteX113" fmla="*/ 357187 w 2581275"/>
                              <a:gd name="connsiteY113" fmla="*/ 76200 h 605215"/>
                              <a:gd name="connsiteX114" fmla="*/ 295275 w 2581275"/>
                              <a:gd name="connsiteY114" fmla="*/ 85725 h 605215"/>
                              <a:gd name="connsiteX115" fmla="*/ 276225 w 2581275"/>
                              <a:gd name="connsiteY115" fmla="*/ 90488 h 605215"/>
                              <a:gd name="connsiteX116" fmla="*/ 247650 w 2581275"/>
                              <a:gd name="connsiteY116" fmla="*/ 95250 h 605215"/>
                              <a:gd name="connsiteX117" fmla="*/ 219075 w 2581275"/>
                              <a:gd name="connsiteY117" fmla="*/ 104775 h 605215"/>
                              <a:gd name="connsiteX118" fmla="*/ 195262 w 2581275"/>
                              <a:gd name="connsiteY118" fmla="*/ 109538 h 605215"/>
                              <a:gd name="connsiteX119" fmla="*/ 166687 w 2581275"/>
                              <a:gd name="connsiteY119" fmla="*/ 119063 h 605215"/>
                              <a:gd name="connsiteX120" fmla="*/ 133350 w 2581275"/>
                              <a:gd name="connsiteY120" fmla="*/ 133350 h 605215"/>
                              <a:gd name="connsiteX121" fmla="*/ 90487 w 2581275"/>
                              <a:gd name="connsiteY121" fmla="*/ 152400 h 605215"/>
                              <a:gd name="connsiteX122" fmla="*/ 71437 w 2581275"/>
                              <a:gd name="connsiteY122" fmla="*/ 161925 h 605215"/>
                              <a:gd name="connsiteX123" fmla="*/ 57150 w 2581275"/>
                              <a:gd name="connsiteY123" fmla="*/ 171450 h 605215"/>
                              <a:gd name="connsiteX124" fmla="*/ 42862 w 2581275"/>
                              <a:gd name="connsiteY124" fmla="*/ 176213 h 605215"/>
                              <a:gd name="connsiteX125" fmla="*/ 28575 w 2581275"/>
                              <a:gd name="connsiteY125" fmla="*/ 204788 h 605215"/>
                              <a:gd name="connsiteX126" fmla="*/ 19050 w 2581275"/>
                              <a:gd name="connsiteY126" fmla="*/ 242888 h 605215"/>
                              <a:gd name="connsiteX127" fmla="*/ 14287 w 2581275"/>
                              <a:gd name="connsiteY127" fmla="*/ 257175 h 605215"/>
                              <a:gd name="connsiteX128" fmla="*/ 0 w 2581275"/>
                              <a:gd name="connsiteY128" fmla="*/ 252413 h 60521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 ang="0">
                                <a:pos x="connsiteX124" y="connsiteY124"/>
                              </a:cxn>
                              <a:cxn ang="0">
                                <a:pos x="connsiteX125" y="connsiteY125"/>
                              </a:cxn>
                              <a:cxn ang="0">
                                <a:pos x="connsiteX126" y="connsiteY126"/>
                              </a:cxn>
                              <a:cxn ang="0">
                                <a:pos x="connsiteX127" y="connsiteY127"/>
                              </a:cxn>
                              <a:cxn ang="0">
                                <a:pos x="connsiteX128" y="connsiteY128"/>
                              </a:cxn>
                            </a:cxnLst>
                            <a:rect l="l" t="t" r="r" b="b"/>
                            <a:pathLst>
                              <a:path w="2581275" h="605215">
                                <a:moveTo>
                                  <a:pt x="0" y="252413"/>
                                </a:moveTo>
                                <a:lnTo>
                                  <a:pt x="0" y="252413"/>
                                </a:lnTo>
                                <a:lnTo>
                                  <a:pt x="185737" y="352425"/>
                                </a:lnTo>
                                <a:cubicBezTo>
                                  <a:pt x="190184" y="354754"/>
                                  <a:pt x="195198" y="355809"/>
                                  <a:pt x="200025" y="357188"/>
                                </a:cubicBezTo>
                                <a:cubicBezTo>
                                  <a:pt x="206319" y="358986"/>
                                  <a:pt x="212725" y="360363"/>
                                  <a:pt x="219075" y="361950"/>
                                </a:cubicBezTo>
                                <a:cubicBezTo>
                                  <a:pt x="223837" y="365125"/>
                                  <a:pt x="228132" y="369150"/>
                                  <a:pt x="233362" y="371475"/>
                                </a:cubicBezTo>
                                <a:cubicBezTo>
                                  <a:pt x="242537" y="375553"/>
                                  <a:pt x="261937" y="381000"/>
                                  <a:pt x="261937" y="381000"/>
                                </a:cubicBezTo>
                                <a:cubicBezTo>
                                  <a:pt x="266700" y="384175"/>
                                  <a:pt x="270846" y="388569"/>
                                  <a:pt x="276225" y="390525"/>
                                </a:cubicBezTo>
                                <a:cubicBezTo>
                                  <a:pt x="288528" y="394999"/>
                                  <a:pt x="301906" y="395910"/>
                                  <a:pt x="314325" y="400050"/>
                                </a:cubicBezTo>
                                <a:cubicBezTo>
                                  <a:pt x="319087" y="401638"/>
                                  <a:pt x="324122" y="402568"/>
                                  <a:pt x="328612" y="404813"/>
                                </a:cubicBezTo>
                                <a:cubicBezTo>
                                  <a:pt x="333732" y="407373"/>
                                  <a:pt x="337639" y="412083"/>
                                  <a:pt x="342900" y="414338"/>
                                </a:cubicBezTo>
                                <a:cubicBezTo>
                                  <a:pt x="348916" y="416916"/>
                                  <a:pt x="355656" y="417302"/>
                                  <a:pt x="361950" y="419100"/>
                                </a:cubicBezTo>
                                <a:cubicBezTo>
                                  <a:pt x="366777" y="420479"/>
                                  <a:pt x="371623" y="421885"/>
                                  <a:pt x="376237" y="423863"/>
                                </a:cubicBezTo>
                                <a:cubicBezTo>
                                  <a:pt x="410739" y="438650"/>
                                  <a:pt x="378963" y="430124"/>
                                  <a:pt x="419100" y="438150"/>
                                </a:cubicBezTo>
                                <a:cubicBezTo>
                                  <a:pt x="454026" y="455613"/>
                                  <a:pt x="421342" y="441359"/>
                                  <a:pt x="461962" y="452438"/>
                                </a:cubicBezTo>
                                <a:cubicBezTo>
                                  <a:pt x="471648" y="455080"/>
                                  <a:pt x="480797" y="459528"/>
                                  <a:pt x="490537" y="461963"/>
                                </a:cubicBezTo>
                                <a:cubicBezTo>
                                  <a:pt x="503237" y="465138"/>
                                  <a:pt x="516218" y="467349"/>
                                  <a:pt x="528637" y="471488"/>
                                </a:cubicBezTo>
                                <a:cubicBezTo>
                                  <a:pt x="533400" y="473075"/>
                                  <a:pt x="538055" y="475032"/>
                                  <a:pt x="542925" y="476250"/>
                                </a:cubicBezTo>
                                <a:cubicBezTo>
                                  <a:pt x="550778" y="478213"/>
                                  <a:pt x="558850" y="479193"/>
                                  <a:pt x="566737" y="481013"/>
                                </a:cubicBezTo>
                                <a:cubicBezTo>
                                  <a:pt x="579493" y="483957"/>
                                  <a:pt x="592000" y="487971"/>
                                  <a:pt x="604837" y="490538"/>
                                </a:cubicBezTo>
                                <a:cubicBezTo>
                                  <a:pt x="612775" y="492125"/>
                                  <a:pt x="620748" y="493544"/>
                                  <a:pt x="628650" y="495300"/>
                                </a:cubicBezTo>
                                <a:cubicBezTo>
                                  <a:pt x="635040" y="496720"/>
                                  <a:pt x="641431" y="498182"/>
                                  <a:pt x="647700" y="500063"/>
                                </a:cubicBezTo>
                                <a:cubicBezTo>
                                  <a:pt x="657317" y="502948"/>
                                  <a:pt x="666430" y="507619"/>
                                  <a:pt x="676275" y="509588"/>
                                </a:cubicBezTo>
                                <a:cubicBezTo>
                                  <a:pt x="682748" y="510882"/>
                                  <a:pt x="711445" y="516228"/>
                                  <a:pt x="719137" y="519113"/>
                                </a:cubicBezTo>
                                <a:cubicBezTo>
                                  <a:pt x="759784" y="534356"/>
                                  <a:pt x="719355" y="523937"/>
                                  <a:pt x="752475" y="533400"/>
                                </a:cubicBezTo>
                                <a:cubicBezTo>
                                  <a:pt x="772760" y="539196"/>
                                  <a:pt x="800897" y="544038"/>
                                  <a:pt x="819150" y="547688"/>
                                </a:cubicBezTo>
                                <a:cubicBezTo>
                                  <a:pt x="827087" y="549275"/>
                                  <a:pt x="835283" y="549890"/>
                                  <a:pt x="842962" y="552450"/>
                                </a:cubicBezTo>
                                <a:cubicBezTo>
                                  <a:pt x="847725" y="554038"/>
                                  <a:pt x="852311" y="556315"/>
                                  <a:pt x="857250" y="557213"/>
                                </a:cubicBezTo>
                                <a:cubicBezTo>
                                  <a:pt x="869842" y="559503"/>
                                  <a:pt x="882650" y="560388"/>
                                  <a:pt x="895350" y="561975"/>
                                </a:cubicBezTo>
                                <a:cubicBezTo>
                                  <a:pt x="901700" y="563563"/>
                                  <a:pt x="908106" y="564940"/>
                                  <a:pt x="914400" y="566738"/>
                                </a:cubicBezTo>
                                <a:cubicBezTo>
                                  <a:pt x="919227" y="568117"/>
                                  <a:pt x="923725" y="570737"/>
                                  <a:pt x="928687" y="571500"/>
                                </a:cubicBezTo>
                                <a:cubicBezTo>
                                  <a:pt x="944456" y="573926"/>
                                  <a:pt x="960445" y="574593"/>
                                  <a:pt x="976312" y="576263"/>
                                </a:cubicBezTo>
                                <a:cubicBezTo>
                                  <a:pt x="990609" y="577768"/>
                                  <a:pt x="1004944" y="578992"/>
                                  <a:pt x="1019175" y="581025"/>
                                </a:cubicBezTo>
                                <a:cubicBezTo>
                                  <a:pt x="1027188" y="582170"/>
                                  <a:pt x="1034963" y="584718"/>
                                  <a:pt x="1042987" y="585788"/>
                                </a:cubicBezTo>
                                <a:cubicBezTo>
                                  <a:pt x="1094128" y="592607"/>
                                  <a:pt x="1143202" y="592941"/>
                                  <a:pt x="1195387" y="595313"/>
                                </a:cubicBezTo>
                                <a:cubicBezTo>
                                  <a:pt x="1310672" y="608121"/>
                                  <a:pt x="1269286" y="604838"/>
                                  <a:pt x="1481137" y="604838"/>
                                </a:cubicBezTo>
                                <a:cubicBezTo>
                                  <a:pt x="1584337" y="604838"/>
                                  <a:pt x="1687512" y="601663"/>
                                  <a:pt x="1790700" y="600075"/>
                                </a:cubicBezTo>
                                <a:cubicBezTo>
                                  <a:pt x="1822861" y="589355"/>
                                  <a:pt x="1783275" y="601725"/>
                                  <a:pt x="1833562" y="590550"/>
                                </a:cubicBezTo>
                                <a:cubicBezTo>
                                  <a:pt x="1838463" y="589461"/>
                                  <a:pt x="1843007" y="587109"/>
                                  <a:pt x="1847850" y="585788"/>
                                </a:cubicBezTo>
                                <a:cubicBezTo>
                                  <a:pt x="1860480" y="582344"/>
                                  <a:pt x="1885950" y="576263"/>
                                  <a:pt x="1885950" y="576263"/>
                                </a:cubicBezTo>
                                <a:cubicBezTo>
                                  <a:pt x="1890712" y="571500"/>
                                  <a:pt x="1894633" y="565711"/>
                                  <a:pt x="1900237" y="561975"/>
                                </a:cubicBezTo>
                                <a:cubicBezTo>
                                  <a:pt x="1904414" y="559190"/>
                                  <a:pt x="1909655" y="558431"/>
                                  <a:pt x="1914525" y="557213"/>
                                </a:cubicBezTo>
                                <a:lnTo>
                                  <a:pt x="1952625" y="547688"/>
                                </a:lnTo>
                                <a:cubicBezTo>
                                  <a:pt x="1957387" y="544513"/>
                                  <a:pt x="1961793" y="540723"/>
                                  <a:pt x="1966912" y="538163"/>
                                </a:cubicBezTo>
                                <a:cubicBezTo>
                                  <a:pt x="1973613" y="534813"/>
                                  <a:pt x="1995400" y="526621"/>
                                  <a:pt x="2005012" y="523875"/>
                                </a:cubicBezTo>
                                <a:cubicBezTo>
                                  <a:pt x="2012139" y="521839"/>
                                  <a:pt x="2030733" y="518159"/>
                                  <a:pt x="2038350" y="514350"/>
                                </a:cubicBezTo>
                                <a:cubicBezTo>
                                  <a:pt x="2043469" y="511790"/>
                                  <a:pt x="2047518" y="507385"/>
                                  <a:pt x="2052637" y="504825"/>
                                </a:cubicBezTo>
                                <a:cubicBezTo>
                                  <a:pt x="2059465" y="501411"/>
                                  <a:pt x="2079878" y="496824"/>
                                  <a:pt x="2085975" y="495300"/>
                                </a:cubicBezTo>
                                <a:cubicBezTo>
                                  <a:pt x="2090737" y="492125"/>
                                  <a:pt x="2095143" y="488335"/>
                                  <a:pt x="2100262" y="485775"/>
                                </a:cubicBezTo>
                                <a:cubicBezTo>
                                  <a:pt x="2111818" y="479997"/>
                                  <a:pt x="2126415" y="479508"/>
                                  <a:pt x="2138362" y="476250"/>
                                </a:cubicBezTo>
                                <a:cubicBezTo>
                                  <a:pt x="2192428" y="461504"/>
                                  <a:pt x="2147147" y="474239"/>
                                  <a:pt x="2181225" y="457200"/>
                                </a:cubicBezTo>
                                <a:cubicBezTo>
                                  <a:pt x="2192783" y="451421"/>
                                  <a:pt x="2207375" y="450934"/>
                                  <a:pt x="2219325" y="447675"/>
                                </a:cubicBezTo>
                                <a:cubicBezTo>
                                  <a:pt x="2229011" y="445033"/>
                                  <a:pt x="2239546" y="443719"/>
                                  <a:pt x="2247900" y="438150"/>
                                </a:cubicBezTo>
                                <a:cubicBezTo>
                                  <a:pt x="2252662" y="434975"/>
                                  <a:pt x="2256828" y="430635"/>
                                  <a:pt x="2262187" y="428625"/>
                                </a:cubicBezTo>
                                <a:cubicBezTo>
                                  <a:pt x="2269766" y="425783"/>
                                  <a:pt x="2278098" y="425619"/>
                                  <a:pt x="2286000" y="423863"/>
                                </a:cubicBezTo>
                                <a:cubicBezTo>
                                  <a:pt x="2319476" y="416424"/>
                                  <a:pt x="2291512" y="422288"/>
                                  <a:pt x="2319337" y="414338"/>
                                </a:cubicBezTo>
                                <a:cubicBezTo>
                                  <a:pt x="2325631" y="412540"/>
                                  <a:pt x="2332258" y="411873"/>
                                  <a:pt x="2338387" y="409575"/>
                                </a:cubicBezTo>
                                <a:cubicBezTo>
                                  <a:pt x="2345034" y="407082"/>
                                  <a:pt x="2350702" y="402295"/>
                                  <a:pt x="2357437" y="400050"/>
                                </a:cubicBezTo>
                                <a:cubicBezTo>
                                  <a:pt x="2365116" y="397490"/>
                                  <a:pt x="2373397" y="397251"/>
                                  <a:pt x="2381250" y="395288"/>
                                </a:cubicBezTo>
                                <a:cubicBezTo>
                                  <a:pt x="2386120" y="394070"/>
                                  <a:pt x="2390710" y="391904"/>
                                  <a:pt x="2395537" y="390525"/>
                                </a:cubicBezTo>
                                <a:cubicBezTo>
                                  <a:pt x="2401831" y="388727"/>
                                  <a:pt x="2408318" y="387644"/>
                                  <a:pt x="2414587" y="385763"/>
                                </a:cubicBezTo>
                                <a:cubicBezTo>
                                  <a:pt x="2424204" y="382878"/>
                                  <a:pt x="2433637" y="379413"/>
                                  <a:pt x="2443162" y="376238"/>
                                </a:cubicBezTo>
                                <a:cubicBezTo>
                                  <a:pt x="2447925" y="374650"/>
                                  <a:pt x="2453273" y="374260"/>
                                  <a:pt x="2457450" y="371475"/>
                                </a:cubicBezTo>
                                <a:cubicBezTo>
                                  <a:pt x="2475914" y="359165"/>
                                  <a:pt x="2466307" y="363760"/>
                                  <a:pt x="2486025" y="357188"/>
                                </a:cubicBezTo>
                                <a:cubicBezTo>
                                  <a:pt x="2507328" y="325233"/>
                                  <a:pt x="2482233" y="356541"/>
                                  <a:pt x="2509837" y="338138"/>
                                </a:cubicBezTo>
                                <a:cubicBezTo>
                                  <a:pt x="2515441" y="334402"/>
                                  <a:pt x="2518808" y="327985"/>
                                  <a:pt x="2524125" y="323850"/>
                                </a:cubicBezTo>
                                <a:cubicBezTo>
                                  <a:pt x="2533161" y="316822"/>
                                  <a:pt x="2552700" y="304800"/>
                                  <a:pt x="2552700" y="304800"/>
                                </a:cubicBezTo>
                                <a:cubicBezTo>
                                  <a:pt x="2555875" y="300038"/>
                                  <a:pt x="2558178" y="294560"/>
                                  <a:pt x="2562225" y="290513"/>
                                </a:cubicBezTo>
                                <a:cubicBezTo>
                                  <a:pt x="2566272" y="286466"/>
                                  <a:pt x="2572936" y="285457"/>
                                  <a:pt x="2576512" y="280988"/>
                                </a:cubicBezTo>
                                <a:cubicBezTo>
                                  <a:pt x="2579648" y="277068"/>
                                  <a:pt x="2579687" y="271463"/>
                                  <a:pt x="2581275" y="266700"/>
                                </a:cubicBezTo>
                                <a:cubicBezTo>
                                  <a:pt x="2579687" y="261938"/>
                                  <a:pt x="2580062" y="255963"/>
                                  <a:pt x="2576512" y="252413"/>
                                </a:cubicBezTo>
                                <a:cubicBezTo>
                                  <a:pt x="2572962" y="248863"/>
                                  <a:pt x="2567125" y="248739"/>
                                  <a:pt x="2562225" y="247650"/>
                                </a:cubicBezTo>
                                <a:cubicBezTo>
                                  <a:pt x="2552799" y="245555"/>
                                  <a:pt x="2543175" y="244475"/>
                                  <a:pt x="2533650" y="242888"/>
                                </a:cubicBezTo>
                                <a:cubicBezTo>
                                  <a:pt x="2524125" y="239713"/>
                                  <a:pt x="2514815" y="235798"/>
                                  <a:pt x="2505075" y="233363"/>
                                </a:cubicBezTo>
                                <a:cubicBezTo>
                                  <a:pt x="2492375" y="230188"/>
                                  <a:pt x="2479394" y="227978"/>
                                  <a:pt x="2466975" y="223838"/>
                                </a:cubicBezTo>
                                <a:lnTo>
                                  <a:pt x="2438400" y="214313"/>
                                </a:lnTo>
                                <a:cubicBezTo>
                                  <a:pt x="2433637" y="212725"/>
                                  <a:pt x="2428982" y="210767"/>
                                  <a:pt x="2424112" y="209550"/>
                                </a:cubicBezTo>
                                <a:cubicBezTo>
                                  <a:pt x="2417762" y="207963"/>
                                  <a:pt x="2411331" y="206669"/>
                                  <a:pt x="2405062" y="204788"/>
                                </a:cubicBezTo>
                                <a:cubicBezTo>
                                  <a:pt x="2395445" y="201903"/>
                                  <a:pt x="2376487" y="195263"/>
                                  <a:pt x="2376487" y="195263"/>
                                </a:cubicBezTo>
                                <a:cubicBezTo>
                                  <a:pt x="2359096" y="183668"/>
                                  <a:pt x="2345713" y="173893"/>
                                  <a:pt x="2324100" y="166688"/>
                                </a:cubicBezTo>
                                <a:cubicBezTo>
                                  <a:pt x="2319337" y="165100"/>
                                  <a:pt x="2314639" y="163304"/>
                                  <a:pt x="2309812" y="161925"/>
                                </a:cubicBezTo>
                                <a:cubicBezTo>
                                  <a:pt x="2302683" y="159888"/>
                                  <a:pt x="2284093" y="156209"/>
                                  <a:pt x="2276475" y="152400"/>
                                </a:cubicBezTo>
                                <a:cubicBezTo>
                                  <a:pt x="2271355" y="149840"/>
                                  <a:pt x="2267418" y="145200"/>
                                  <a:pt x="2262187" y="142875"/>
                                </a:cubicBezTo>
                                <a:cubicBezTo>
                                  <a:pt x="2238866" y="132510"/>
                                  <a:pt x="2235879" y="134983"/>
                                  <a:pt x="2214562" y="128588"/>
                                </a:cubicBezTo>
                                <a:cubicBezTo>
                                  <a:pt x="2214495" y="128568"/>
                                  <a:pt x="2178877" y="116692"/>
                                  <a:pt x="2171700" y="114300"/>
                                </a:cubicBezTo>
                                <a:lnTo>
                                  <a:pt x="2143125" y="104775"/>
                                </a:lnTo>
                                <a:cubicBezTo>
                                  <a:pt x="2135837" y="101860"/>
                                  <a:pt x="2114982" y="92977"/>
                                  <a:pt x="2105025" y="90488"/>
                                </a:cubicBezTo>
                                <a:cubicBezTo>
                                  <a:pt x="2097172" y="88525"/>
                                  <a:pt x="2089065" y="87688"/>
                                  <a:pt x="2081212" y="85725"/>
                                </a:cubicBezTo>
                                <a:cubicBezTo>
                                  <a:pt x="2076342" y="84507"/>
                                  <a:pt x="2071795" y="82181"/>
                                  <a:pt x="2066925" y="80963"/>
                                </a:cubicBezTo>
                                <a:cubicBezTo>
                                  <a:pt x="2059072" y="79000"/>
                                  <a:pt x="2051014" y="77956"/>
                                  <a:pt x="2043112" y="76200"/>
                                </a:cubicBezTo>
                                <a:cubicBezTo>
                                  <a:pt x="2036722" y="74780"/>
                                  <a:pt x="2030452" y="72858"/>
                                  <a:pt x="2024062" y="71438"/>
                                </a:cubicBezTo>
                                <a:cubicBezTo>
                                  <a:pt x="2016160" y="69682"/>
                                  <a:pt x="2008137" y="68495"/>
                                  <a:pt x="2000250" y="66675"/>
                                </a:cubicBezTo>
                                <a:cubicBezTo>
                                  <a:pt x="1987494" y="63731"/>
                                  <a:pt x="1974987" y="59717"/>
                                  <a:pt x="1962150" y="57150"/>
                                </a:cubicBezTo>
                                <a:cubicBezTo>
                                  <a:pt x="1954212" y="55563"/>
                                  <a:pt x="1946239" y="54144"/>
                                  <a:pt x="1938337" y="52388"/>
                                </a:cubicBezTo>
                                <a:cubicBezTo>
                                  <a:pt x="1931947" y="50968"/>
                                  <a:pt x="1925727" y="48796"/>
                                  <a:pt x="1919287" y="47625"/>
                                </a:cubicBezTo>
                                <a:cubicBezTo>
                                  <a:pt x="1908243" y="45617"/>
                                  <a:pt x="1896994" y="44871"/>
                                  <a:pt x="1885950" y="42863"/>
                                </a:cubicBezTo>
                                <a:cubicBezTo>
                                  <a:pt x="1879510" y="41692"/>
                                  <a:pt x="1873410" y="38785"/>
                                  <a:pt x="1866900" y="38100"/>
                                </a:cubicBezTo>
                                <a:cubicBezTo>
                                  <a:pt x="1843166" y="35602"/>
                                  <a:pt x="1819257" y="35168"/>
                                  <a:pt x="1795462" y="33338"/>
                                </a:cubicBezTo>
                                <a:cubicBezTo>
                                  <a:pt x="1745393" y="29487"/>
                                  <a:pt x="1751792" y="29820"/>
                                  <a:pt x="1709737" y="23813"/>
                                </a:cubicBezTo>
                                <a:cubicBezTo>
                                  <a:pt x="1666271" y="9322"/>
                                  <a:pt x="1712027" y="23184"/>
                                  <a:pt x="1609725" y="14288"/>
                                </a:cubicBezTo>
                                <a:cubicBezTo>
                                  <a:pt x="1538584" y="8102"/>
                                  <a:pt x="1644291" y="9590"/>
                                  <a:pt x="1552575" y="4763"/>
                                </a:cubicBezTo>
                                <a:cubicBezTo>
                                  <a:pt x="1503405" y="2175"/>
                                  <a:pt x="1454150" y="1588"/>
                                  <a:pt x="1404937" y="0"/>
                                </a:cubicBezTo>
                                <a:lnTo>
                                  <a:pt x="738187" y="4763"/>
                                </a:lnTo>
                                <a:cubicBezTo>
                                  <a:pt x="695968" y="5330"/>
                                  <a:pt x="704529" y="9571"/>
                                  <a:pt x="671512" y="14288"/>
                                </a:cubicBezTo>
                                <a:cubicBezTo>
                                  <a:pt x="657281" y="16321"/>
                                  <a:pt x="642881" y="17017"/>
                                  <a:pt x="628650" y="19050"/>
                                </a:cubicBezTo>
                                <a:cubicBezTo>
                                  <a:pt x="554579" y="29632"/>
                                  <a:pt x="648138" y="18183"/>
                                  <a:pt x="585787" y="28575"/>
                                </a:cubicBezTo>
                                <a:cubicBezTo>
                                  <a:pt x="573162" y="30679"/>
                                  <a:pt x="560387" y="31750"/>
                                  <a:pt x="547687" y="33338"/>
                                </a:cubicBezTo>
                                <a:cubicBezTo>
                                  <a:pt x="542925" y="34925"/>
                                  <a:pt x="538270" y="36882"/>
                                  <a:pt x="533400" y="38100"/>
                                </a:cubicBezTo>
                                <a:cubicBezTo>
                                  <a:pt x="494161" y="47910"/>
                                  <a:pt x="524724" y="37857"/>
                                  <a:pt x="490537" y="47625"/>
                                </a:cubicBezTo>
                                <a:cubicBezTo>
                                  <a:pt x="485710" y="49004"/>
                                  <a:pt x="481093" y="51067"/>
                                  <a:pt x="476250" y="52388"/>
                                </a:cubicBezTo>
                                <a:cubicBezTo>
                                  <a:pt x="463620" y="55833"/>
                                  <a:pt x="450569" y="57774"/>
                                  <a:pt x="438150" y="61913"/>
                                </a:cubicBezTo>
                                <a:cubicBezTo>
                                  <a:pt x="433387" y="63500"/>
                                  <a:pt x="428801" y="65777"/>
                                  <a:pt x="423862" y="66675"/>
                                </a:cubicBezTo>
                                <a:cubicBezTo>
                                  <a:pt x="411270" y="68965"/>
                                  <a:pt x="398432" y="69628"/>
                                  <a:pt x="385762" y="71438"/>
                                </a:cubicBezTo>
                                <a:cubicBezTo>
                                  <a:pt x="376203" y="72804"/>
                                  <a:pt x="366712" y="74613"/>
                                  <a:pt x="357187" y="76200"/>
                                </a:cubicBezTo>
                                <a:cubicBezTo>
                                  <a:pt x="324039" y="87251"/>
                                  <a:pt x="359735" y="76516"/>
                                  <a:pt x="295275" y="85725"/>
                                </a:cubicBezTo>
                                <a:cubicBezTo>
                                  <a:pt x="288795" y="86651"/>
                                  <a:pt x="282643" y="89204"/>
                                  <a:pt x="276225" y="90488"/>
                                </a:cubicBezTo>
                                <a:cubicBezTo>
                                  <a:pt x="266756" y="92382"/>
                                  <a:pt x="257175" y="93663"/>
                                  <a:pt x="247650" y="95250"/>
                                </a:cubicBezTo>
                                <a:cubicBezTo>
                                  <a:pt x="238125" y="98425"/>
                                  <a:pt x="228920" y="102806"/>
                                  <a:pt x="219075" y="104775"/>
                                </a:cubicBezTo>
                                <a:cubicBezTo>
                                  <a:pt x="211137" y="106363"/>
                                  <a:pt x="203072" y="107408"/>
                                  <a:pt x="195262" y="109538"/>
                                </a:cubicBezTo>
                                <a:cubicBezTo>
                                  <a:pt x="185576" y="112180"/>
                                  <a:pt x="175041" y="113494"/>
                                  <a:pt x="166687" y="119063"/>
                                </a:cubicBezTo>
                                <a:cubicBezTo>
                                  <a:pt x="146954" y="132219"/>
                                  <a:pt x="157953" y="127200"/>
                                  <a:pt x="133350" y="133350"/>
                                </a:cubicBezTo>
                                <a:cubicBezTo>
                                  <a:pt x="86454" y="156798"/>
                                  <a:pt x="145215" y="128077"/>
                                  <a:pt x="90487" y="152400"/>
                                </a:cubicBezTo>
                                <a:cubicBezTo>
                                  <a:pt x="83999" y="155283"/>
                                  <a:pt x="77601" y="158403"/>
                                  <a:pt x="71437" y="161925"/>
                                </a:cubicBezTo>
                                <a:cubicBezTo>
                                  <a:pt x="66467" y="164765"/>
                                  <a:pt x="62269" y="168890"/>
                                  <a:pt x="57150" y="171450"/>
                                </a:cubicBezTo>
                                <a:cubicBezTo>
                                  <a:pt x="52660" y="173695"/>
                                  <a:pt x="47625" y="174625"/>
                                  <a:pt x="42862" y="176213"/>
                                </a:cubicBezTo>
                                <a:cubicBezTo>
                                  <a:pt x="30895" y="212116"/>
                                  <a:pt x="47036" y="167867"/>
                                  <a:pt x="28575" y="204788"/>
                                </a:cubicBezTo>
                                <a:cubicBezTo>
                                  <a:pt x="23129" y="215679"/>
                                  <a:pt x="21769" y="232011"/>
                                  <a:pt x="19050" y="242888"/>
                                </a:cubicBezTo>
                                <a:cubicBezTo>
                                  <a:pt x="17832" y="247758"/>
                                  <a:pt x="15875" y="252413"/>
                                  <a:pt x="14287" y="257175"/>
                                </a:cubicBezTo>
                                <a:lnTo>
                                  <a:pt x="0" y="252413"/>
                                </a:lnTo>
                                <a:close/>
                              </a:path>
                            </a:pathLst>
                          </a:custGeom>
                          <a:noFill/>
                          <a:ln w="82550">
                            <a:solidFill>
                              <a:srgbClr val="B88C7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2A29210" id="Group 68" o:spid="_x0000_s1026" style="position:absolute;margin-left:354.55pt;margin-top:16.15pt;width:90.7pt;height:41.8pt;rotation:212245fd;flip:x;z-index:251660288;mso-width-relative:margin;mso-height-relative:margin" coordsize="27517,15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">
                <v:shape id="Freeform 76" o:spid="_x0000_s1027" style="position:absolute;left:571;width:26100;height:8672;visibility:visible;mso-wrap-style:square;v-text-anchor:middle" coordsize="2648813,970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" path="m,274533r,c86264,219899,168966,159186,258793,110631v17887,-9668,40153,-6604,60384,-8627c356483,98273,393998,96932,431321,93378,488366,87945,505573,83018,560717,76125,642405,65914,660214,65817,750498,58872v371770,-123919,39504,-16270,1121434,c1889421,59135,1906403,64839,1923691,67499v20096,3092,40257,5751,60385,8626c2054833,99712,1943143,64488,2087593,93378v17833,3567,34505,11502,51758,17253l2165230,119257v8627,2876,16963,6844,25880,8627c2220775,133817,2240308,137011,2268747,145137v8743,2498,17522,5044,25880,8626c2369249,185744,2294316,159411,2355011,179642v8627,5751,16406,13042,25880,17253c2380904,196901,2445581,218458,2458528,222774r25880,8627c2493034,234276,2502154,235961,2510287,240027v11502,5751,22465,12738,34506,17253c2555894,261443,2567899,262649,2579298,265906v8743,2498,17253,5751,25879,8627c2611065,280421,2647509,313480,2648310,326291v2339,37419,-3977,74942,-8627,112144c2638555,447458,2635568,456419,2631057,464314v-7133,12483,-17905,22543,-25880,34506c2595876,512771,2588300,527807,2579298,541952v-11132,17493,-23003,34505,-34505,51758c2539042,602336,2534871,612258,2527540,619589v-8627,8627,-17940,16617,-25880,25880c2483060,667169,2473560,688955,2449902,705853v-10464,7474,-23004,11502,-34506,17253c2386996,751508,2379034,762854,2337759,783491v-11502,5751,-24042,9779,-34506,17253c2293326,807835,2287301,819532,2277374,826623v-41881,29915,-22843,7109,-60385,25880c2135512,893242,2206331,867558,2147977,887008v-39964,26643,-13047,13442,-69011,25879c1975945,935781,2132198,904777,1992702,930140v-14426,2623,-28550,7092,-43132,8627c1909433,942992,1869057,944518,1828800,947393v-8626,2876,-16786,8627,-25879,8627c1196498,956020,1374869,997809,1138687,938767v-8626,-5751,-16405,-13042,-25879,-17253c1096189,914128,1078988,907251,1061049,904261v-12295,-2049,-79812,-12729,-94890,-17253c951327,882558,937717,874652,923027,869755v-11248,-3749,-23106,-5369,-34506,-8626c879778,858631,871385,855001,862642,852503v-11400,-3257,-23258,-4878,-34506,-8627c813446,838979,799503,832060,785004,826623v-8514,-3193,-17253,-5751,-25879,-8626c699800,778447,727038,790048,681487,774865,623298,716676,652875,730822,603849,714480v-8626,-8626,-15728,-19112,-25879,-25879c570404,683557,560449,683556,552091,679974v-11820,-5066,-23479,-10637,-34506,-17253c499805,652053,485498,634773,465827,628216l414068,610963c396815,599461,376972,591119,362310,576457v-8627,-8626,-16250,-18389,-25880,-25879c320063,537848,299334,530734,284672,516072v-42154,-42154,-7397,-12853,-60385,-43132c215285,467796,207937,459771,198408,455687v-10897,-4670,-23004,-5751,-34506,-8626c152400,438435,141095,429539,129396,421182v-8436,-6026,-18548,-9922,-25879,-17253c46008,346420,129396,406805,60385,360797,43516,335495,41649,337612,34506,309038,33809,306249,5751,280284,,274533xe" fillcolor="#8f604b" stroked="f" strokeweight="2pt">
                  <v:path arrowok="t" o:connecttype="custom" o:connectlocs="0,245370;0,245370;255000,98879;314499,91168;425000,83459;552500,68038;739499,52618;1844498,52618;1895499,60329;1954999,68038;2056999,83459;2107998,98879;2133498,106589;2158999,114299;2235498,129719;2260999,137429;2320498,160559;2345998,175979;2422498,199109;2447998,206820;2473498,214529;2507498,229950;2541498,237659;2566997,245370;2609498,291630;2600998,391861;2592498,414991;2566997,445831;2541498,484381;2507498,530641;2490498,553771;2464998,576902;2413998,630871;2379998,646292;2303499,700262;2269498,715682;2243999,738812;2184498,761943;2116498,792783;2048498,815912;1963498,831333;1920999,839043;1801998,846753;1776499,854463;1121999,839043;1096500,823623;1045499,808203;952000,792783;909500,777362;875500,769653;850000,761943;815999,754232;773500,738812;748000,731102;671500,692552;594999,638582;569500,615452;544000,607741;510000,592321;459000,561482;408000,546061;357000,515221;331500,492091;280500,461250;221000,422700;195500,407280;161500,399570;127500,376440;102000,361020;59500,322470;34000,276209;0,245370" o:connectangles="0,0,0,0,0,0,0,0,0,0,0,0,0,0,0,0,0,0,0,0,0,0,0,0,0,0,0,0,0,0,0,0,0,0,0,0,0,0,0,0,0,0,0,0,0,0,0,0,0,0,0,0,0,0,0,0,0,0,0,0,0,0,0,0,0,0,0,0,0,0,0,0"/>
                </v:shape>
                <v:shape id="Freeform 77" o:spid="_x0000_s1028" style="position:absolute;top:2745;width:27517;height:12508;visibility:visible;mso-wrap-style:square;v-text-anchor:middle" coordsize="2734677,1250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" path="m43132,r,c66136,11502,89928,21546,112144,34505v12419,7244,21646,19450,34505,25880c162915,68518,198408,77637,198408,77637v74166,49445,-19671,-9836,51758,25880c259439,108154,266772,116134,276045,120770v13850,6925,29282,10327,43132,17252c328450,142659,335784,150638,345057,155275v5377,2688,55570,22892,69011,25879c431142,184948,448676,186351,465827,189781v11625,2325,22880,6301,34505,8626c517483,201837,535122,202792,552091,207034v17643,4411,34339,12027,51758,17253c615205,227694,626853,230038,638355,232913v8626,5751,16253,13403,25879,17253c683671,257941,704568,261404,724619,267419v54746,16424,-4540,4281,86264,17252c858889,316676,833022,304175,923027,319177r51758,8627c989211,330427,1003402,334357,1017917,336430v25777,3682,51828,5185,77638,8626c1140870,351098,1142639,352515,1181819,362309r474453,-8626c1668121,353281,1679113,347177,1690777,345056v38679,-7033,100985,-13137,138023,-17252c1915444,306143,1875324,318047,1949570,293298v8626,-2876,18313,-3583,25879,-8627c1984075,278920,1991854,271630,2001328,267419v16619,-7386,51759,-17253,51759,-17253c2072165,231088,2080826,219044,2104845,207034v8133,-4067,17253,-5751,25880,-8627c2134656,195459,2181297,159481,2191110,155275v38722,-16595,26790,-456,60384,-17253c2260767,133385,2268101,125407,2277374,120770v13796,-6898,47477,-13565,60385,-17253c2346502,101019,2354895,97388,2363638,94890v11400,-3257,23106,-5369,34506,-8626c2406887,83766,2415665,81219,2424023,77637v11819,-5066,22306,-13186,34505,-17252c2472438,55748,2487436,55314,2501660,51758v79781,-19945,-64491,2671,94891,-17253c2613804,37381,2632666,35310,2648310,43132v9273,4637,13041,16405,17252,25879c2706621,161397,2661024,88085,2700068,146649v2875,8626,6128,17136,8626,25879c2716819,200964,2720015,220506,2725947,250166v3705,51873,17641,150582,,207034c2719762,476991,2706104,494296,2691442,508958r-51759,51759c2631057,569343,2623955,579829,2613804,586596r-25879,17253c2544614,668815,2595465,586253,2562045,664234v-27105,63246,-14385,-22960,-34505,77637c2525861,750266,2514971,808267,2510287,819509v-21745,52187,-27253,58132,-51759,94891c2449882,940338,2451230,943861,2432649,966158v-7810,9372,-17940,16616,-25879,25879c2397413,1002953,2391637,1016991,2380891,1026543v-15498,13776,-34506,23004,-51759,34506c2320506,1066800,2310584,1070971,2303253,1078302v-8626,8626,-15215,19954,-25879,25879c2241687,1124007,2195138,1125243,2156604,1130060v-11502,2876,-23106,5370,-34506,8627c2113355,1141185,2104992,1144921,2096219,1147313v-22876,6239,-46007,11502,-69011,17253c2015706,1167441,2003949,1169443,1992702,1173192v-31590,10531,-60825,21012,-94891,25879c1877683,1201947,1857365,1203710,1837427,1207698v-23251,4650,-45418,14894,-69012,17253c1739660,1227826,1710826,1229993,1682151,1233577v-42293,5287,-49132,7971,-86264,17253l1199072,1242204v-9085,-371,-17019,-6582,-25879,-8627c1144620,1226983,1114748,1225597,1086928,1216324v-62043,-20680,15430,4408,-60384,-17253c1017801,1196573,1009407,1192943,1000664,1190445v-54356,-15530,-27903,-4651,-103517,-17253c885453,1171243,874215,1167138,862642,1164566v-14313,-3181,-28755,-5751,-43132,-8627c808008,1150188,796824,1143753,785004,1138687v-8358,-3582,-17746,-4560,-25879,-8627c740868,1120931,714380,1096703,698740,1086928v-10905,-6816,-23341,-10873,-34506,-17253c617411,1042919,659924,1059611,612476,1043796v-8627,-5751,-18549,-9922,-25880,-17253c579265,1019212,577216,1007411,569344,1000664,556614,989752,539188,985402,526211,974785,507327,959335,491706,940279,474453,923026v-8626,-8626,-15728,-19112,-25879,-25879l422694,879894v-5751,-8626,-12616,-16606,-17252,-25879c369747,782624,433411,883380,379562,793630,368894,775850,359719,756533,345057,741871,316655,713471,305309,705509,284672,664234v-5751,-11502,-12187,-22686,-17253,-34506c263837,621370,263209,611798,258793,603849,248723,585723,235789,569343,224287,552090v-5751,-8626,-9922,-18548,-17253,-25879c198408,517585,188645,509962,181155,500332v-9865,-12684,-44679,-70558,-60385,-86264c113439,406737,103517,402566,94891,396815,85212,367781,86066,366277,69011,336430,63867,327428,55970,320025,51759,310551,44373,293932,40257,276045,34506,258792v-2876,-8626,-6422,-17057,-8627,-25879c23004,221411,20660,209763,17253,198407,12027,180988,,146649,,146649,2876,112143,-885,76425,8627,43132,19465,5199,37381,7189,43132,xe" fillcolor="#b88c78" stroked="f" strokeweight="2pt">
                  <v:path arrowok="t" o:connecttype="custom" o:connectlocs="43401,0;43401,0;112844,34505;147565,60385;199647,77637;251728,103517;277768,120770;321170,138022;347211,155275;416653,181154;468735,189781;503456,198407;555538,207034;607619,224287;642340,232913;668381,250166;729143,267419;815945,284671;928790,319177;980871,327804;1024272,336430;1102395,345056;1189197,362309;1666612,353683;1701333,345056;1840217,327804;1961741,293298;1987782,284671;2013823,267419;2065905,250166;2117986,207034;2144027,198407;2204789,155275;2265550,138022;2291592,120770;2352354,103517;2378395,94890;2413116,86264;2439157,77637;2473877,60385;2517278,51758;2612762,34505;2664844,43132;2682204,69011;2716925,146649;2725605,172528;2742965,250166;2742965,457200;2708245,508958;2656163,560717;2630122,586596;2604082,603849;2578040,664234;2543320,741871;2525959,819509;2473877,914400;2447836,966158;2421796,992037;2395755,1026543;2343673,1061049;2317633,1078302;2291592,1104181;2170068,1130060;2135347,1138687;2109306,1147313;2039864,1164566;2005143,1173192;1909659,1199071;1848898,1207698;1779455,1224951;1692653,1233577;1605850,1250830;1206558,1242204;1180517,1233577;1093714,1216324;1032953,1199071;1006911,1190445;902748,1173192;868028,1164566;824626,1155939;789905,1138687;763864,1130060;703102,1086928;668381,1069675;616300,1043796;590258,1026543;572899,1000664;529496,974785;477415,923026;451375,897147;425333,879894;407973,854015;381932,793630;347211,741871;286449,664234;269089,629728;260409,603849;225687,552090;208327,526211;182286,500332;121524,414068;95483,396815;69442,336430;52082,310551;34721,258792;26041,232913;17361,198407;0,146649;8681,43132;43401,0" o:connectangles="0,0,0,0,0,0,0,0,0,0,0,0,0,0,0,0,0,0,0,0,0,0,0,0,0,0,0,0,0,0,0,0,0,0,0,0,0,0,0,0,0,0,0,0,0,0,0,0,0,0,0,0,0,0,0,0,0,0,0,0,0,0,0,0,0,0,0,0,0,0,0,0,0,0,0,0,0,0,0,0,0,0,0,0,0,0,0,0,0,0,0,0,0,0,0,0,0,0,0,0,0,0,0,0,0,0,0,0,0,0"/>
                </v:shape>
                <v:shape id="Freeform 78" o:spid="_x0000_s1029" style="position:absolute;left:571;top:254;width:25622;height:6052;visibility:visible;mso-wrap-style:square;v-text-anchor:middle" coordsize="2581275,6052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" path="m,252413r,l185737,352425v4447,2329,9461,3384,14288,4763c206319,358986,212725,360363,219075,361950v4762,3175,9057,7200,14287,9525c242537,375553,261937,381000,261937,381000v4763,3175,8909,7569,14288,9525c288528,394999,301906,395910,314325,400050v4762,1588,9797,2518,14287,4763c333732,407373,337639,412083,342900,414338v6016,2578,12756,2964,19050,4762c366777,420479,371623,421885,376237,423863v34502,14787,2726,6261,42863,14287c454026,455613,421342,441359,461962,452438v9686,2642,18835,7090,28575,9525c503237,465138,516218,467349,528637,471488v4763,1587,9418,3544,14288,4762c550778,478213,558850,479193,566737,481013v12756,2944,25263,6958,38100,9525c612775,492125,620748,493544,628650,495300v6390,1420,12781,2882,19050,4763c657317,502948,666430,507619,676275,509588v6473,1294,35170,6640,42862,9525c759784,534356,719355,523937,752475,533400v20285,5796,48422,10638,66675,14288c827087,549275,835283,549890,842962,552450v4763,1588,9349,3865,14288,4763c869842,559503,882650,560388,895350,561975v6350,1588,12756,2965,19050,4763c919227,568117,923725,570737,928687,571500v15769,2426,31758,3093,47625,4763c990609,577768,1004944,578992,1019175,581025v8013,1145,15788,3693,23812,4763c1094128,592607,1143202,592941,1195387,595313v115285,12808,73899,9525,285750,9525c1584337,604838,1687512,601663,1790700,600075v32161,-10720,-7425,1650,42862,-9525c1838463,589461,1843007,587109,1847850,585788v12630,-3444,38100,-9525,38100,-9525c1890712,571500,1894633,565711,1900237,561975v4177,-2785,9418,-3544,14288,-4762l1952625,547688v4762,-3175,9168,-6965,14287,-9525c1973613,534813,1995400,526621,2005012,523875v7127,-2036,25721,-5716,33338,-9525c2043469,511790,2047518,507385,2052637,504825v6828,-3414,27241,-8001,33338,-9525c2090737,492125,2095143,488335,2100262,485775v11556,-5778,26153,-6267,38100,-9525c2192428,461504,2147147,474239,2181225,457200v11558,-5779,26150,-6266,38100,-9525c2229011,445033,2239546,443719,2247900,438150v4762,-3175,8928,-7515,14287,-9525c2269766,425783,2278098,425619,2286000,423863v33476,-7439,5512,-1575,33337,-9525c2325631,412540,2332258,411873,2338387,409575v6647,-2493,12315,-7280,19050,-9525c2365116,397490,2373397,397251,2381250,395288v4870,-1218,9460,-3384,14287,-4763c2401831,388727,2408318,387644,2414587,385763v9617,-2885,19050,-6350,28575,-9525c2447925,374650,2453273,374260,2457450,371475v18464,-12310,8857,-7715,28575,-14287c2507328,325233,2482233,356541,2509837,338138v5604,-3736,8971,-10153,14288,-14288c2533161,316822,2552700,304800,2552700,304800v3175,-4762,5478,-10240,9525,-14287c2566272,286466,2572936,285457,2576512,280988v3136,-3920,3175,-9525,4763,-14288c2579687,261938,2580062,255963,2576512,252413v-3550,-3550,-9387,-3674,-14287,-4763c2552799,245555,2543175,244475,2533650,242888v-9525,-3175,-18835,-7090,-28575,-9525c2492375,230188,2479394,227978,2466975,223838r-28575,-9525c2433637,212725,2428982,210767,2424112,209550v-6350,-1587,-12781,-2881,-19050,-4762c2395445,201903,2376487,195263,2376487,195263v-17391,-11595,-30774,-21370,-52387,-28575c2319337,165100,2314639,163304,2309812,161925v-7129,-2037,-25719,-5716,-33337,-9525c2271355,149840,2267418,145200,2262187,142875v-23321,-10365,-26308,-7892,-47625,-14287c2214495,128568,2178877,116692,2171700,114300r-28575,-9525c2135837,101860,2114982,92977,2105025,90488v-7853,-1963,-15960,-2800,-23813,-4763c2076342,84507,2071795,82181,2066925,80963v-7853,-1963,-15911,-3007,-23813,-4763c2036722,74780,2030452,72858,2024062,71438v-7902,-1756,-15925,-2943,-23812,-4763c1987494,63731,1974987,59717,1962150,57150v-7938,-1587,-15911,-3006,-23813,-4762c1931947,50968,1925727,48796,1919287,47625v-11044,-2008,-22293,-2754,-33337,-4762c1879510,41692,1873410,38785,1866900,38100v-23734,-2498,-47643,-2932,-71438,-4762c1745393,29487,1751792,29820,1709737,23813v-43466,-14491,2290,-629,-100012,-9525c1538584,8102,1644291,9590,1552575,4763,1503405,2175,1454150,1588,1404937,l738187,4763v-42219,567,-33658,4808,-66675,9525c657281,16321,642881,17017,628650,19050v-74071,10582,19488,-867,-42863,9525c573162,30679,560387,31750,547687,33338v-4762,1587,-9417,3544,-14287,4762c494161,47910,524724,37857,490537,47625v-4827,1379,-9444,3442,-14287,4763c463620,55833,450569,57774,438150,61913v-4763,1587,-9349,3864,-14288,4762c411270,68965,398432,69628,385762,71438v-9559,1366,-19050,3175,-28575,4762c324039,87251,359735,76516,295275,85725v-6480,926,-12632,3479,-19050,4763c266756,92382,257175,93663,247650,95250v-9525,3175,-18730,7556,-28575,9525c211137,106363,203072,107408,195262,109538v-9686,2642,-20221,3956,-28575,9525c146954,132219,157953,127200,133350,133350v-46896,23448,11865,-5273,-42863,19050c83999,155283,77601,158403,71437,161925v-4970,2840,-9168,6965,-14287,9525c52660,173695,47625,174625,42862,176213v-11967,35903,4174,-8346,-14287,28575c23129,215679,21769,232011,19050,242888v-1218,4870,-3175,9525,-4763,14287l,252413xe" filled="f" strokecolor="#b88c78" strokeweight="6.5pt">
                  <v:path arrowok="t" o:connecttype="custom" o:connectlocs="0,252413;0,252413;184366,352425;198549,357188;217458,361950;231640,371475;260004,381000;274187,390525;312005,400050;326187,404813;340370,414338;359279,419100;373460,423863;416007,438150;458553,452438;486917,461963;524736,471488;538918,476250;562555,481013;600373,490538;624011,495300;642920,500063;671284,509588;713830,519113;746922,533400;813105,547688;836741,552450;850924,557213;888743,561975;907652,566738;921834,571500;969107,576263;1011654,581025;1035290,585788;1186565,595313;1470207,604838;1777485,600075;1820031,590550;1834213,585788;1872032,576263;1886214,561975;1900396,557213;1938215,547688;1952397,538163;1990216,523875;2023308,514350;2037489,504825;2070581,495300;2084763,485775;2122582,476250;2165128,457200;2202947,447675;2231311,438150;2245493,428625;2269130,423863;2302221,414338;2321130,409575;2340040,400050;2363677,395288;2377859,390525;2396768,385763;2425132,376238;2439315,371475;2467679,357188;2491315,338138;2505498,323850;2533862,304800;2543317,290513;2557498,280988;2562226,266700;2557498,252413;2543317,247650;2514952,242888;2486588,233363;2448769,223838;2420405,214313;2406223,209550;2387313,204788;2358949,195263;2306949,166688;2292766,161925;2259675,152400;2245493,142875;2198219,128588;2155674,114300;2127309,104775;2089491,90488;2065853,85725;2051672,80963;2028034,76200;2009125,71438;1985489,66675;1947670,57150;1924033,52388;1905123,47625;1872032,42863;1853123,38100;1782212,33338;1697120,23813;1597846,14288;1541117,4763;1394569,0;732739,4763;666556,14288;624011,19050;581464,28575;543645,33338;529464,38100;486917,47625;472735,52388;434917,61913;420734,66675;382915,71438;354551,76200;293096,85725;274187,90488;245822,95250;217458,104775;193821,109538;165457,119063;132366,133350;89819,152400;70910,161925;56728,171450;42546,176213;28364,204788;18909,242888;14182,257175;0,252413" o:connectangles="0,0,0,0,0,0,0,0,0,0,0,0,0,0,0,0,0,0,0,0,0,0,0,0,0,0,0,0,0,0,0,0,0,0,0,0,0,0,0,0,0,0,0,0,0,0,0,0,0,0,0,0,0,0,0,0,0,0,0,0,0,0,0,0,0,0,0,0,0,0,0,0,0,0,0,0,0,0,0,0,0,0,0,0,0,0,0,0,0,0,0,0,0,0,0,0,0,0,0,0,0,0,0,0,0,0,0,0,0,0,0,0,0,0,0,0,0,0,0,0,0,0,0,0,0,0,0,0,0"/>
                </v:shape>
              </v:group>
            </w:pict>
          </mc:Fallback>
        </mc:AlternateContent>
      </w:r>
      <w:r w:rsidR="00A234B2" w:rsidRPr="00A234B2">
        <w:rPr>
          <w:lang w:val="en-US"/>
        </w:rPr>
        <w:t xml:space="preserve">When </w:t>
      </w:r>
      <w:r w:rsidRPr="00AE05B9">
        <w:rPr>
          <w:lang w:val="en-US"/>
        </w:rPr>
        <w:t>it is put onto the water</w:t>
      </w:r>
      <w:r w:rsidR="00A234B2" w:rsidRPr="00A234B2">
        <w:rPr>
          <w:lang w:val="en-US"/>
        </w:rPr>
        <w:t>, how much water does a boat push out of the way?</w:t>
      </w:r>
    </w:p>
    <w:p w:rsidR="00D57A52" w:rsidRDefault="00D57A52" w:rsidP="00B26756">
      <w:pPr>
        <w:spacing w:after="180"/>
        <w:rPr>
          <w:b/>
        </w:rPr>
      </w:pPr>
      <w:bookmarkStart w:id="0" w:name="_GoBack"/>
      <w:bookmarkEnd w:id="0"/>
    </w:p>
    <w:p w:rsidR="00B26756" w:rsidRPr="00E172C6" w:rsidRDefault="00C00A9F" w:rsidP="00B26756">
      <w:pPr>
        <w:spacing w:after="180"/>
        <w:rPr>
          <w:b/>
        </w:rPr>
      </w:pPr>
      <w:r>
        <w:rPr>
          <w:b/>
        </w:rPr>
        <w:t>Apparatus</w:t>
      </w:r>
    </w:p>
    <w:p w:rsidR="00E94365" w:rsidRDefault="00E94365" w:rsidP="00E94365">
      <w:pPr>
        <w:ind w:left="357"/>
        <w:sectPr w:rsidR="00E94365" w:rsidSect="00642ECD">
          <w:headerReference w:type="default" r:id="rId7"/>
          <w:footerReference w:type="default" r:id="rId8"/>
          <w:pgSz w:w="11906" w:h="16838" w:code="9"/>
          <w:pgMar w:top="1440" w:right="1440" w:bottom="1440" w:left="1440" w:header="709" w:footer="567" w:gutter="0"/>
          <w:cols w:space="708"/>
          <w:docGrid w:linePitch="360"/>
        </w:sectPr>
      </w:pPr>
    </w:p>
    <w:p w:rsidR="00A234B2" w:rsidRPr="00A234B2" w:rsidRDefault="00A234B2" w:rsidP="00A234B2">
      <w:pPr>
        <w:pStyle w:val="ListParagraph"/>
        <w:numPr>
          <w:ilvl w:val="0"/>
          <w:numId w:val="6"/>
        </w:numPr>
      </w:pPr>
      <w:r w:rsidRPr="00A234B2">
        <w:rPr>
          <w:lang w:val="en-US"/>
        </w:rPr>
        <w:t>modelling clay boat</w:t>
      </w:r>
    </w:p>
    <w:p w:rsidR="00A234B2" w:rsidRPr="00A234B2" w:rsidRDefault="00A234B2" w:rsidP="00A234B2">
      <w:pPr>
        <w:pStyle w:val="ListParagraph"/>
        <w:numPr>
          <w:ilvl w:val="0"/>
          <w:numId w:val="6"/>
        </w:numPr>
      </w:pPr>
      <w:r w:rsidRPr="00A234B2">
        <w:rPr>
          <w:lang w:val="en-US"/>
        </w:rPr>
        <w:t>displacement can</w:t>
      </w:r>
    </w:p>
    <w:p w:rsidR="00A234B2" w:rsidRPr="00A234B2" w:rsidRDefault="00D57A52" w:rsidP="00A234B2">
      <w:pPr>
        <w:pStyle w:val="ListParagraph"/>
        <w:numPr>
          <w:ilvl w:val="0"/>
          <w:numId w:val="6"/>
        </w:numPr>
      </w:pPr>
      <w:r>
        <w:rPr>
          <w:b/>
          <w:noProof/>
          <w:lang w:eastAsia="en-GB"/>
        </w:rPr>
        <w:drawing>
          <wp:anchor distT="0" distB="0" distL="114300" distR="114300" simplePos="0" relativeHeight="251658240" behindDoc="0" locked="0" layoutInCell="1" allowOverlap="1">
            <wp:simplePos x="0" y="0"/>
            <wp:positionH relativeFrom="column">
              <wp:posOffset>3372097</wp:posOffset>
            </wp:positionH>
            <wp:positionV relativeFrom="paragraph">
              <wp:posOffset>165735</wp:posOffset>
            </wp:positionV>
            <wp:extent cx="1943077" cy="2574925"/>
            <wp:effectExtent l="0" t="0" r="635" b="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43077" cy="2574925"/>
                    </a:xfrm>
                    <a:prstGeom prst="rect">
                      <a:avLst/>
                    </a:prstGeom>
                    <a:noFill/>
                  </pic:spPr>
                </pic:pic>
              </a:graphicData>
            </a:graphic>
            <wp14:sizeRelH relativeFrom="margin">
              <wp14:pctWidth>0</wp14:pctWidth>
            </wp14:sizeRelH>
            <wp14:sizeRelV relativeFrom="margin">
              <wp14:pctHeight>0</wp14:pctHeight>
            </wp14:sizeRelV>
          </wp:anchor>
        </w:drawing>
      </w:r>
      <w:r w:rsidR="00A234B2" w:rsidRPr="00A234B2">
        <w:rPr>
          <w:lang w:val="en-US"/>
        </w:rPr>
        <w:t xml:space="preserve">beaker (x2) </w:t>
      </w:r>
    </w:p>
    <w:p w:rsidR="00A234B2" w:rsidRPr="00A234B2" w:rsidRDefault="00A234B2" w:rsidP="00A234B2">
      <w:pPr>
        <w:pStyle w:val="ListParagraph"/>
        <w:numPr>
          <w:ilvl w:val="0"/>
          <w:numId w:val="6"/>
        </w:numPr>
      </w:pPr>
      <w:r w:rsidRPr="00A234B2">
        <w:rPr>
          <w:lang w:val="en-US"/>
        </w:rPr>
        <w:t>balance</w:t>
      </w:r>
    </w:p>
    <w:p w:rsidR="00AE05B9" w:rsidRDefault="00AE05B9" w:rsidP="00C00A9F">
      <w:pPr>
        <w:spacing w:after="180"/>
        <w:rPr>
          <w:b/>
        </w:rPr>
      </w:pPr>
    </w:p>
    <w:p w:rsidR="00A234B2" w:rsidRPr="00A234B2" w:rsidRDefault="00A234B2" w:rsidP="00C00A9F">
      <w:pPr>
        <w:spacing w:after="180"/>
        <w:rPr>
          <w:b/>
        </w:rPr>
        <w:sectPr w:rsidR="00A234B2" w:rsidRPr="00A234B2" w:rsidSect="00A234B2">
          <w:type w:val="continuous"/>
          <w:pgSz w:w="11906" w:h="16838" w:code="9"/>
          <w:pgMar w:top="1440" w:right="1440" w:bottom="1440" w:left="1440" w:header="709" w:footer="567" w:gutter="0"/>
          <w:cols w:space="708"/>
          <w:docGrid w:linePitch="360"/>
        </w:sectPr>
      </w:pPr>
      <w:r w:rsidRPr="00A234B2">
        <w:rPr>
          <w:b/>
        </w:rPr>
        <w:t>Diagram</w:t>
      </w:r>
    </w:p>
    <w:p w:rsidR="00A234B2" w:rsidRDefault="009E69F0" w:rsidP="00A234B2">
      <w:pPr>
        <w:spacing w:after="180"/>
        <w:ind w:firstLine="720"/>
        <w:rPr>
          <w:b/>
        </w:rPr>
      </w:pPr>
      <w:r>
        <w:rPr>
          <w:b/>
        </w:rPr>
        <w:t xml:space="preserve">      </w:t>
      </w:r>
      <w:r w:rsidR="00A234B2" w:rsidRPr="00A234B2">
        <w:rPr>
          <w:b/>
          <w:noProof/>
          <w:lang w:eastAsia="en-GB"/>
        </w:rPr>
        <mc:AlternateContent>
          <mc:Choice Requires="wpg">
            <w:drawing>
              <wp:inline distT="0" distB="0" distL="0" distR="0">
                <wp:extent cx="1924050" cy="1790700"/>
                <wp:effectExtent l="0" t="0" r="0" b="19050"/>
                <wp:docPr id="92" name="Group 91"/>
                <wp:cNvGraphicFramePr/>
                <a:graphic xmlns:a="http://schemas.openxmlformats.org/drawingml/2006/main">
                  <a:graphicData uri="http://schemas.microsoft.com/office/word/2010/wordprocessingGroup">
                    <wpg:wgp>
                      <wpg:cNvGrpSpPr/>
                      <wpg:grpSpPr>
                        <a:xfrm>
                          <a:off x="0" y="0"/>
                          <a:ext cx="1924050" cy="1790700"/>
                          <a:chOff x="0" y="0"/>
                          <a:chExt cx="3204242" cy="2673458"/>
                        </a:xfrm>
                      </wpg:grpSpPr>
                      <wpg:grpSp>
                        <wpg:cNvPr id="2" name="Group 2"/>
                        <wpg:cNvGrpSpPr/>
                        <wpg:grpSpPr>
                          <a:xfrm>
                            <a:off x="0" y="0"/>
                            <a:ext cx="2138781" cy="2673457"/>
                            <a:chOff x="0" y="0"/>
                            <a:chExt cx="2138781" cy="2673457"/>
                          </a:xfrm>
                        </wpg:grpSpPr>
                        <wpg:grpSp>
                          <wpg:cNvPr id="4" name="Group 11"/>
                          <wpg:cNvGrpSpPr/>
                          <wpg:grpSpPr>
                            <a:xfrm>
                              <a:off x="0" y="0"/>
                              <a:ext cx="1838932" cy="2673457"/>
                              <a:chOff x="0" y="0"/>
                              <a:chExt cx="1838932" cy="2673457"/>
                            </a:xfrm>
                          </wpg:grpSpPr>
                          <wpg:grpSp>
                            <wpg:cNvPr id="14" name="Group 14"/>
                            <wpg:cNvGrpSpPr/>
                            <wpg:grpSpPr>
                              <a:xfrm>
                                <a:off x="0" y="0"/>
                                <a:ext cx="1838932" cy="2673457"/>
                                <a:chOff x="0" y="0"/>
                                <a:chExt cx="1838932" cy="2673457"/>
                              </a:xfrm>
                            </wpg:grpSpPr>
                            <wps:wsp>
                              <wps:cNvPr id="16" name="Rectangle 16"/>
                              <wps:cNvSpPr/>
                              <wps:spPr>
                                <a:xfrm>
                                  <a:off x="45662" y="78222"/>
                                  <a:ext cx="1704813" cy="2595235"/>
                                </a:xfrm>
                                <a:prstGeom prst="rect">
                                  <a:avLst/>
                                </a:prstGeom>
                                <a:noFill/>
                                <a:ln cap="rnd">
                                  <a:solidFill>
                                    <a:schemeClr val="tx1">
                                      <a:lumMod val="65000"/>
                                      <a:lumOff val="3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7" name="Rectangle 17"/>
                              <wps:cNvSpPr/>
                              <wps:spPr>
                                <a:xfrm>
                                  <a:off x="0" y="0"/>
                                  <a:ext cx="1838932" cy="147233"/>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s:wsp>
                            <wps:cNvPr id="15" name="Rectangle 15"/>
                            <wps:cNvSpPr/>
                            <wps:spPr>
                              <a:xfrm>
                                <a:off x="1727615" y="601112"/>
                                <a:ext cx="45719" cy="16192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s:wsp>
                          <wps:cNvPr id="12" name="Straight Connector 12"/>
                          <wps:cNvCnPr/>
                          <wps:spPr>
                            <a:xfrm>
                              <a:off x="1750474" y="601111"/>
                              <a:ext cx="388307" cy="161925"/>
                            </a:xfrm>
                            <a:prstGeom prst="line">
                              <a:avLst/>
                            </a:prstGeom>
                            <a:ln w="12700" cap="rnd">
                              <a:solidFill>
                                <a:schemeClr val="tx1">
                                  <a:lumMod val="65000"/>
                                  <a:lumOff val="35000"/>
                                </a:schemeClr>
                              </a:solidFill>
                            </a:ln>
                          </wps:spPr>
                          <wps:style>
                            <a:lnRef idx="1">
                              <a:schemeClr val="accent1"/>
                            </a:lnRef>
                            <a:fillRef idx="0">
                              <a:schemeClr val="accent1"/>
                            </a:fillRef>
                            <a:effectRef idx="0">
                              <a:schemeClr val="accent1"/>
                            </a:effectRef>
                            <a:fontRef idx="minor">
                              <a:schemeClr val="tx1"/>
                            </a:fontRef>
                          </wps:style>
                          <wps:bodyPr/>
                        </wps:wsp>
                        <wps:wsp>
                          <wps:cNvPr id="13" name="Straight Connector 13"/>
                          <wps:cNvCnPr/>
                          <wps:spPr>
                            <a:xfrm>
                              <a:off x="1750473" y="763036"/>
                              <a:ext cx="388307" cy="161925"/>
                            </a:xfrm>
                            <a:prstGeom prst="line">
                              <a:avLst/>
                            </a:prstGeom>
                            <a:ln w="12700" cap="rnd">
                              <a:solidFill>
                                <a:schemeClr val="tx1">
                                  <a:lumMod val="65000"/>
                                  <a:lumOff val="35000"/>
                                </a:schemeClr>
                              </a:solidFill>
                            </a:ln>
                          </wps:spPr>
                          <wps:style>
                            <a:lnRef idx="1">
                              <a:schemeClr val="accent1"/>
                            </a:lnRef>
                            <a:fillRef idx="0">
                              <a:schemeClr val="accent1"/>
                            </a:fillRef>
                            <a:effectRef idx="0">
                              <a:schemeClr val="accent1"/>
                            </a:effectRef>
                            <a:fontRef idx="minor">
                              <a:schemeClr val="tx1"/>
                            </a:fontRef>
                          </wps:style>
                          <wps:bodyPr/>
                        </wps:wsp>
                      </wpg:grpSp>
                      <wpg:grpSp>
                        <wpg:cNvPr id="5" name="Group 3"/>
                        <wpg:cNvGrpSpPr/>
                        <wpg:grpSpPr>
                          <a:xfrm>
                            <a:off x="45661" y="448678"/>
                            <a:ext cx="3158581" cy="2224780"/>
                            <a:chOff x="45661" y="448678"/>
                            <a:chExt cx="3158581" cy="2224780"/>
                          </a:xfrm>
                        </wpg:grpSpPr>
                        <wpg:grpSp>
                          <wpg:cNvPr id="6" name="Group 4"/>
                          <wpg:cNvGrpSpPr>
                            <a:grpSpLocks noChangeAspect="1"/>
                          </wpg:cNvGrpSpPr>
                          <wpg:grpSpPr>
                            <a:xfrm>
                              <a:off x="337847" y="448678"/>
                              <a:ext cx="1163237" cy="644812"/>
                              <a:chOff x="337847" y="448678"/>
                              <a:chExt cx="2751750" cy="1525362"/>
                            </a:xfrm>
                          </wpg:grpSpPr>
                          <wps:wsp>
                            <wps:cNvPr id="8" name="Freeform 8"/>
                            <wps:cNvSpPr/>
                            <wps:spPr>
                              <a:xfrm>
                                <a:off x="394997" y="448678"/>
                                <a:ext cx="2609994" cy="867290"/>
                              </a:xfrm>
                              <a:custGeom>
                                <a:avLst/>
                                <a:gdLst>
                                  <a:gd name="connsiteX0" fmla="*/ 0 w 2648813"/>
                                  <a:gd name="connsiteY0" fmla="*/ 274533 h 970371"/>
                                  <a:gd name="connsiteX1" fmla="*/ 0 w 2648813"/>
                                  <a:gd name="connsiteY1" fmla="*/ 274533 h 970371"/>
                                  <a:gd name="connsiteX2" fmla="*/ 258793 w 2648813"/>
                                  <a:gd name="connsiteY2" fmla="*/ 110631 h 970371"/>
                                  <a:gd name="connsiteX3" fmla="*/ 319177 w 2648813"/>
                                  <a:gd name="connsiteY3" fmla="*/ 102004 h 970371"/>
                                  <a:gd name="connsiteX4" fmla="*/ 431321 w 2648813"/>
                                  <a:gd name="connsiteY4" fmla="*/ 93378 h 970371"/>
                                  <a:gd name="connsiteX5" fmla="*/ 560717 w 2648813"/>
                                  <a:gd name="connsiteY5" fmla="*/ 76125 h 970371"/>
                                  <a:gd name="connsiteX6" fmla="*/ 750498 w 2648813"/>
                                  <a:gd name="connsiteY6" fmla="*/ 58872 h 970371"/>
                                  <a:gd name="connsiteX7" fmla="*/ 1871932 w 2648813"/>
                                  <a:gd name="connsiteY7" fmla="*/ 58872 h 970371"/>
                                  <a:gd name="connsiteX8" fmla="*/ 1923691 w 2648813"/>
                                  <a:gd name="connsiteY8" fmla="*/ 67499 h 970371"/>
                                  <a:gd name="connsiteX9" fmla="*/ 1984076 w 2648813"/>
                                  <a:gd name="connsiteY9" fmla="*/ 76125 h 970371"/>
                                  <a:gd name="connsiteX10" fmla="*/ 2087593 w 2648813"/>
                                  <a:gd name="connsiteY10" fmla="*/ 93378 h 970371"/>
                                  <a:gd name="connsiteX11" fmla="*/ 2139351 w 2648813"/>
                                  <a:gd name="connsiteY11" fmla="*/ 110631 h 970371"/>
                                  <a:gd name="connsiteX12" fmla="*/ 2165230 w 2648813"/>
                                  <a:gd name="connsiteY12" fmla="*/ 119257 h 970371"/>
                                  <a:gd name="connsiteX13" fmla="*/ 2191110 w 2648813"/>
                                  <a:gd name="connsiteY13" fmla="*/ 127884 h 970371"/>
                                  <a:gd name="connsiteX14" fmla="*/ 2268747 w 2648813"/>
                                  <a:gd name="connsiteY14" fmla="*/ 145137 h 970371"/>
                                  <a:gd name="connsiteX15" fmla="*/ 2294627 w 2648813"/>
                                  <a:gd name="connsiteY15" fmla="*/ 153763 h 970371"/>
                                  <a:gd name="connsiteX16" fmla="*/ 2355011 w 2648813"/>
                                  <a:gd name="connsiteY16" fmla="*/ 179642 h 970371"/>
                                  <a:gd name="connsiteX17" fmla="*/ 2380891 w 2648813"/>
                                  <a:gd name="connsiteY17" fmla="*/ 196895 h 970371"/>
                                  <a:gd name="connsiteX18" fmla="*/ 2458528 w 2648813"/>
                                  <a:gd name="connsiteY18" fmla="*/ 222774 h 970371"/>
                                  <a:gd name="connsiteX19" fmla="*/ 2484408 w 2648813"/>
                                  <a:gd name="connsiteY19" fmla="*/ 231401 h 970371"/>
                                  <a:gd name="connsiteX20" fmla="*/ 2510287 w 2648813"/>
                                  <a:gd name="connsiteY20" fmla="*/ 240027 h 970371"/>
                                  <a:gd name="connsiteX21" fmla="*/ 2544793 w 2648813"/>
                                  <a:gd name="connsiteY21" fmla="*/ 257280 h 970371"/>
                                  <a:gd name="connsiteX22" fmla="*/ 2579298 w 2648813"/>
                                  <a:gd name="connsiteY22" fmla="*/ 265906 h 970371"/>
                                  <a:gd name="connsiteX23" fmla="*/ 2605177 w 2648813"/>
                                  <a:gd name="connsiteY23" fmla="*/ 274533 h 970371"/>
                                  <a:gd name="connsiteX24" fmla="*/ 2648310 w 2648813"/>
                                  <a:gd name="connsiteY24" fmla="*/ 326291 h 970371"/>
                                  <a:gd name="connsiteX25" fmla="*/ 2639683 w 2648813"/>
                                  <a:gd name="connsiteY25" fmla="*/ 438435 h 970371"/>
                                  <a:gd name="connsiteX26" fmla="*/ 2631057 w 2648813"/>
                                  <a:gd name="connsiteY26" fmla="*/ 464314 h 970371"/>
                                  <a:gd name="connsiteX27" fmla="*/ 2605177 w 2648813"/>
                                  <a:gd name="connsiteY27" fmla="*/ 498820 h 970371"/>
                                  <a:gd name="connsiteX28" fmla="*/ 2579298 w 2648813"/>
                                  <a:gd name="connsiteY28" fmla="*/ 541952 h 970371"/>
                                  <a:gd name="connsiteX29" fmla="*/ 2544793 w 2648813"/>
                                  <a:gd name="connsiteY29" fmla="*/ 593710 h 970371"/>
                                  <a:gd name="connsiteX30" fmla="*/ 2527540 w 2648813"/>
                                  <a:gd name="connsiteY30" fmla="*/ 619589 h 970371"/>
                                  <a:gd name="connsiteX31" fmla="*/ 2501660 w 2648813"/>
                                  <a:gd name="connsiteY31" fmla="*/ 645469 h 970371"/>
                                  <a:gd name="connsiteX32" fmla="*/ 2449902 w 2648813"/>
                                  <a:gd name="connsiteY32" fmla="*/ 705853 h 970371"/>
                                  <a:gd name="connsiteX33" fmla="*/ 2415396 w 2648813"/>
                                  <a:gd name="connsiteY33" fmla="*/ 723106 h 970371"/>
                                  <a:gd name="connsiteX34" fmla="*/ 2337759 w 2648813"/>
                                  <a:gd name="connsiteY34" fmla="*/ 783491 h 970371"/>
                                  <a:gd name="connsiteX35" fmla="*/ 2303253 w 2648813"/>
                                  <a:gd name="connsiteY35" fmla="*/ 800744 h 970371"/>
                                  <a:gd name="connsiteX36" fmla="*/ 2277374 w 2648813"/>
                                  <a:gd name="connsiteY36" fmla="*/ 826623 h 970371"/>
                                  <a:gd name="connsiteX37" fmla="*/ 2216989 w 2648813"/>
                                  <a:gd name="connsiteY37" fmla="*/ 852503 h 970371"/>
                                  <a:gd name="connsiteX38" fmla="*/ 2147977 w 2648813"/>
                                  <a:gd name="connsiteY38" fmla="*/ 887008 h 970371"/>
                                  <a:gd name="connsiteX39" fmla="*/ 2078966 w 2648813"/>
                                  <a:gd name="connsiteY39" fmla="*/ 912887 h 970371"/>
                                  <a:gd name="connsiteX40" fmla="*/ 1992702 w 2648813"/>
                                  <a:gd name="connsiteY40" fmla="*/ 930140 h 970371"/>
                                  <a:gd name="connsiteX41" fmla="*/ 1949570 w 2648813"/>
                                  <a:gd name="connsiteY41" fmla="*/ 938767 h 970371"/>
                                  <a:gd name="connsiteX42" fmla="*/ 1828800 w 2648813"/>
                                  <a:gd name="connsiteY42" fmla="*/ 947393 h 970371"/>
                                  <a:gd name="connsiteX43" fmla="*/ 1802921 w 2648813"/>
                                  <a:gd name="connsiteY43" fmla="*/ 956020 h 970371"/>
                                  <a:gd name="connsiteX44" fmla="*/ 1138687 w 2648813"/>
                                  <a:gd name="connsiteY44" fmla="*/ 938767 h 970371"/>
                                  <a:gd name="connsiteX45" fmla="*/ 1112808 w 2648813"/>
                                  <a:gd name="connsiteY45" fmla="*/ 921514 h 970371"/>
                                  <a:gd name="connsiteX46" fmla="*/ 1061049 w 2648813"/>
                                  <a:gd name="connsiteY46" fmla="*/ 904261 h 970371"/>
                                  <a:gd name="connsiteX47" fmla="*/ 966159 w 2648813"/>
                                  <a:gd name="connsiteY47" fmla="*/ 887008 h 970371"/>
                                  <a:gd name="connsiteX48" fmla="*/ 923027 w 2648813"/>
                                  <a:gd name="connsiteY48" fmla="*/ 869755 h 970371"/>
                                  <a:gd name="connsiteX49" fmla="*/ 888521 w 2648813"/>
                                  <a:gd name="connsiteY49" fmla="*/ 861129 h 970371"/>
                                  <a:gd name="connsiteX50" fmla="*/ 862642 w 2648813"/>
                                  <a:gd name="connsiteY50" fmla="*/ 852503 h 970371"/>
                                  <a:gd name="connsiteX51" fmla="*/ 828136 w 2648813"/>
                                  <a:gd name="connsiteY51" fmla="*/ 843876 h 970371"/>
                                  <a:gd name="connsiteX52" fmla="*/ 785004 w 2648813"/>
                                  <a:gd name="connsiteY52" fmla="*/ 826623 h 970371"/>
                                  <a:gd name="connsiteX53" fmla="*/ 759125 w 2648813"/>
                                  <a:gd name="connsiteY53" fmla="*/ 817997 h 970371"/>
                                  <a:gd name="connsiteX54" fmla="*/ 681487 w 2648813"/>
                                  <a:gd name="connsiteY54" fmla="*/ 774865 h 970371"/>
                                  <a:gd name="connsiteX55" fmla="*/ 603849 w 2648813"/>
                                  <a:gd name="connsiteY55" fmla="*/ 714480 h 970371"/>
                                  <a:gd name="connsiteX56" fmla="*/ 577970 w 2648813"/>
                                  <a:gd name="connsiteY56" fmla="*/ 688601 h 970371"/>
                                  <a:gd name="connsiteX57" fmla="*/ 552091 w 2648813"/>
                                  <a:gd name="connsiteY57" fmla="*/ 679974 h 970371"/>
                                  <a:gd name="connsiteX58" fmla="*/ 517585 w 2648813"/>
                                  <a:gd name="connsiteY58" fmla="*/ 662721 h 970371"/>
                                  <a:gd name="connsiteX59" fmla="*/ 465827 w 2648813"/>
                                  <a:gd name="connsiteY59" fmla="*/ 628216 h 970371"/>
                                  <a:gd name="connsiteX60" fmla="*/ 414068 w 2648813"/>
                                  <a:gd name="connsiteY60" fmla="*/ 610963 h 970371"/>
                                  <a:gd name="connsiteX61" fmla="*/ 362310 w 2648813"/>
                                  <a:gd name="connsiteY61" fmla="*/ 576457 h 970371"/>
                                  <a:gd name="connsiteX62" fmla="*/ 336430 w 2648813"/>
                                  <a:gd name="connsiteY62" fmla="*/ 550578 h 970371"/>
                                  <a:gd name="connsiteX63" fmla="*/ 284672 w 2648813"/>
                                  <a:gd name="connsiteY63" fmla="*/ 516072 h 970371"/>
                                  <a:gd name="connsiteX64" fmla="*/ 224287 w 2648813"/>
                                  <a:gd name="connsiteY64" fmla="*/ 472940 h 970371"/>
                                  <a:gd name="connsiteX65" fmla="*/ 198408 w 2648813"/>
                                  <a:gd name="connsiteY65" fmla="*/ 455687 h 970371"/>
                                  <a:gd name="connsiteX66" fmla="*/ 163902 w 2648813"/>
                                  <a:gd name="connsiteY66" fmla="*/ 447061 h 970371"/>
                                  <a:gd name="connsiteX67" fmla="*/ 129396 w 2648813"/>
                                  <a:gd name="connsiteY67" fmla="*/ 421182 h 970371"/>
                                  <a:gd name="connsiteX68" fmla="*/ 103517 w 2648813"/>
                                  <a:gd name="connsiteY68" fmla="*/ 403929 h 970371"/>
                                  <a:gd name="connsiteX69" fmla="*/ 60385 w 2648813"/>
                                  <a:gd name="connsiteY69" fmla="*/ 360797 h 970371"/>
                                  <a:gd name="connsiteX70" fmla="*/ 34506 w 2648813"/>
                                  <a:gd name="connsiteY70" fmla="*/ 309038 h 970371"/>
                                  <a:gd name="connsiteX71" fmla="*/ 0 w 2648813"/>
                                  <a:gd name="connsiteY71" fmla="*/ 274533 h 9703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Lst>
                                <a:rect l="l" t="t" r="r" b="b"/>
                                <a:pathLst>
                                  <a:path w="2648813" h="970371">
                                    <a:moveTo>
                                      <a:pt x="0" y="274533"/>
                                    </a:moveTo>
                                    <a:lnTo>
                                      <a:pt x="0" y="274533"/>
                                    </a:lnTo>
                                    <a:cubicBezTo>
                                      <a:pt x="86264" y="219899"/>
                                      <a:pt x="168966" y="159186"/>
                                      <a:pt x="258793" y="110631"/>
                                    </a:cubicBezTo>
                                    <a:cubicBezTo>
                                      <a:pt x="276680" y="100963"/>
                                      <a:pt x="298946" y="104027"/>
                                      <a:pt x="319177" y="102004"/>
                                    </a:cubicBezTo>
                                    <a:cubicBezTo>
                                      <a:pt x="356483" y="98273"/>
                                      <a:pt x="393998" y="96932"/>
                                      <a:pt x="431321" y="93378"/>
                                    </a:cubicBezTo>
                                    <a:cubicBezTo>
                                      <a:pt x="488366" y="87945"/>
                                      <a:pt x="505573" y="83018"/>
                                      <a:pt x="560717" y="76125"/>
                                    </a:cubicBezTo>
                                    <a:cubicBezTo>
                                      <a:pt x="642405" y="65914"/>
                                      <a:pt x="660214" y="65817"/>
                                      <a:pt x="750498" y="58872"/>
                                    </a:cubicBezTo>
                                    <a:cubicBezTo>
                                      <a:pt x="1122268" y="-65047"/>
                                      <a:pt x="790002" y="42602"/>
                                      <a:pt x="1871932" y="58872"/>
                                    </a:cubicBezTo>
                                    <a:cubicBezTo>
                                      <a:pt x="1889421" y="59135"/>
                                      <a:pt x="1906403" y="64839"/>
                                      <a:pt x="1923691" y="67499"/>
                                    </a:cubicBezTo>
                                    <a:cubicBezTo>
                                      <a:pt x="1943787" y="70591"/>
                                      <a:pt x="1963948" y="73250"/>
                                      <a:pt x="1984076" y="76125"/>
                                    </a:cubicBezTo>
                                    <a:cubicBezTo>
                                      <a:pt x="2054833" y="99712"/>
                                      <a:pt x="1943143" y="64488"/>
                                      <a:pt x="2087593" y="93378"/>
                                    </a:cubicBezTo>
                                    <a:cubicBezTo>
                                      <a:pt x="2105426" y="96945"/>
                                      <a:pt x="2122098" y="104880"/>
                                      <a:pt x="2139351" y="110631"/>
                                    </a:cubicBezTo>
                                    <a:lnTo>
                                      <a:pt x="2165230" y="119257"/>
                                    </a:lnTo>
                                    <a:cubicBezTo>
                                      <a:pt x="2173857" y="122133"/>
                                      <a:pt x="2182193" y="126101"/>
                                      <a:pt x="2191110" y="127884"/>
                                    </a:cubicBezTo>
                                    <a:cubicBezTo>
                                      <a:pt x="2220775" y="133817"/>
                                      <a:pt x="2240308" y="137011"/>
                                      <a:pt x="2268747" y="145137"/>
                                    </a:cubicBezTo>
                                    <a:cubicBezTo>
                                      <a:pt x="2277490" y="147635"/>
                                      <a:pt x="2286269" y="150181"/>
                                      <a:pt x="2294627" y="153763"/>
                                    </a:cubicBezTo>
                                    <a:cubicBezTo>
                                      <a:pt x="2369249" y="185744"/>
                                      <a:pt x="2294316" y="159411"/>
                                      <a:pt x="2355011" y="179642"/>
                                    </a:cubicBezTo>
                                    <a:cubicBezTo>
                                      <a:pt x="2363638" y="185393"/>
                                      <a:pt x="2371417" y="192684"/>
                                      <a:pt x="2380891" y="196895"/>
                                    </a:cubicBezTo>
                                    <a:cubicBezTo>
                                      <a:pt x="2380904" y="196901"/>
                                      <a:pt x="2445581" y="218458"/>
                                      <a:pt x="2458528" y="222774"/>
                                    </a:cubicBezTo>
                                    <a:lnTo>
                                      <a:pt x="2484408" y="231401"/>
                                    </a:lnTo>
                                    <a:cubicBezTo>
                                      <a:pt x="2493034" y="234276"/>
                                      <a:pt x="2502154" y="235961"/>
                                      <a:pt x="2510287" y="240027"/>
                                    </a:cubicBezTo>
                                    <a:cubicBezTo>
                                      <a:pt x="2521789" y="245778"/>
                                      <a:pt x="2532752" y="252765"/>
                                      <a:pt x="2544793" y="257280"/>
                                    </a:cubicBezTo>
                                    <a:cubicBezTo>
                                      <a:pt x="2555894" y="261443"/>
                                      <a:pt x="2567899" y="262649"/>
                                      <a:pt x="2579298" y="265906"/>
                                    </a:cubicBezTo>
                                    <a:cubicBezTo>
                                      <a:pt x="2588041" y="268404"/>
                                      <a:pt x="2596551" y="271657"/>
                                      <a:pt x="2605177" y="274533"/>
                                    </a:cubicBezTo>
                                    <a:cubicBezTo>
                                      <a:pt x="2611065" y="280421"/>
                                      <a:pt x="2647509" y="313480"/>
                                      <a:pt x="2648310" y="326291"/>
                                    </a:cubicBezTo>
                                    <a:cubicBezTo>
                                      <a:pt x="2650649" y="363710"/>
                                      <a:pt x="2644333" y="401233"/>
                                      <a:pt x="2639683" y="438435"/>
                                    </a:cubicBezTo>
                                    <a:cubicBezTo>
                                      <a:pt x="2638555" y="447458"/>
                                      <a:pt x="2635568" y="456419"/>
                                      <a:pt x="2631057" y="464314"/>
                                    </a:cubicBezTo>
                                    <a:cubicBezTo>
                                      <a:pt x="2623924" y="476797"/>
                                      <a:pt x="2613152" y="486857"/>
                                      <a:pt x="2605177" y="498820"/>
                                    </a:cubicBezTo>
                                    <a:cubicBezTo>
                                      <a:pt x="2595876" y="512771"/>
                                      <a:pt x="2588300" y="527807"/>
                                      <a:pt x="2579298" y="541952"/>
                                    </a:cubicBezTo>
                                    <a:cubicBezTo>
                                      <a:pt x="2568166" y="559445"/>
                                      <a:pt x="2556295" y="576457"/>
                                      <a:pt x="2544793" y="593710"/>
                                    </a:cubicBezTo>
                                    <a:cubicBezTo>
                                      <a:pt x="2539042" y="602336"/>
                                      <a:pt x="2534871" y="612258"/>
                                      <a:pt x="2527540" y="619589"/>
                                    </a:cubicBezTo>
                                    <a:cubicBezTo>
                                      <a:pt x="2518913" y="628216"/>
                                      <a:pt x="2509600" y="636206"/>
                                      <a:pt x="2501660" y="645469"/>
                                    </a:cubicBezTo>
                                    <a:cubicBezTo>
                                      <a:pt x="2483060" y="667169"/>
                                      <a:pt x="2473560" y="688955"/>
                                      <a:pt x="2449902" y="705853"/>
                                    </a:cubicBezTo>
                                    <a:cubicBezTo>
                                      <a:pt x="2439438" y="713327"/>
                                      <a:pt x="2426898" y="717355"/>
                                      <a:pt x="2415396" y="723106"/>
                                    </a:cubicBezTo>
                                    <a:cubicBezTo>
                                      <a:pt x="2386996" y="751508"/>
                                      <a:pt x="2379034" y="762854"/>
                                      <a:pt x="2337759" y="783491"/>
                                    </a:cubicBezTo>
                                    <a:cubicBezTo>
                                      <a:pt x="2326257" y="789242"/>
                                      <a:pt x="2313717" y="793270"/>
                                      <a:pt x="2303253" y="800744"/>
                                    </a:cubicBezTo>
                                    <a:cubicBezTo>
                                      <a:pt x="2293326" y="807835"/>
                                      <a:pt x="2287301" y="819532"/>
                                      <a:pt x="2277374" y="826623"/>
                                    </a:cubicBezTo>
                                    <a:cubicBezTo>
                                      <a:pt x="2235493" y="856538"/>
                                      <a:pt x="2254531" y="833732"/>
                                      <a:pt x="2216989" y="852503"/>
                                    </a:cubicBezTo>
                                    <a:cubicBezTo>
                                      <a:pt x="2135512" y="893242"/>
                                      <a:pt x="2206331" y="867558"/>
                                      <a:pt x="2147977" y="887008"/>
                                    </a:cubicBezTo>
                                    <a:cubicBezTo>
                                      <a:pt x="2108013" y="913651"/>
                                      <a:pt x="2134930" y="900450"/>
                                      <a:pt x="2078966" y="912887"/>
                                    </a:cubicBezTo>
                                    <a:cubicBezTo>
                                      <a:pt x="1975945" y="935781"/>
                                      <a:pt x="2132198" y="904777"/>
                                      <a:pt x="1992702" y="930140"/>
                                    </a:cubicBezTo>
                                    <a:cubicBezTo>
                                      <a:pt x="1978276" y="932763"/>
                                      <a:pt x="1964152" y="937232"/>
                                      <a:pt x="1949570" y="938767"/>
                                    </a:cubicBezTo>
                                    <a:cubicBezTo>
                                      <a:pt x="1909433" y="942992"/>
                                      <a:pt x="1869057" y="944518"/>
                                      <a:pt x="1828800" y="947393"/>
                                    </a:cubicBezTo>
                                    <a:cubicBezTo>
                                      <a:pt x="1820174" y="950269"/>
                                      <a:pt x="1812014" y="956020"/>
                                      <a:pt x="1802921" y="956020"/>
                                    </a:cubicBezTo>
                                    <a:cubicBezTo>
                                      <a:pt x="1196498" y="956020"/>
                                      <a:pt x="1374869" y="997809"/>
                                      <a:pt x="1138687" y="938767"/>
                                    </a:cubicBezTo>
                                    <a:cubicBezTo>
                                      <a:pt x="1130061" y="933016"/>
                                      <a:pt x="1122282" y="925725"/>
                                      <a:pt x="1112808" y="921514"/>
                                    </a:cubicBezTo>
                                    <a:cubicBezTo>
                                      <a:pt x="1096189" y="914128"/>
                                      <a:pt x="1078988" y="907251"/>
                                      <a:pt x="1061049" y="904261"/>
                                    </a:cubicBezTo>
                                    <a:cubicBezTo>
                                      <a:pt x="1048754" y="902212"/>
                                      <a:pt x="981237" y="891532"/>
                                      <a:pt x="966159" y="887008"/>
                                    </a:cubicBezTo>
                                    <a:cubicBezTo>
                                      <a:pt x="951327" y="882558"/>
                                      <a:pt x="937717" y="874652"/>
                                      <a:pt x="923027" y="869755"/>
                                    </a:cubicBezTo>
                                    <a:cubicBezTo>
                                      <a:pt x="911779" y="866006"/>
                                      <a:pt x="899921" y="864386"/>
                                      <a:pt x="888521" y="861129"/>
                                    </a:cubicBezTo>
                                    <a:cubicBezTo>
                                      <a:pt x="879778" y="858631"/>
                                      <a:pt x="871385" y="855001"/>
                                      <a:pt x="862642" y="852503"/>
                                    </a:cubicBezTo>
                                    <a:cubicBezTo>
                                      <a:pt x="851242" y="849246"/>
                                      <a:pt x="839384" y="847625"/>
                                      <a:pt x="828136" y="843876"/>
                                    </a:cubicBezTo>
                                    <a:cubicBezTo>
                                      <a:pt x="813446" y="838979"/>
                                      <a:pt x="799503" y="832060"/>
                                      <a:pt x="785004" y="826623"/>
                                    </a:cubicBezTo>
                                    <a:cubicBezTo>
                                      <a:pt x="776490" y="823430"/>
                                      <a:pt x="767751" y="820872"/>
                                      <a:pt x="759125" y="817997"/>
                                    </a:cubicBezTo>
                                    <a:cubicBezTo>
                                      <a:pt x="699800" y="778447"/>
                                      <a:pt x="727038" y="790048"/>
                                      <a:pt x="681487" y="774865"/>
                                    </a:cubicBezTo>
                                    <a:cubicBezTo>
                                      <a:pt x="623298" y="716676"/>
                                      <a:pt x="652875" y="730822"/>
                                      <a:pt x="603849" y="714480"/>
                                    </a:cubicBezTo>
                                    <a:cubicBezTo>
                                      <a:pt x="595223" y="705854"/>
                                      <a:pt x="588121" y="695368"/>
                                      <a:pt x="577970" y="688601"/>
                                    </a:cubicBezTo>
                                    <a:cubicBezTo>
                                      <a:pt x="570404" y="683557"/>
                                      <a:pt x="560449" y="683556"/>
                                      <a:pt x="552091" y="679974"/>
                                    </a:cubicBezTo>
                                    <a:cubicBezTo>
                                      <a:pt x="540271" y="674908"/>
                                      <a:pt x="528612" y="669337"/>
                                      <a:pt x="517585" y="662721"/>
                                    </a:cubicBezTo>
                                    <a:cubicBezTo>
                                      <a:pt x="499805" y="652053"/>
                                      <a:pt x="485498" y="634773"/>
                                      <a:pt x="465827" y="628216"/>
                                    </a:cubicBezTo>
                                    <a:lnTo>
                                      <a:pt x="414068" y="610963"/>
                                    </a:lnTo>
                                    <a:cubicBezTo>
                                      <a:pt x="396815" y="599461"/>
                                      <a:pt x="376972" y="591119"/>
                                      <a:pt x="362310" y="576457"/>
                                    </a:cubicBezTo>
                                    <a:cubicBezTo>
                                      <a:pt x="353683" y="567831"/>
                                      <a:pt x="346060" y="558068"/>
                                      <a:pt x="336430" y="550578"/>
                                    </a:cubicBezTo>
                                    <a:cubicBezTo>
                                      <a:pt x="320063" y="537848"/>
                                      <a:pt x="299334" y="530734"/>
                                      <a:pt x="284672" y="516072"/>
                                    </a:cubicBezTo>
                                    <a:cubicBezTo>
                                      <a:pt x="242518" y="473918"/>
                                      <a:pt x="277275" y="503219"/>
                                      <a:pt x="224287" y="472940"/>
                                    </a:cubicBezTo>
                                    <a:cubicBezTo>
                                      <a:pt x="215285" y="467796"/>
                                      <a:pt x="207937" y="459771"/>
                                      <a:pt x="198408" y="455687"/>
                                    </a:cubicBezTo>
                                    <a:cubicBezTo>
                                      <a:pt x="187511" y="451017"/>
                                      <a:pt x="175404" y="449936"/>
                                      <a:pt x="163902" y="447061"/>
                                    </a:cubicBezTo>
                                    <a:cubicBezTo>
                                      <a:pt x="152400" y="438435"/>
                                      <a:pt x="141095" y="429539"/>
                                      <a:pt x="129396" y="421182"/>
                                    </a:cubicBezTo>
                                    <a:cubicBezTo>
                                      <a:pt x="120960" y="415156"/>
                                      <a:pt x="110848" y="411260"/>
                                      <a:pt x="103517" y="403929"/>
                                    </a:cubicBezTo>
                                    <a:cubicBezTo>
                                      <a:pt x="46008" y="346420"/>
                                      <a:pt x="129396" y="406805"/>
                                      <a:pt x="60385" y="360797"/>
                                    </a:cubicBezTo>
                                    <a:cubicBezTo>
                                      <a:pt x="43516" y="335495"/>
                                      <a:pt x="41649" y="337612"/>
                                      <a:pt x="34506" y="309038"/>
                                    </a:cubicBezTo>
                                    <a:cubicBezTo>
                                      <a:pt x="33809" y="306249"/>
                                      <a:pt x="5751" y="280284"/>
                                      <a:pt x="0" y="274533"/>
                                    </a:cubicBezTo>
                                    <a:close/>
                                  </a:path>
                                </a:pathLst>
                              </a:custGeom>
                              <a:solidFill>
                                <a:srgbClr val="8F604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9" name="Freeform 9"/>
                            <wps:cNvSpPr/>
                            <wps:spPr>
                              <a:xfrm>
                                <a:off x="337847" y="723210"/>
                                <a:ext cx="2751750" cy="1250830"/>
                              </a:xfrm>
                              <a:custGeom>
                                <a:avLst/>
                                <a:gdLst>
                                  <a:gd name="connsiteX0" fmla="*/ 43132 w 2734677"/>
                                  <a:gd name="connsiteY0" fmla="*/ 0 h 1250830"/>
                                  <a:gd name="connsiteX1" fmla="*/ 43132 w 2734677"/>
                                  <a:gd name="connsiteY1" fmla="*/ 0 h 1250830"/>
                                  <a:gd name="connsiteX2" fmla="*/ 112144 w 2734677"/>
                                  <a:gd name="connsiteY2" fmla="*/ 34505 h 1250830"/>
                                  <a:gd name="connsiteX3" fmla="*/ 146649 w 2734677"/>
                                  <a:gd name="connsiteY3" fmla="*/ 60385 h 1250830"/>
                                  <a:gd name="connsiteX4" fmla="*/ 198408 w 2734677"/>
                                  <a:gd name="connsiteY4" fmla="*/ 77637 h 1250830"/>
                                  <a:gd name="connsiteX5" fmla="*/ 250166 w 2734677"/>
                                  <a:gd name="connsiteY5" fmla="*/ 103517 h 1250830"/>
                                  <a:gd name="connsiteX6" fmla="*/ 276045 w 2734677"/>
                                  <a:gd name="connsiteY6" fmla="*/ 120770 h 1250830"/>
                                  <a:gd name="connsiteX7" fmla="*/ 319177 w 2734677"/>
                                  <a:gd name="connsiteY7" fmla="*/ 138022 h 1250830"/>
                                  <a:gd name="connsiteX8" fmla="*/ 345057 w 2734677"/>
                                  <a:gd name="connsiteY8" fmla="*/ 155275 h 1250830"/>
                                  <a:gd name="connsiteX9" fmla="*/ 414068 w 2734677"/>
                                  <a:gd name="connsiteY9" fmla="*/ 181154 h 1250830"/>
                                  <a:gd name="connsiteX10" fmla="*/ 465827 w 2734677"/>
                                  <a:gd name="connsiteY10" fmla="*/ 189781 h 1250830"/>
                                  <a:gd name="connsiteX11" fmla="*/ 500332 w 2734677"/>
                                  <a:gd name="connsiteY11" fmla="*/ 198407 h 1250830"/>
                                  <a:gd name="connsiteX12" fmla="*/ 552091 w 2734677"/>
                                  <a:gd name="connsiteY12" fmla="*/ 207034 h 1250830"/>
                                  <a:gd name="connsiteX13" fmla="*/ 603849 w 2734677"/>
                                  <a:gd name="connsiteY13" fmla="*/ 224287 h 1250830"/>
                                  <a:gd name="connsiteX14" fmla="*/ 638355 w 2734677"/>
                                  <a:gd name="connsiteY14" fmla="*/ 232913 h 1250830"/>
                                  <a:gd name="connsiteX15" fmla="*/ 664234 w 2734677"/>
                                  <a:gd name="connsiteY15" fmla="*/ 250166 h 1250830"/>
                                  <a:gd name="connsiteX16" fmla="*/ 724619 w 2734677"/>
                                  <a:gd name="connsiteY16" fmla="*/ 267419 h 1250830"/>
                                  <a:gd name="connsiteX17" fmla="*/ 810883 w 2734677"/>
                                  <a:gd name="connsiteY17" fmla="*/ 284671 h 1250830"/>
                                  <a:gd name="connsiteX18" fmla="*/ 923027 w 2734677"/>
                                  <a:gd name="connsiteY18" fmla="*/ 319177 h 1250830"/>
                                  <a:gd name="connsiteX19" fmla="*/ 974785 w 2734677"/>
                                  <a:gd name="connsiteY19" fmla="*/ 327804 h 1250830"/>
                                  <a:gd name="connsiteX20" fmla="*/ 1017917 w 2734677"/>
                                  <a:gd name="connsiteY20" fmla="*/ 336430 h 1250830"/>
                                  <a:gd name="connsiteX21" fmla="*/ 1095555 w 2734677"/>
                                  <a:gd name="connsiteY21" fmla="*/ 345056 h 1250830"/>
                                  <a:gd name="connsiteX22" fmla="*/ 1181819 w 2734677"/>
                                  <a:gd name="connsiteY22" fmla="*/ 362309 h 1250830"/>
                                  <a:gd name="connsiteX23" fmla="*/ 1656272 w 2734677"/>
                                  <a:gd name="connsiteY23" fmla="*/ 353683 h 1250830"/>
                                  <a:gd name="connsiteX24" fmla="*/ 1690777 w 2734677"/>
                                  <a:gd name="connsiteY24" fmla="*/ 345056 h 1250830"/>
                                  <a:gd name="connsiteX25" fmla="*/ 1828800 w 2734677"/>
                                  <a:gd name="connsiteY25" fmla="*/ 327804 h 1250830"/>
                                  <a:gd name="connsiteX26" fmla="*/ 1949570 w 2734677"/>
                                  <a:gd name="connsiteY26" fmla="*/ 293298 h 1250830"/>
                                  <a:gd name="connsiteX27" fmla="*/ 1975449 w 2734677"/>
                                  <a:gd name="connsiteY27" fmla="*/ 284671 h 1250830"/>
                                  <a:gd name="connsiteX28" fmla="*/ 2001328 w 2734677"/>
                                  <a:gd name="connsiteY28" fmla="*/ 267419 h 1250830"/>
                                  <a:gd name="connsiteX29" fmla="*/ 2053087 w 2734677"/>
                                  <a:gd name="connsiteY29" fmla="*/ 250166 h 1250830"/>
                                  <a:gd name="connsiteX30" fmla="*/ 2104845 w 2734677"/>
                                  <a:gd name="connsiteY30" fmla="*/ 207034 h 1250830"/>
                                  <a:gd name="connsiteX31" fmla="*/ 2130725 w 2734677"/>
                                  <a:gd name="connsiteY31" fmla="*/ 198407 h 1250830"/>
                                  <a:gd name="connsiteX32" fmla="*/ 2191110 w 2734677"/>
                                  <a:gd name="connsiteY32" fmla="*/ 155275 h 1250830"/>
                                  <a:gd name="connsiteX33" fmla="*/ 2251494 w 2734677"/>
                                  <a:gd name="connsiteY33" fmla="*/ 138022 h 1250830"/>
                                  <a:gd name="connsiteX34" fmla="*/ 2277374 w 2734677"/>
                                  <a:gd name="connsiteY34" fmla="*/ 120770 h 1250830"/>
                                  <a:gd name="connsiteX35" fmla="*/ 2337759 w 2734677"/>
                                  <a:gd name="connsiteY35" fmla="*/ 103517 h 1250830"/>
                                  <a:gd name="connsiteX36" fmla="*/ 2363638 w 2734677"/>
                                  <a:gd name="connsiteY36" fmla="*/ 94890 h 1250830"/>
                                  <a:gd name="connsiteX37" fmla="*/ 2398144 w 2734677"/>
                                  <a:gd name="connsiteY37" fmla="*/ 86264 h 1250830"/>
                                  <a:gd name="connsiteX38" fmla="*/ 2424023 w 2734677"/>
                                  <a:gd name="connsiteY38" fmla="*/ 77637 h 1250830"/>
                                  <a:gd name="connsiteX39" fmla="*/ 2458528 w 2734677"/>
                                  <a:gd name="connsiteY39" fmla="*/ 60385 h 1250830"/>
                                  <a:gd name="connsiteX40" fmla="*/ 2501660 w 2734677"/>
                                  <a:gd name="connsiteY40" fmla="*/ 51758 h 1250830"/>
                                  <a:gd name="connsiteX41" fmla="*/ 2596551 w 2734677"/>
                                  <a:gd name="connsiteY41" fmla="*/ 34505 h 1250830"/>
                                  <a:gd name="connsiteX42" fmla="*/ 2648310 w 2734677"/>
                                  <a:gd name="connsiteY42" fmla="*/ 43132 h 1250830"/>
                                  <a:gd name="connsiteX43" fmla="*/ 2665562 w 2734677"/>
                                  <a:gd name="connsiteY43" fmla="*/ 69011 h 1250830"/>
                                  <a:gd name="connsiteX44" fmla="*/ 2700068 w 2734677"/>
                                  <a:gd name="connsiteY44" fmla="*/ 146649 h 1250830"/>
                                  <a:gd name="connsiteX45" fmla="*/ 2708694 w 2734677"/>
                                  <a:gd name="connsiteY45" fmla="*/ 172528 h 1250830"/>
                                  <a:gd name="connsiteX46" fmla="*/ 2725947 w 2734677"/>
                                  <a:gd name="connsiteY46" fmla="*/ 250166 h 1250830"/>
                                  <a:gd name="connsiteX47" fmla="*/ 2725947 w 2734677"/>
                                  <a:gd name="connsiteY47" fmla="*/ 457200 h 1250830"/>
                                  <a:gd name="connsiteX48" fmla="*/ 2691442 w 2734677"/>
                                  <a:gd name="connsiteY48" fmla="*/ 508958 h 1250830"/>
                                  <a:gd name="connsiteX49" fmla="*/ 2639683 w 2734677"/>
                                  <a:gd name="connsiteY49" fmla="*/ 560717 h 1250830"/>
                                  <a:gd name="connsiteX50" fmla="*/ 2613804 w 2734677"/>
                                  <a:gd name="connsiteY50" fmla="*/ 586596 h 1250830"/>
                                  <a:gd name="connsiteX51" fmla="*/ 2587925 w 2734677"/>
                                  <a:gd name="connsiteY51" fmla="*/ 603849 h 1250830"/>
                                  <a:gd name="connsiteX52" fmla="*/ 2562045 w 2734677"/>
                                  <a:gd name="connsiteY52" fmla="*/ 664234 h 1250830"/>
                                  <a:gd name="connsiteX53" fmla="*/ 2527540 w 2734677"/>
                                  <a:gd name="connsiteY53" fmla="*/ 741871 h 1250830"/>
                                  <a:gd name="connsiteX54" fmla="*/ 2510287 w 2734677"/>
                                  <a:gd name="connsiteY54" fmla="*/ 819509 h 1250830"/>
                                  <a:gd name="connsiteX55" fmla="*/ 2458528 w 2734677"/>
                                  <a:gd name="connsiteY55" fmla="*/ 914400 h 1250830"/>
                                  <a:gd name="connsiteX56" fmla="*/ 2432649 w 2734677"/>
                                  <a:gd name="connsiteY56" fmla="*/ 966158 h 1250830"/>
                                  <a:gd name="connsiteX57" fmla="*/ 2406770 w 2734677"/>
                                  <a:gd name="connsiteY57" fmla="*/ 992037 h 1250830"/>
                                  <a:gd name="connsiteX58" fmla="*/ 2380891 w 2734677"/>
                                  <a:gd name="connsiteY58" fmla="*/ 1026543 h 1250830"/>
                                  <a:gd name="connsiteX59" fmla="*/ 2329132 w 2734677"/>
                                  <a:gd name="connsiteY59" fmla="*/ 1061049 h 1250830"/>
                                  <a:gd name="connsiteX60" fmla="*/ 2303253 w 2734677"/>
                                  <a:gd name="connsiteY60" fmla="*/ 1078302 h 1250830"/>
                                  <a:gd name="connsiteX61" fmla="*/ 2277374 w 2734677"/>
                                  <a:gd name="connsiteY61" fmla="*/ 1104181 h 1250830"/>
                                  <a:gd name="connsiteX62" fmla="*/ 2156604 w 2734677"/>
                                  <a:gd name="connsiteY62" fmla="*/ 1130060 h 1250830"/>
                                  <a:gd name="connsiteX63" fmla="*/ 2122098 w 2734677"/>
                                  <a:gd name="connsiteY63" fmla="*/ 1138687 h 1250830"/>
                                  <a:gd name="connsiteX64" fmla="*/ 2096219 w 2734677"/>
                                  <a:gd name="connsiteY64" fmla="*/ 1147313 h 1250830"/>
                                  <a:gd name="connsiteX65" fmla="*/ 2027208 w 2734677"/>
                                  <a:gd name="connsiteY65" fmla="*/ 1164566 h 1250830"/>
                                  <a:gd name="connsiteX66" fmla="*/ 1992702 w 2734677"/>
                                  <a:gd name="connsiteY66" fmla="*/ 1173192 h 1250830"/>
                                  <a:gd name="connsiteX67" fmla="*/ 1897811 w 2734677"/>
                                  <a:gd name="connsiteY67" fmla="*/ 1199071 h 1250830"/>
                                  <a:gd name="connsiteX68" fmla="*/ 1837427 w 2734677"/>
                                  <a:gd name="connsiteY68" fmla="*/ 1207698 h 1250830"/>
                                  <a:gd name="connsiteX69" fmla="*/ 1768415 w 2734677"/>
                                  <a:gd name="connsiteY69" fmla="*/ 1224951 h 1250830"/>
                                  <a:gd name="connsiteX70" fmla="*/ 1682151 w 2734677"/>
                                  <a:gd name="connsiteY70" fmla="*/ 1233577 h 1250830"/>
                                  <a:gd name="connsiteX71" fmla="*/ 1595887 w 2734677"/>
                                  <a:gd name="connsiteY71" fmla="*/ 1250830 h 1250830"/>
                                  <a:gd name="connsiteX72" fmla="*/ 1199072 w 2734677"/>
                                  <a:gd name="connsiteY72" fmla="*/ 1242204 h 1250830"/>
                                  <a:gd name="connsiteX73" fmla="*/ 1173193 w 2734677"/>
                                  <a:gd name="connsiteY73" fmla="*/ 1233577 h 1250830"/>
                                  <a:gd name="connsiteX74" fmla="*/ 1086928 w 2734677"/>
                                  <a:gd name="connsiteY74" fmla="*/ 1216324 h 1250830"/>
                                  <a:gd name="connsiteX75" fmla="*/ 1026544 w 2734677"/>
                                  <a:gd name="connsiteY75" fmla="*/ 1199071 h 1250830"/>
                                  <a:gd name="connsiteX76" fmla="*/ 1000664 w 2734677"/>
                                  <a:gd name="connsiteY76" fmla="*/ 1190445 h 1250830"/>
                                  <a:gd name="connsiteX77" fmla="*/ 897147 w 2734677"/>
                                  <a:gd name="connsiteY77" fmla="*/ 1173192 h 1250830"/>
                                  <a:gd name="connsiteX78" fmla="*/ 862642 w 2734677"/>
                                  <a:gd name="connsiteY78" fmla="*/ 1164566 h 1250830"/>
                                  <a:gd name="connsiteX79" fmla="*/ 819510 w 2734677"/>
                                  <a:gd name="connsiteY79" fmla="*/ 1155939 h 1250830"/>
                                  <a:gd name="connsiteX80" fmla="*/ 785004 w 2734677"/>
                                  <a:gd name="connsiteY80" fmla="*/ 1138687 h 1250830"/>
                                  <a:gd name="connsiteX81" fmla="*/ 759125 w 2734677"/>
                                  <a:gd name="connsiteY81" fmla="*/ 1130060 h 1250830"/>
                                  <a:gd name="connsiteX82" fmla="*/ 698740 w 2734677"/>
                                  <a:gd name="connsiteY82" fmla="*/ 1086928 h 1250830"/>
                                  <a:gd name="connsiteX83" fmla="*/ 664234 w 2734677"/>
                                  <a:gd name="connsiteY83" fmla="*/ 1069675 h 1250830"/>
                                  <a:gd name="connsiteX84" fmla="*/ 612476 w 2734677"/>
                                  <a:gd name="connsiteY84" fmla="*/ 1043796 h 1250830"/>
                                  <a:gd name="connsiteX85" fmla="*/ 586596 w 2734677"/>
                                  <a:gd name="connsiteY85" fmla="*/ 1026543 h 1250830"/>
                                  <a:gd name="connsiteX86" fmla="*/ 569344 w 2734677"/>
                                  <a:gd name="connsiteY86" fmla="*/ 1000664 h 1250830"/>
                                  <a:gd name="connsiteX87" fmla="*/ 526211 w 2734677"/>
                                  <a:gd name="connsiteY87" fmla="*/ 974785 h 1250830"/>
                                  <a:gd name="connsiteX88" fmla="*/ 474453 w 2734677"/>
                                  <a:gd name="connsiteY88" fmla="*/ 923026 h 1250830"/>
                                  <a:gd name="connsiteX89" fmla="*/ 448574 w 2734677"/>
                                  <a:gd name="connsiteY89" fmla="*/ 897147 h 1250830"/>
                                  <a:gd name="connsiteX90" fmla="*/ 422694 w 2734677"/>
                                  <a:gd name="connsiteY90" fmla="*/ 879894 h 1250830"/>
                                  <a:gd name="connsiteX91" fmla="*/ 405442 w 2734677"/>
                                  <a:gd name="connsiteY91" fmla="*/ 854015 h 1250830"/>
                                  <a:gd name="connsiteX92" fmla="*/ 379562 w 2734677"/>
                                  <a:gd name="connsiteY92" fmla="*/ 793630 h 1250830"/>
                                  <a:gd name="connsiteX93" fmla="*/ 345057 w 2734677"/>
                                  <a:gd name="connsiteY93" fmla="*/ 741871 h 1250830"/>
                                  <a:gd name="connsiteX94" fmla="*/ 284672 w 2734677"/>
                                  <a:gd name="connsiteY94" fmla="*/ 664234 h 1250830"/>
                                  <a:gd name="connsiteX95" fmla="*/ 267419 w 2734677"/>
                                  <a:gd name="connsiteY95" fmla="*/ 629728 h 1250830"/>
                                  <a:gd name="connsiteX96" fmla="*/ 258793 w 2734677"/>
                                  <a:gd name="connsiteY96" fmla="*/ 603849 h 1250830"/>
                                  <a:gd name="connsiteX97" fmla="*/ 224287 w 2734677"/>
                                  <a:gd name="connsiteY97" fmla="*/ 552090 h 1250830"/>
                                  <a:gd name="connsiteX98" fmla="*/ 207034 w 2734677"/>
                                  <a:gd name="connsiteY98" fmla="*/ 526211 h 1250830"/>
                                  <a:gd name="connsiteX99" fmla="*/ 181155 w 2734677"/>
                                  <a:gd name="connsiteY99" fmla="*/ 500332 h 1250830"/>
                                  <a:gd name="connsiteX100" fmla="*/ 120770 w 2734677"/>
                                  <a:gd name="connsiteY100" fmla="*/ 414068 h 1250830"/>
                                  <a:gd name="connsiteX101" fmla="*/ 94891 w 2734677"/>
                                  <a:gd name="connsiteY101" fmla="*/ 396815 h 1250830"/>
                                  <a:gd name="connsiteX102" fmla="*/ 69011 w 2734677"/>
                                  <a:gd name="connsiteY102" fmla="*/ 336430 h 1250830"/>
                                  <a:gd name="connsiteX103" fmla="*/ 51759 w 2734677"/>
                                  <a:gd name="connsiteY103" fmla="*/ 310551 h 1250830"/>
                                  <a:gd name="connsiteX104" fmla="*/ 34506 w 2734677"/>
                                  <a:gd name="connsiteY104" fmla="*/ 258792 h 1250830"/>
                                  <a:gd name="connsiteX105" fmla="*/ 25879 w 2734677"/>
                                  <a:gd name="connsiteY105" fmla="*/ 232913 h 1250830"/>
                                  <a:gd name="connsiteX106" fmla="*/ 17253 w 2734677"/>
                                  <a:gd name="connsiteY106" fmla="*/ 198407 h 1250830"/>
                                  <a:gd name="connsiteX107" fmla="*/ 0 w 2734677"/>
                                  <a:gd name="connsiteY107" fmla="*/ 146649 h 1250830"/>
                                  <a:gd name="connsiteX108" fmla="*/ 8627 w 2734677"/>
                                  <a:gd name="connsiteY108" fmla="*/ 43132 h 1250830"/>
                                  <a:gd name="connsiteX109" fmla="*/ 43132 w 2734677"/>
                                  <a:gd name="connsiteY109" fmla="*/ 0 h 125083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Lst>
                                <a:rect l="l" t="t" r="r" b="b"/>
                                <a:pathLst>
                                  <a:path w="2734677" h="1250830">
                                    <a:moveTo>
                                      <a:pt x="43132" y="0"/>
                                    </a:moveTo>
                                    <a:lnTo>
                                      <a:pt x="43132" y="0"/>
                                    </a:lnTo>
                                    <a:cubicBezTo>
                                      <a:pt x="66136" y="11502"/>
                                      <a:pt x="89928" y="21546"/>
                                      <a:pt x="112144" y="34505"/>
                                    </a:cubicBezTo>
                                    <a:cubicBezTo>
                                      <a:pt x="124563" y="41749"/>
                                      <a:pt x="133790" y="53955"/>
                                      <a:pt x="146649" y="60385"/>
                                    </a:cubicBezTo>
                                    <a:cubicBezTo>
                                      <a:pt x="162915" y="68518"/>
                                      <a:pt x="198408" y="77637"/>
                                      <a:pt x="198408" y="77637"/>
                                    </a:cubicBezTo>
                                    <a:cubicBezTo>
                                      <a:pt x="272574" y="127082"/>
                                      <a:pt x="178737" y="67801"/>
                                      <a:pt x="250166" y="103517"/>
                                    </a:cubicBezTo>
                                    <a:cubicBezTo>
                                      <a:pt x="259439" y="108154"/>
                                      <a:pt x="266772" y="116134"/>
                                      <a:pt x="276045" y="120770"/>
                                    </a:cubicBezTo>
                                    <a:cubicBezTo>
                                      <a:pt x="289895" y="127695"/>
                                      <a:pt x="305327" y="131097"/>
                                      <a:pt x="319177" y="138022"/>
                                    </a:cubicBezTo>
                                    <a:cubicBezTo>
                                      <a:pt x="328450" y="142659"/>
                                      <a:pt x="335784" y="150638"/>
                                      <a:pt x="345057" y="155275"/>
                                    </a:cubicBezTo>
                                    <a:cubicBezTo>
                                      <a:pt x="350434" y="157963"/>
                                      <a:pt x="400627" y="178167"/>
                                      <a:pt x="414068" y="181154"/>
                                    </a:cubicBezTo>
                                    <a:cubicBezTo>
                                      <a:pt x="431142" y="184948"/>
                                      <a:pt x="448676" y="186351"/>
                                      <a:pt x="465827" y="189781"/>
                                    </a:cubicBezTo>
                                    <a:cubicBezTo>
                                      <a:pt x="477452" y="192106"/>
                                      <a:pt x="488707" y="196082"/>
                                      <a:pt x="500332" y="198407"/>
                                    </a:cubicBezTo>
                                    <a:cubicBezTo>
                                      <a:pt x="517483" y="201837"/>
                                      <a:pt x="535122" y="202792"/>
                                      <a:pt x="552091" y="207034"/>
                                    </a:cubicBezTo>
                                    <a:cubicBezTo>
                                      <a:pt x="569734" y="211445"/>
                                      <a:pt x="586430" y="219061"/>
                                      <a:pt x="603849" y="224287"/>
                                    </a:cubicBezTo>
                                    <a:cubicBezTo>
                                      <a:pt x="615205" y="227694"/>
                                      <a:pt x="626853" y="230038"/>
                                      <a:pt x="638355" y="232913"/>
                                    </a:cubicBezTo>
                                    <a:cubicBezTo>
                                      <a:pt x="646981" y="238664"/>
                                      <a:pt x="654608" y="246316"/>
                                      <a:pt x="664234" y="250166"/>
                                    </a:cubicBezTo>
                                    <a:cubicBezTo>
                                      <a:pt x="683671" y="257941"/>
                                      <a:pt x="704568" y="261404"/>
                                      <a:pt x="724619" y="267419"/>
                                    </a:cubicBezTo>
                                    <a:cubicBezTo>
                                      <a:pt x="779365" y="283843"/>
                                      <a:pt x="720079" y="271700"/>
                                      <a:pt x="810883" y="284671"/>
                                    </a:cubicBezTo>
                                    <a:cubicBezTo>
                                      <a:pt x="858889" y="316676"/>
                                      <a:pt x="833022" y="304175"/>
                                      <a:pt x="923027" y="319177"/>
                                    </a:cubicBezTo>
                                    <a:lnTo>
                                      <a:pt x="974785" y="327804"/>
                                    </a:lnTo>
                                    <a:cubicBezTo>
                                      <a:pt x="989211" y="330427"/>
                                      <a:pt x="1003402" y="334357"/>
                                      <a:pt x="1017917" y="336430"/>
                                    </a:cubicBezTo>
                                    <a:cubicBezTo>
                                      <a:pt x="1043694" y="340112"/>
                                      <a:pt x="1069745" y="341615"/>
                                      <a:pt x="1095555" y="345056"/>
                                    </a:cubicBezTo>
                                    <a:cubicBezTo>
                                      <a:pt x="1140870" y="351098"/>
                                      <a:pt x="1142639" y="352515"/>
                                      <a:pt x="1181819" y="362309"/>
                                    </a:cubicBezTo>
                                    <a:lnTo>
                                      <a:pt x="1656272" y="353683"/>
                                    </a:lnTo>
                                    <a:cubicBezTo>
                                      <a:pt x="1668121" y="353281"/>
                                      <a:pt x="1679113" y="347177"/>
                                      <a:pt x="1690777" y="345056"/>
                                    </a:cubicBezTo>
                                    <a:cubicBezTo>
                                      <a:pt x="1729456" y="338023"/>
                                      <a:pt x="1791762" y="331919"/>
                                      <a:pt x="1828800" y="327804"/>
                                    </a:cubicBezTo>
                                    <a:cubicBezTo>
                                      <a:pt x="1915444" y="306143"/>
                                      <a:pt x="1875324" y="318047"/>
                                      <a:pt x="1949570" y="293298"/>
                                    </a:cubicBezTo>
                                    <a:cubicBezTo>
                                      <a:pt x="1958196" y="290422"/>
                                      <a:pt x="1967883" y="289715"/>
                                      <a:pt x="1975449" y="284671"/>
                                    </a:cubicBezTo>
                                    <a:cubicBezTo>
                                      <a:pt x="1984075" y="278920"/>
                                      <a:pt x="1991854" y="271630"/>
                                      <a:pt x="2001328" y="267419"/>
                                    </a:cubicBezTo>
                                    <a:cubicBezTo>
                                      <a:pt x="2017947" y="260033"/>
                                      <a:pt x="2053087" y="250166"/>
                                      <a:pt x="2053087" y="250166"/>
                                    </a:cubicBezTo>
                                    <a:cubicBezTo>
                                      <a:pt x="2072165" y="231088"/>
                                      <a:pt x="2080826" y="219044"/>
                                      <a:pt x="2104845" y="207034"/>
                                    </a:cubicBezTo>
                                    <a:cubicBezTo>
                                      <a:pt x="2112978" y="202967"/>
                                      <a:pt x="2122098" y="201283"/>
                                      <a:pt x="2130725" y="198407"/>
                                    </a:cubicBezTo>
                                    <a:cubicBezTo>
                                      <a:pt x="2134656" y="195459"/>
                                      <a:pt x="2181297" y="159481"/>
                                      <a:pt x="2191110" y="155275"/>
                                    </a:cubicBezTo>
                                    <a:cubicBezTo>
                                      <a:pt x="2229832" y="138680"/>
                                      <a:pt x="2217900" y="154819"/>
                                      <a:pt x="2251494" y="138022"/>
                                    </a:cubicBezTo>
                                    <a:cubicBezTo>
                                      <a:pt x="2260767" y="133385"/>
                                      <a:pt x="2268101" y="125407"/>
                                      <a:pt x="2277374" y="120770"/>
                                    </a:cubicBezTo>
                                    <a:cubicBezTo>
                                      <a:pt x="2291170" y="113872"/>
                                      <a:pt x="2324851" y="107205"/>
                                      <a:pt x="2337759" y="103517"/>
                                    </a:cubicBezTo>
                                    <a:cubicBezTo>
                                      <a:pt x="2346502" y="101019"/>
                                      <a:pt x="2354895" y="97388"/>
                                      <a:pt x="2363638" y="94890"/>
                                    </a:cubicBezTo>
                                    <a:cubicBezTo>
                                      <a:pt x="2375038" y="91633"/>
                                      <a:pt x="2386744" y="89521"/>
                                      <a:pt x="2398144" y="86264"/>
                                    </a:cubicBezTo>
                                    <a:cubicBezTo>
                                      <a:pt x="2406887" y="83766"/>
                                      <a:pt x="2415665" y="81219"/>
                                      <a:pt x="2424023" y="77637"/>
                                    </a:cubicBezTo>
                                    <a:cubicBezTo>
                                      <a:pt x="2435842" y="72571"/>
                                      <a:pt x="2446329" y="64451"/>
                                      <a:pt x="2458528" y="60385"/>
                                    </a:cubicBezTo>
                                    <a:cubicBezTo>
                                      <a:pt x="2472438" y="55748"/>
                                      <a:pt x="2487436" y="55314"/>
                                      <a:pt x="2501660" y="51758"/>
                                    </a:cubicBezTo>
                                    <a:cubicBezTo>
                                      <a:pt x="2581441" y="31813"/>
                                      <a:pt x="2437169" y="54429"/>
                                      <a:pt x="2596551" y="34505"/>
                                    </a:cubicBezTo>
                                    <a:cubicBezTo>
                                      <a:pt x="2613804" y="37381"/>
                                      <a:pt x="2632666" y="35310"/>
                                      <a:pt x="2648310" y="43132"/>
                                    </a:cubicBezTo>
                                    <a:cubicBezTo>
                                      <a:pt x="2657583" y="47769"/>
                                      <a:pt x="2661351" y="59537"/>
                                      <a:pt x="2665562" y="69011"/>
                                    </a:cubicBezTo>
                                    <a:cubicBezTo>
                                      <a:pt x="2706621" y="161397"/>
                                      <a:pt x="2661024" y="88085"/>
                                      <a:pt x="2700068" y="146649"/>
                                    </a:cubicBezTo>
                                    <a:cubicBezTo>
                                      <a:pt x="2702943" y="155275"/>
                                      <a:pt x="2706196" y="163785"/>
                                      <a:pt x="2708694" y="172528"/>
                                    </a:cubicBezTo>
                                    <a:cubicBezTo>
                                      <a:pt x="2716819" y="200964"/>
                                      <a:pt x="2720015" y="220506"/>
                                      <a:pt x="2725947" y="250166"/>
                                    </a:cubicBezTo>
                                    <a:cubicBezTo>
                                      <a:pt x="2729652" y="302039"/>
                                      <a:pt x="2743588" y="400748"/>
                                      <a:pt x="2725947" y="457200"/>
                                    </a:cubicBezTo>
                                    <a:cubicBezTo>
                                      <a:pt x="2719762" y="476991"/>
                                      <a:pt x="2706104" y="494296"/>
                                      <a:pt x="2691442" y="508958"/>
                                    </a:cubicBezTo>
                                    <a:lnTo>
                                      <a:pt x="2639683" y="560717"/>
                                    </a:lnTo>
                                    <a:cubicBezTo>
                                      <a:pt x="2631057" y="569343"/>
                                      <a:pt x="2623955" y="579829"/>
                                      <a:pt x="2613804" y="586596"/>
                                    </a:cubicBezTo>
                                    <a:lnTo>
                                      <a:pt x="2587925" y="603849"/>
                                    </a:lnTo>
                                    <a:cubicBezTo>
                                      <a:pt x="2544614" y="668815"/>
                                      <a:pt x="2595465" y="586253"/>
                                      <a:pt x="2562045" y="664234"/>
                                    </a:cubicBezTo>
                                    <a:cubicBezTo>
                                      <a:pt x="2534940" y="727480"/>
                                      <a:pt x="2547660" y="641274"/>
                                      <a:pt x="2527540" y="741871"/>
                                    </a:cubicBezTo>
                                    <a:cubicBezTo>
                                      <a:pt x="2525861" y="750266"/>
                                      <a:pt x="2514971" y="808267"/>
                                      <a:pt x="2510287" y="819509"/>
                                    </a:cubicBezTo>
                                    <a:cubicBezTo>
                                      <a:pt x="2488542" y="871696"/>
                                      <a:pt x="2483034" y="877641"/>
                                      <a:pt x="2458528" y="914400"/>
                                    </a:cubicBezTo>
                                    <a:cubicBezTo>
                                      <a:pt x="2449882" y="940338"/>
                                      <a:pt x="2451230" y="943861"/>
                                      <a:pt x="2432649" y="966158"/>
                                    </a:cubicBezTo>
                                    <a:cubicBezTo>
                                      <a:pt x="2424839" y="975530"/>
                                      <a:pt x="2414709" y="982774"/>
                                      <a:pt x="2406770" y="992037"/>
                                    </a:cubicBezTo>
                                    <a:cubicBezTo>
                                      <a:pt x="2397413" y="1002953"/>
                                      <a:pt x="2391637" y="1016991"/>
                                      <a:pt x="2380891" y="1026543"/>
                                    </a:cubicBezTo>
                                    <a:cubicBezTo>
                                      <a:pt x="2365393" y="1040319"/>
                                      <a:pt x="2346385" y="1049547"/>
                                      <a:pt x="2329132" y="1061049"/>
                                    </a:cubicBezTo>
                                    <a:cubicBezTo>
                                      <a:pt x="2320506" y="1066800"/>
                                      <a:pt x="2310584" y="1070971"/>
                                      <a:pt x="2303253" y="1078302"/>
                                    </a:cubicBezTo>
                                    <a:cubicBezTo>
                                      <a:pt x="2294627" y="1086928"/>
                                      <a:pt x="2288038" y="1098256"/>
                                      <a:pt x="2277374" y="1104181"/>
                                    </a:cubicBezTo>
                                    <a:cubicBezTo>
                                      <a:pt x="2241687" y="1124007"/>
                                      <a:pt x="2195138" y="1125243"/>
                                      <a:pt x="2156604" y="1130060"/>
                                    </a:cubicBezTo>
                                    <a:cubicBezTo>
                                      <a:pt x="2145102" y="1132936"/>
                                      <a:pt x="2133498" y="1135430"/>
                                      <a:pt x="2122098" y="1138687"/>
                                    </a:cubicBezTo>
                                    <a:cubicBezTo>
                                      <a:pt x="2113355" y="1141185"/>
                                      <a:pt x="2104992" y="1144921"/>
                                      <a:pt x="2096219" y="1147313"/>
                                    </a:cubicBezTo>
                                    <a:cubicBezTo>
                                      <a:pt x="2073343" y="1153552"/>
                                      <a:pt x="2050212" y="1158815"/>
                                      <a:pt x="2027208" y="1164566"/>
                                    </a:cubicBezTo>
                                    <a:cubicBezTo>
                                      <a:pt x="2015706" y="1167441"/>
                                      <a:pt x="2003949" y="1169443"/>
                                      <a:pt x="1992702" y="1173192"/>
                                    </a:cubicBezTo>
                                    <a:cubicBezTo>
                                      <a:pt x="1961112" y="1183723"/>
                                      <a:pt x="1931877" y="1194204"/>
                                      <a:pt x="1897811" y="1199071"/>
                                    </a:cubicBezTo>
                                    <a:cubicBezTo>
                                      <a:pt x="1877683" y="1201947"/>
                                      <a:pt x="1857365" y="1203710"/>
                                      <a:pt x="1837427" y="1207698"/>
                                    </a:cubicBezTo>
                                    <a:cubicBezTo>
                                      <a:pt x="1814176" y="1212348"/>
                                      <a:pt x="1792009" y="1222592"/>
                                      <a:pt x="1768415" y="1224951"/>
                                    </a:cubicBezTo>
                                    <a:cubicBezTo>
                                      <a:pt x="1739660" y="1227826"/>
                                      <a:pt x="1710826" y="1229993"/>
                                      <a:pt x="1682151" y="1233577"/>
                                    </a:cubicBezTo>
                                    <a:cubicBezTo>
                                      <a:pt x="1639858" y="1238864"/>
                                      <a:pt x="1633019" y="1241548"/>
                                      <a:pt x="1595887" y="1250830"/>
                                    </a:cubicBezTo>
                                    <a:lnTo>
                                      <a:pt x="1199072" y="1242204"/>
                                    </a:lnTo>
                                    <a:cubicBezTo>
                                      <a:pt x="1189987" y="1241833"/>
                                      <a:pt x="1182053" y="1235622"/>
                                      <a:pt x="1173193" y="1233577"/>
                                    </a:cubicBezTo>
                                    <a:cubicBezTo>
                                      <a:pt x="1144620" y="1226983"/>
                                      <a:pt x="1114748" y="1225597"/>
                                      <a:pt x="1086928" y="1216324"/>
                                    </a:cubicBezTo>
                                    <a:cubicBezTo>
                                      <a:pt x="1024885" y="1195644"/>
                                      <a:pt x="1102358" y="1220732"/>
                                      <a:pt x="1026544" y="1199071"/>
                                    </a:cubicBezTo>
                                    <a:cubicBezTo>
                                      <a:pt x="1017801" y="1196573"/>
                                      <a:pt x="1009407" y="1192943"/>
                                      <a:pt x="1000664" y="1190445"/>
                                    </a:cubicBezTo>
                                    <a:cubicBezTo>
                                      <a:pt x="946308" y="1174915"/>
                                      <a:pt x="972761" y="1185794"/>
                                      <a:pt x="897147" y="1173192"/>
                                    </a:cubicBezTo>
                                    <a:cubicBezTo>
                                      <a:pt x="885453" y="1171243"/>
                                      <a:pt x="874215" y="1167138"/>
                                      <a:pt x="862642" y="1164566"/>
                                    </a:cubicBezTo>
                                    <a:cubicBezTo>
                                      <a:pt x="848329" y="1161385"/>
                                      <a:pt x="833887" y="1158815"/>
                                      <a:pt x="819510" y="1155939"/>
                                    </a:cubicBezTo>
                                    <a:cubicBezTo>
                                      <a:pt x="808008" y="1150188"/>
                                      <a:pt x="796824" y="1143753"/>
                                      <a:pt x="785004" y="1138687"/>
                                    </a:cubicBezTo>
                                    <a:cubicBezTo>
                                      <a:pt x="776646" y="1135105"/>
                                      <a:pt x="767258" y="1134127"/>
                                      <a:pt x="759125" y="1130060"/>
                                    </a:cubicBezTo>
                                    <a:cubicBezTo>
                                      <a:pt x="740868" y="1120931"/>
                                      <a:pt x="714380" y="1096703"/>
                                      <a:pt x="698740" y="1086928"/>
                                    </a:cubicBezTo>
                                    <a:cubicBezTo>
                                      <a:pt x="687835" y="1080112"/>
                                      <a:pt x="675399" y="1076055"/>
                                      <a:pt x="664234" y="1069675"/>
                                    </a:cubicBezTo>
                                    <a:cubicBezTo>
                                      <a:pt x="617411" y="1042919"/>
                                      <a:pt x="659924" y="1059611"/>
                                      <a:pt x="612476" y="1043796"/>
                                    </a:cubicBezTo>
                                    <a:cubicBezTo>
                                      <a:pt x="603849" y="1038045"/>
                                      <a:pt x="593927" y="1033874"/>
                                      <a:pt x="586596" y="1026543"/>
                                    </a:cubicBezTo>
                                    <a:cubicBezTo>
                                      <a:pt x="579265" y="1019212"/>
                                      <a:pt x="577216" y="1007411"/>
                                      <a:pt x="569344" y="1000664"/>
                                    </a:cubicBezTo>
                                    <a:cubicBezTo>
                                      <a:pt x="556614" y="989752"/>
                                      <a:pt x="539188" y="985402"/>
                                      <a:pt x="526211" y="974785"/>
                                    </a:cubicBezTo>
                                    <a:cubicBezTo>
                                      <a:pt x="507327" y="959335"/>
                                      <a:pt x="491706" y="940279"/>
                                      <a:pt x="474453" y="923026"/>
                                    </a:cubicBezTo>
                                    <a:cubicBezTo>
                                      <a:pt x="465827" y="914400"/>
                                      <a:pt x="458725" y="903914"/>
                                      <a:pt x="448574" y="897147"/>
                                    </a:cubicBezTo>
                                    <a:lnTo>
                                      <a:pt x="422694" y="879894"/>
                                    </a:lnTo>
                                    <a:cubicBezTo>
                                      <a:pt x="416943" y="871268"/>
                                      <a:pt x="410078" y="863288"/>
                                      <a:pt x="405442" y="854015"/>
                                    </a:cubicBezTo>
                                    <a:cubicBezTo>
                                      <a:pt x="369747" y="782624"/>
                                      <a:pt x="433411" y="883380"/>
                                      <a:pt x="379562" y="793630"/>
                                    </a:cubicBezTo>
                                    <a:cubicBezTo>
                                      <a:pt x="368894" y="775850"/>
                                      <a:pt x="359719" y="756533"/>
                                      <a:pt x="345057" y="741871"/>
                                    </a:cubicBezTo>
                                    <a:cubicBezTo>
                                      <a:pt x="316655" y="713471"/>
                                      <a:pt x="305309" y="705509"/>
                                      <a:pt x="284672" y="664234"/>
                                    </a:cubicBezTo>
                                    <a:cubicBezTo>
                                      <a:pt x="278921" y="652732"/>
                                      <a:pt x="272485" y="641548"/>
                                      <a:pt x="267419" y="629728"/>
                                    </a:cubicBezTo>
                                    <a:cubicBezTo>
                                      <a:pt x="263837" y="621370"/>
                                      <a:pt x="263209" y="611798"/>
                                      <a:pt x="258793" y="603849"/>
                                    </a:cubicBezTo>
                                    <a:cubicBezTo>
                                      <a:pt x="248723" y="585723"/>
                                      <a:pt x="235789" y="569343"/>
                                      <a:pt x="224287" y="552090"/>
                                    </a:cubicBezTo>
                                    <a:cubicBezTo>
                                      <a:pt x="218536" y="543464"/>
                                      <a:pt x="214365" y="533542"/>
                                      <a:pt x="207034" y="526211"/>
                                    </a:cubicBezTo>
                                    <a:cubicBezTo>
                                      <a:pt x="198408" y="517585"/>
                                      <a:pt x="188645" y="509962"/>
                                      <a:pt x="181155" y="500332"/>
                                    </a:cubicBezTo>
                                    <a:cubicBezTo>
                                      <a:pt x="171290" y="487648"/>
                                      <a:pt x="136476" y="429774"/>
                                      <a:pt x="120770" y="414068"/>
                                    </a:cubicBezTo>
                                    <a:cubicBezTo>
                                      <a:pt x="113439" y="406737"/>
                                      <a:pt x="103517" y="402566"/>
                                      <a:pt x="94891" y="396815"/>
                                    </a:cubicBezTo>
                                    <a:cubicBezTo>
                                      <a:pt x="85212" y="367781"/>
                                      <a:pt x="86066" y="366277"/>
                                      <a:pt x="69011" y="336430"/>
                                    </a:cubicBezTo>
                                    <a:cubicBezTo>
                                      <a:pt x="63867" y="327428"/>
                                      <a:pt x="55970" y="320025"/>
                                      <a:pt x="51759" y="310551"/>
                                    </a:cubicBezTo>
                                    <a:cubicBezTo>
                                      <a:pt x="44373" y="293932"/>
                                      <a:pt x="40257" y="276045"/>
                                      <a:pt x="34506" y="258792"/>
                                    </a:cubicBezTo>
                                    <a:cubicBezTo>
                                      <a:pt x="31630" y="250166"/>
                                      <a:pt x="28084" y="241735"/>
                                      <a:pt x="25879" y="232913"/>
                                    </a:cubicBezTo>
                                    <a:cubicBezTo>
                                      <a:pt x="23004" y="221411"/>
                                      <a:pt x="20660" y="209763"/>
                                      <a:pt x="17253" y="198407"/>
                                    </a:cubicBezTo>
                                    <a:cubicBezTo>
                                      <a:pt x="12027" y="180988"/>
                                      <a:pt x="0" y="146649"/>
                                      <a:pt x="0" y="146649"/>
                                    </a:cubicBezTo>
                                    <a:cubicBezTo>
                                      <a:pt x="2876" y="112143"/>
                                      <a:pt x="-885" y="76425"/>
                                      <a:pt x="8627" y="43132"/>
                                    </a:cubicBezTo>
                                    <a:cubicBezTo>
                                      <a:pt x="19465" y="5199"/>
                                      <a:pt x="37381" y="7189"/>
                                      <a:pt x="43132" y="0"/>
                                    </a:cubicBezTo>
                                    <a:close/>
                                  </a:path>
                                </a:pathLst>
                              </a:custGeom>
                              <a:solidFill>
                                <a:srgbClr val="B88C7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 name="Freeform 10"/>
                            <wps:cNvSpPr/>
                            <wps:spPr>
                              <a:xfrm>
                                <a:off x="394997" y="474122"/>
                                <a:ext cx="2562226" cy="605215"/>
                              </a:xfrm>
                              <a:custGeom>
                                <a:avLst/>
                                <a:gdLst>
                                  <a:gd name="connsiteX0" fmla="*/ 0 w 2581275"/>
                                  <a:gd name="connsiteY0" fmla="*/ 252413 h 605215"/>
                                  <a:gd name="connsiteX1" fmla="*/ 0 w 2581275"/>
                                  <a:gd name="connsiteY1" fmla="*/ 252413 h 605215"/>
                                  <a:gd name="connsiteX2" fmla="*/ 185737 w 2581275"/>
                                  <a:gd name="connsiteY2" fmla="*/ 352425 h 605215"/>
                                  <a:gd name="connsiteX3" fmla="*/ 200025 w 2581275"/>
                                  <a:gd name="connsiteY3" fmla="*/ 357188 h 605215"/>
                                  <a:gd name="connsiteX4" fmla="*/ 219075 w 2581275"/>
                                  <a:gd name="connsiteY4" fmla="*/ 361950 h 605215"/>
                                  <a:gd name="connsiteX5" fmla="*/ 233362 w 2581275"/>
                                  <a:gd name="connsiteY5" fmla="*/ 371475 h 605215"/>
                                  <a:gd name="connsiteX6" fmla="*/ 261937 w 2581275"/>
                                  <a:gd name="connsiteY6" fmla="*/ 381000 h 605215"/>
                                  <a:gd name="connsiteX7" fmla="*/ 276225 w 2581275"/>
                                  <a:gd name="connsiteY7" fmla="*/ 390525 h 605215"/>
                                  <a:gd name="connsiteX8" fmla="*/ 314325 w 2581275"/>
                                  <a:gd name="connsiteY8" fmla="*/ 400050 h 605215"/>
                                  <a:gd name="connsiteX9" fmla="*/ 328612 w 2581275"/>
                                  <a:gd name="connsiteY9" fmla="*/ 404813 h 605215"/>
                                  <a:gd name="connsiteX10" fmla="*/ 342900 w 2581275"/>
                                  <a:gd name="connsiteY10" fmla="*/ 414338 h 605215"/>
                                  <a:gd name="connsiteX11" fmla="*/ 361950 w 2581275"/>
                                  <a:gd name="connsiteY11" fmla="*/ 419100 h 605215"/>
                                  <a:gd name="connsiteX12" fmla="*/ 376237 w 2581275"/>
                                  <a:gd name="connsiteY12" fmla="*/ 423863 h 605215"/>
                                  <a:gd name="connsiteX13" fmla="*/ 419100 w 2581275"/>
                                  <a:gd name="connsiteY13" fmla="*/ 438150 h 605215"/>
                                  <a:gd name="connsiteX14" fmla="*/ 461962 w 2581275"/>
                                  <a:gd name="connsiteY14" fmla="*/ 452438 h 605215"/>
                                  <a:gd name="connsiteX15" fmla="*/ 490537 w 2581275"/>
                                  <a:gd name="connsiteY15" fmla="*/ 461963 h 605215"/>
                                  <a:gd name="connsiteX16" fmla="*/ 528637 w 2581275"/>
                                  <a:gd name="connsiteY16" fmla="*/ 471488 h 605215"/>
                                  <a:gd name="connsiteX17" fmla="*/ 542925 w 2581275"/>
                                  <a:gd name="connsiteY17" fmla="*/ 476250 h 605215"/>
                                  <a:gd name="connsiteX18" fmla="*/ 566737 w 2581275"/>
                                  <a:gd name="connsiteY18" fmla="*/ 481013 h 605215"/>
                                  <a:gd name="connsiteX19" fmla="*/ 604837 w 2581275"/>
                                  <a:gd name="connsiteY19" fmla="*/ 490538 h 605215"/>
                                  <a:gd name="connsiteX20" fmla="*/ 628650 w 2581275"/>
                                  <a:gd name="connsiteY20" fmla="*/ 495300 h 605215"/>
                                  <a:gd name="connsiteX21" fmla="*/ 647700 w 2581275"/>
                                  <a:gd name="connsiteY21" fmla="*/ 500063 h 605215"/>
                                  <a:gd name="connsiteX22" fmla="*/ 676275 w 2581275"/>
                                  <a:gd name="connsiteY22" fmla="*/ 509588 h 605215"/>
                                  <a:gd name="connsiteX23" fmla="*/ 719137 w 2581275"/>
                                  <a:gd name="connsiteY23" fmla="*/ 519113 h 605215"/>
                                  <a:gd name="connsiteX24" fmla="*/ 752475 w 2581275"/>
                                  <a:gd name="connsiteY24" fmla="*/ 533400 h 605215"/>
                                  <a:gd name="connsiteX25" fmla="*/ 819150 w 2581275"/>
                                  <a:gd name="connsiteY25" fmla="*/ 547688 h 605215"/>
                                  <a:gd name="connsiteX26" fmla="*/ 842962 w 2581275"/>
                                  <a:gd name="connsiteY26" fmla="*/ 552450 h 605215"/>
                                  <a:gd name="connsiteX27" fmla="*/ 857250 w 2581275"/>
                                  <a:gd name="connsiteY27" fmla="*/ 557213 h 605215"/>
                                  <a:gd name="connsiteX28" fmla="*/ 895350 w 2581275"/>
                                  <a:gd name="connsiteY28" fmla="*/ 561975 h 605215"/>
                                  <a:gd name="connsiteX29" fmla="*/ 914400 w 2581275"/>
                                  <a:gd name="connsiteY29" fmla="*/ 566738 h 605215"/>
                                  <a:gd name="connsiteX30" fmla="*/ 928687 w 2581275"/>
                                  <a:gd name="connsiteY30" fmla="*/ 571500 h 605215"/>
                                  <a:gd name="connsiteX31" fmla="*/ 976312 w 2581275"/>
                                  <a:gd name="connsiteY31" fmla="*/ 576263 h 605215"/>
                                  <a:gd name="connsiteX32" fmla="*/ 1019175 w 2581275"/>
                                  <a:gd name="connsiteY32" fmla="*/ 581025 h 605215"/>
                                  <a:gd name="connsiteX33" fmla="*/ 1042987 w 2581275"/>
                                  <a:gd name="connsiteY33" fmla="*/ 585788 h 605215"/>
                                  <a:gd name="connsiteX34" fmla="*/ 1195387 w 2581275"/>
                                  <a:gd name="connsiteY34" fmla="*/ 595313 h 605215"/>
                                  <a:gd name="connsiteX35" fmla="*/ 1481137 w 2581275"/>
                                  <a:gd name="connsiteY35" fmla="*/ 604838 h 605215"/>
                                  <a:gd name="connsiteX36" fmla="*/ 1790700 w 2581275"/>
                                  <a:gd name="connsiteY36" fmla="*/ 600075 h 605215"/>
                                  <a:gd name="connsiteX37" fmla="*/ 1833562 w 2581275"/>
                                  <a:gd name="connsiteY37" fmla="*/ 590550 h 605215"/>
                                  <a:gd name="connsiteX38" fmla="*/ 1847850 w 2581275"/>
                                  <a:gd name="connsiteY38" fmla="*/ 585788 h 605215"/>
                                  <a:gd name="connsiteX39" fmla="*/ 1885950 w 2581275"/>
                                  <a:gd name="connsiteY39" fmla="*/ 576263 h 605215"/>
                                  <a:gd name="connsiteX40" fmla="*/ 1900237 w 2581275"/>
                                  <a:gd name="connsiteY40" fmla="*/ 561975 h 605215"/>
                                  <a:gd name="connsiteX41" fmla="*/ 1914525 w 2581275"/>
                                  <a:gd name="connsiteY41" fmla="*/ 557213 h 605215"/>
                                  <a:gd name="connsiteX42" fmla="*/ 1952625 w 2581275"/>
                                  <a:gd name="connsiteY42" fmla="*/ 547688 h 605215"/>
                                  <a:gd name="connsiteX43" fmla="*/ 1966912 w 2581275"/>
                                  <a:gd name="connsiteY43" fmla="*/ 538163 h 605215"/>
                                  <a:gd name="connsiteX44" fmla="*/ 2005012 w 2581275"/>
                                  <a:gd name="connsiteY44" fmla="*/ 523875 h 605215"/>
                                  <a:gd name="connsiteX45" fmla="*/ 2038350 w 2581275"/>
                                  <a:gd name="connsiteY45" fmla="*/ 514350 h 605215"/>
                                  <a:gd name="connsiteX46" fmla="*/ 2052637 w 2581275"/>
                                  <a:gd name="connsiteY46" fmla="*/ 504825 h 605215"/>
                                  <a:gd name="connsiteX47" fmla="*/ 2085975 w 2581275"/>
                                  <a:gd name="connsiteY47" fmla="*/ 495300 h 605215"/>
                                  <a:gd name="connsiteX48" fmla="*/ 2100262 w 2581275"/>
                                  <a:gd name="connsiteY48" fmla="*/ 485775 h 605215"/>
                                  <a:gd name="connsiteX49" fmla="*/ 2138362 w 2581275"/>
                                  <a:gd name="connsiteY49" fmla="*/ 476250 h 605215"/>
                                  <a:gd name="connsiteX50" fmla="*/ 2181225 w 2581275"/>
                                  <a:gd name="connsiteY50" fmla="*/ 457200 h 605215"/>
                                  <a:gd name="connsiteX51" fmla="*/ 2219325 w 2581275"/>
                                  <a:gd name="connsiteY51" fmla="*/ 447675 h 605215"/>
                                  <a:gd name="connsiteX52" fmla="*/ 2247900 w 2581275"/>
                                  <a:gd name="connsiteY52" fmla="*/ 438150 h 605215"/>
                                  <a:gd name="connsiteX53" fmla="*/ 2262187 w 2581275"/>
                                  <a:gd name="connsiteY53" fmla="*/ 428625 h 605215"/>
                                  <a:gd name="connsiteX54" fmla="*/ 2286000 w 2581275"/>
                                  <a:gd name="connsiteY54" fmla="*/ 423863 h 605215"/>
                                  <a:gd name="connsiteX55" fmla="*/ 2319337 w 2581275"/>
                                  <a:gd name="connsiteY55" fmla="*/ 414338 h 605215"/>
                                  <a:gd name="connsiteX56" fmla="*/ 2338387 w 2581275"/>
                                  <a:gd name="connsiteY56" fmla="*/ 409575 h 605215"/>
                                  <a:gd name="connsiteX57" fmla="*/ 2357437 w 2581275"/>
                                  <a:gd name="connsiteY57" fmla="*/ 400050 h 605215"/>
                                  <a:gd name="connsiteX58" fmla="*/ 2381250 w 2581275"/>
                                  <a:gd name="connsiteY58" fmla="*/ 395288 h 605215"/>
                                  <a:gd name="connsiteX59" fmla="*/ 2395537 w 2581275"/>
                                  <a:gd name="connsiteY59" fmla="*/ 390525 h 605215"/>
                                  <a:gd name="connsiteX60" fmla="*/ 2414587 w 2581275"/>
                                  <a:gd name="connsiteY60" fmla="*/ 385763 h 605215"/>
                                  <a:gd name="connsiteX61" fmla="*/ 2443162 w 2581275"/>
                                  <a:gd name="connsiteY61" fmla="*/ 376238 h 605215"/>
                                  <a:gd name="connsiteX62" fmla="*/ 2457450 w 2581275"/>
                                  <a:gd name="connsiteY62" fmla="*/ 371475 h 605215"/>
                                  <a:gd name="connsiteX63" fmla="*/ 2486025 w 2581275"/>
                                  <a:gd name="connsiteY63" fmla="*/ 357188 h 605215"/>
                                  <a:gd name="connsiteX64" fmla="*/ 2509837 w 2581275"/>
                                  <a:gd name="connsiteY64" fmla="*/ 338138 h 605215"/>
                                  <a:gd name="connsiteX65" fmla="*/ 2524125 w 2581275"/>
                                  <a:gd name="connsiteY65" fmla="*/ 323850 h 605215"/>
                                  <a:gd name="connsiteX66" fmla="*/ 2552700 w 2581275"/>
                                  <a:gd name="connsiteY66" fmla="*/ 304800 h 605215"/>
                                  <a:gd name="connsiteX67" fmla="*/ 2562225 w 2581275"/>
                                  <a:gd name="connsiteY67" fmla="*/ 290513 h 605215"/>
                                  <a:gd name="connsiteX68" fmla="*/ 2576512 w 2581275"/>
                                  <a:gd name="connsiteY68" fmla="*/ 280988 h 605215"/>
                                  <a:gd name="connsiteX69" fmla="*/ 2581275 w 2581275"/>
                                  <a:gd name="connsiteY69" fmla="*/ 266700 h 605215"/>
                                  <a:gd name="connsiteX70" fmla="*/ 2576512 w 2581275"/>
                                  <a:gd name="connsiteY70" fmla="*/ 252413 h 605215"/>
                                  <a:gd name="connsiteX71" fmla="*/ 2562225 w 2581275"/>
                                  <a:gd name="connsiteY71" fmla="*/ 247650 h 605215"/>
                                  <a:gd name="connsiteX72" fmla="*/ 2533650 w 2581275"/>
                                  <a:gd name="connsiteY72" fmla="*/ 242888 h 605215"/>
                                  <a:gd name="connsiteX73" fmla="*/ 2505075 w 2581275"/>
                                  <a:gd name="connsiteY73" fmla="*/ 233363 h 605215"/>
                                  <a:gd name="connsiteX74" fmla="*/ 2466975 w 2581275"/>
                                  <a:gd name="connsiteY74" fmla="*/ 223838 h 605215"/>
                                  <a:gd name="connsiteX75" fmla="*/ 2438400 w 2581275"/>
                                  <a:gd name="connsiteY75" fmla="*/ 214313 h 605215"/>
                                  <a:gd name="connsiteX76" fmla="*/ 2424112 w 2581275"/>
                                  <a:gd name="connsiteY76" fmla="*/ 209550 h 605215"/>
                                  <a:gd name="connsiteX77" fmla="*/ 2405062 w 2581275"/>
                                  <a:gd name="connsiteY77" fmla="*/ 204788 h 605215"/>
                                  <a:gd name="connsiteX78" fmla="*/ 2376487 w 2581275"/>
                                  <a:gd name="connsiteY78" fmla="*/ 195263 h 605215"/>
                                  <a:gd name="connsiteX79" fmla="*/ 2324100 w 2581275"/>
                                  <a:gd name="connsiteY79" fmla="*/ 166688 h 605215"/>
                                  <a:gd name="connsiteX80" fmla="*/ 2309812 w 2581275"/>
                                  <a:gd name="connsiteY80" fmla="*/ 161925 h 605215"/>
                                  <a:gd name="connsiteX81" fmla="*/ 2276475 w 2581275"/>
                                  <a:gd name="connsiteY81" fmla="*/ 152400 h 605215"/>
                                  <a:gd name="connsiteX82" fmla="*/ 2262187 w 2581275"/>
                                  <a:gd name="connsiteY82" fmla="*/ 142875 h 605215"/>
                                  <a:gd name="connsiteX83" fmla="*/ 2214562 w 2581275"/>
                                  <a:gd name="connsiteY83" fmla="*/ 128588 h 605215"/>
                                  <a:gd name="connsiteX84" fmla="*/ 2171700 w 2581275"/>
                                  <a:gd name="connsiteY84" fmla="*/ 114300 h 605215"/>
                                  <a:gd name="connsiteX85" fmla="*/ 2143125 w 2581275"/>
                                  <a:gd name="connsiteY85" fmla="*/ 104775 h 605215"/>
                                  <a:gd name="connsiteX86" fmla="*/ 2105025 w 2581275"/>
                                  <a:gd name="connsiteY86" fmla="*/ 90488 h 605215"/>
                                  <a:gd name="connsiteX87" fmla="*/ 2081212 w 2581275"/>
                                  <a:gd name="connsiteY87" fmla="*/ 85725 h 605215"/>
                                  <a:gd name="connsiteX88" fmla="*/ 2066925 w 2581275"/>
                                  <a:gd name="connsiteY88" fmla="*/ 80963 h 605215"/>
                                  <a:gd name="connsiteX89" fmla="*/ 2043112 w 2581275"/>
                                  <a:gd name="connsiteY89" fmla="*/ 76200 h 605215"/>
                                  <a:gd name="connsiteX90" fmla="*/ 2024062 w 2581275"/>
                                  <a:gd name="connsiteY90" fmla="*/ 71438 h 605215"/>
                                  <a:gd name="connsiteX91" fmla="*/ 2000250 w 2581275"/>
                                  <a:gd name="connsiteY91" fmla="*/ 66675 h 605215"/>
                                  <a:gd name="connsiteX92" fmla="*/ 1962150 w 2581275"/>
                                  <a:gd name="connsiteY92" fmla="*/ 57150 h 605215"/>
                                  <a:gd name="connsiteX93" fmla="*/ 1938337 w 2581275"/>
                                  <a:gd name="connsiteY93" fmla="*/ 52388 h 605215"/>
                                  <a:gd name="connsiteX94" fmla="*/ 1919287 w 2581275"/>
                                  <a:gd name="connsiteY94" fmla="*/ 47625 h 605215"/>
                                  <a:gd name="connsiteX95" fmla="*/ 1885950 w 2581275"/>
                                  <a:gd name="connsiteY95" fmla="*/ 42863 h 605215"/>
                                  <a:gd name="connsiteX96" fmla="*/ 1866900 w 2581275"/>
                                  <a:gd name="connsiteY96" fmla="*/ 38100 h 605215"/>
                                  <a:gd name="connsiteX97" fmla="*/ 1795462 w 2581275"/>
                                  <a:gd name="connsiteY97" fmla="*/ 33338 h 605215"/>
                                  <a:gd name="connsiteX98" fmla="*/ 1709737 w 2581275"/>
                                  <a:gd name="connsiteY98" fmla="*/ 23813 h 605215"/>
                                  <a:gd name="connsiteX99" fmla="*/ 1609725 w 2581275"/>
                                  <a:gd name="connsiteY99" fmla="*/ 14288 h 605215"/>
                                  <a:gd name="connsiteX100" fmla="*/ 1552575 w 2581275"/>
                                  <a:gd name="connsiteY100" fmla="*/ 4763 h 605215"/>
                                  <a:gd name="connsiteX101" fmla="*/ 1404937 w 2581275"/>
                                  <a:gd name="connsiteY101" fmla="*/ 0 h 605215"/>
                                  <a:gd name="connsiteX102" fmla="*/ 738187 w 2581275"/>
                                  <a:gd name="connsiteY102" fmla="*/ 4763 h 605215"/>
                                  <a:gd name="connsiteX103" fmla="*/ 671512 w 2581275"/>
                                  <a:gd name="connsiteY103" fmla="*/ 14288 h 605215"/>
                                  <a:gd name="connsiteX104" fmla="*/ 628650 w 2581275"/>
                                  <a:gd name="connsiteY104" fmla="*/ 19050 h 605215"/>
                                  <a:gd name="connsiteX105" fmla="*/ 585787 w 2581275"/>
                                  <a:gd name="connsiteY105" fmla="*/ 28575 h 605215"/>
                                  <a:gd name="connsiteX106" fmla="*/ 547687 w 2581275"/>
                                  <a:gd name="connsiteY106" fmla="*/ 33338 h 605215"/>
                                  <a:gd name="connsiteX107" fmla="*/ 533400 w 2581275"/>
                                  <a:gd name="connsiteY107" fmla="*/ 38100 h 605215"/>
                                  <a:gd name="connsiteX108" fmla="*/ 490537 w 2581275"/>
                                  <a:gd name="connsiteY108" fmla="*/ 47625 h 605215"/>
                                  <a:gd name="connsiteX109" fmla="*/ 476250 w 2581275"/>
                                  <a:gd name="connsiteY109" fmla="*/ 52388 h 605215"/>
                                  <a:gd name="connsiteX110" fmla="*/ 438150 w 2581275"/>
                                  <a:gd name="connsiteY110" fmla="*/ 61913 h 605215"/>
                                  <a:gd name="connsiteX111" fmla="*/ 423862 w 2581275"/>
                                  <a:gd name="connsiteY111" fmla="*/ 66675 h 605215"/>
                                  <a:gd name="connsiteX112" fmla="*/ 385762 w 2581275"/>
                                  <a:gd name="connsiteY112" fmla="*/ 71438 h 605215"/>
                                  <a:gd name="connsiteX113" fmla="*/ 357187 w 2581275"/>
                                  <a:gd name="connsiteY113" fmla="*/ 76200 h 605215"/>
                                  <a:gd name="connsiteX114" fmla="*/ 295275 w 2581275"/>
                                  <a:gd name="connsiteY114" fmla="*/ 85725 h 605215"/>
                                  <a:gd name="connsiteX115" fmla="*/ 276225 w 2581275"/>
                                  <a:gd name="connsiteY115" fmla="*/ 90488 h 605215"/>
                                  <a:gd name="connsiteX116" fmla="*/ 247650 w 2581275"/>
                                  <a:gd name="connsiteY116" fmla="*/ 95250 h 605215"/>
                                  <a:gd name="connsiteX117" fmla="*/ 219075 w 2581275"/>
                                  <a:gd name="connsiteY117" fmla="*/ 104775 h 605215"/>
                                  <a:gd name="connsiteX118" fmla="*/ 195262 w 2581275"/>
                                  <a:gd name="connsiteY118" fmla="*/ 109538 h 605215"/>
                                  <a:gd name="connsiteX119" fmla="*/ 166687 w 2581275"/>
                                  <a:gd name="connsiteY119" fmla="*/ 119063 h 605215"/>
                                  <a:gd name="connsiteX120" fmla="*/ 133350 w 2581275"/>
                                  <a:gd name="connsiteY120" fmla="*/ 133350 h 605215"/>
                                  <a:gd name="connsiteX121" fmla="*/ 90487 w 2581275"/>
                                  <a:gd name="connsiteY121" fmla="*/ 152400 h 605215"/>
                                  <a:gd name="connsiteX122" fmla="*/ 71437 w 2581275"/>
                                  <a:gd name="connsiteY122" fmla="*/ 161925 h 605215"/>
                                  <a:gd name="connsiteX123" fmla="*/ 57150 w 2581275"/>
                                  <a:gd name="connsiteY123" fmla="*/ 171450 h 605215"/>
                                  <a:gd name="connsiteX124" fmla="*/ 42862 w 2581275"/>
                                  <a:gd name="connsiteY124" fmla="*/ 176213 h 605215"/>
                                  <a:gd name="connsiteX125" fmla="*/ 28575 w 2581275"/>
                                  <a:gd name="connsiteY125" fmla="*/ 204788 h 605215"/>
                                  <a:gd name="connsiteX126" fmla="*/ 19050 w 2581275"/>
                                  <a:gd name="connsiteY126" fmla="*/ 242888 h 605215"/>
                                  <a:gd name="connsiteX127" fmla="*/ 14287 w 2581275"/>
                                  <a:gd name="connsiteY127" fmla="*/ 257175 h 605215"/>
                                  <a:gd name="connsiteX128" fmla="*/ 0 w 2581275"/>
                                  <a:gd name="connsiteY128" fmla="*/ 252413 h 60521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 ang="0">
                                    <a:pos x="connsiteX124" y="connsiteY124"/>
                                  </a:cxn>
                                  <a:cxn ang="0">
                                    <a:pos x="connsiteX125" y="connsiteY125"/>
                                  </a:cxn>
                                  <a:cxn ang="0">
                                    <a:pos x="connsiteX126" y="connsiteY126"/>
                                  </a:cxn>
                                  <a:cxn ang="0">
                                    <a:pos x="connsiteX127" y="connsiteY127"/>
                                  </a:cxn>
                                  <a:cxn ang="0">
                                    <a:pos x="connsiteX128" y="connsiteY128"/>
                                  </a:cxn>
                                </a:cxnLst>
                                <a:rect l="l" t="t" r="r" b="b"/>
                                <a:pathLst>
                                  <a:path w="2581275" h="605215">
                                    <a:moveTo>
                                      <a:pt x="0" y="252413"/>
                                    </a:moveTo>
                                    <a:lnTo>
                                      <a:pt x="0" y="252413"/>
                                    </a:lnTo>
                                    <a:lnTo>
                                      <a:pt x="185737" y="352425"/>
                                    </a:lnTo>
                                    <a:cubicBezTo>
                                      <a:pt x="190184" y="354754"/>
                                      <a:pt x="195198" y="355809"/>
                                      <a:pt x="200025" y="357188"/>
                                    </a:cubicBezTo>
                                    <a:cubicBezTo>
                                      <a:pt x="206319" y="358986"/>
                                      <a:pt x="212725" y="360363"/>
                                      <a:pt x="219075" y="361950"/>
                                    </a:cubicBezTo>
                                    <a:cubicBezTo>
                                      <a:pt x="223837" y="365125"/>
                                      <a:pt x="228132" y="369150"/>
                                      <a:pt x="233362" y="371475"/>
                                    </a:cubicBezTo>
                                    <a:cubicBezTo>
                                      <a:pt x="242537" y="375553"/>
                                      <a:pt x="261937" y="381000"/>
                                      <a:pt x="261937" y="381000"/>
                                    </a:cubicBezTo>
                                    <a:cubicBezTo>
                                      <a:pt x="266700" y="384175"/>
                                      <a:pt x="270846" y="388569"/>
                                      <a:pt x="276225" y="390525"/>
                                    </a:cubicBezTo>
                                    <a:cubicBezTo>
                                      <a:pt x="288528" y="394999"/>
                                      <a:pt x="301906" y="395910"/>
                                      <a:pt x="314325" y="400050"/>
                                    </a:cubicBezTo>
                                    <a:cubicBezTo>
                                      <a:pt x="319087" y="401638"/>
                                      <a:pt x="324122" y="402568"/>
                                      <a:pt x="328612" y="404813"/>
                                    </a:cubicBezTo>
                                    <a:cubicBezTo>
                                      <a:pt x="333732" y="407373"/>
                                      <a:pt x="337639" y="412083"/>
                                      <a:pt x="342900" y="414338"/>
                                    </a:cubicBezTo>
                                    <a:cubicBezTo>
                                      <a:pt x="348916" y="416916"/>
                                      <a:pt x="355656" y="417302"/>
                                      <a:pt x="361950" y="419100"/>
                                    </a:cubicBezTo>
                                    <a:cubicBezTo>
                                      <a:pt x="366777" y="420479"/>
                                      <a:pt x="371623" y="421885"/>
                                      <a:pt x="376237" y="423863"/>
                                    </a:cubicBezTo>
                                    <a:cubicBezTo>
                                      <a:pt x="410739" y="438650"/>
                                      <a:pt x="378963" y="430124"/>
                                      <a:pt x="419100" y="438150"/>
                                    </a:cubicBezTo>
                                    <a:cubicBezTo>
                                      <a:pt x="454026" y="455613"/>
                                      <a:pt x="421342" y="441359"/>
                                      <a:pt x="461962" y="452438"/>
                                    </a:cubicBezTo>
                                    <a:cubicBezTo>
                                      <a:pt x="471648" y="455080"/>
                                      <a:pt x="480797" y="459528"/>
                                      <a:pt x="490537" y="461963"/>
                                    </a:cubicBezTo>
                                    <a:cubicBezTo>
                                      <a:pt x="503237" y="465138"/>
                                      <a:pt x="516218" y="467349"/>
                                      <a:pt x="528637" y="471488"/>
                                    </a:cubicBezTo>
                                    <a:cubicBezTo>
                                      <a:pt x="533400" y="473075"/>
                                      <a:pt x="538055" y="475032"/>
                                      <a:pt x="542925" y="476250"/>
                                    </a:cubicBezTo>
                                    <a:cubicBezTo>
                                      <a:pt x="550778" y="478213"/>
                                      <a:pt x="558850" y="479193"/>
                                      <a:pt x="566737" y="481013"/>
                                    </a:cubicBezTo>
                                    <a:cubicBezTo>
                                      <a:pt x="579493" y="483957"/>
                                      <a:pt x="592000" y="487971"/>
                                      <a:pt x="604837" y="490538"/>
                                    </a:cubicBezTo>
                                    <a:cubicBezTo>
                                      <a:pt x="612775" y="492125"/>
                                      <a:pt x="620748" y="493544"/>
                                      <a:pt x="628650" y="495300"/>
                                    </a:cubicBezTo>
                                    <a:cubicBezTo>
                                      <a:pt x="635040" y="496720"/>
                                      <a:pt x="641431" y="498182"/>
                                      <a:pt x="647700" y="500063"/>
                                    </a:cubicBezTo>
                                    <a:cubicBezTo>
                                      <a:pt x="657317" y="502948"/>
                                      <a:pt x="666430" y="507619"/>
                                      <a:pt x="676275" y="509588"/>
                                    </a:cubicBezTo>
                                    <a:cubicBezTo>
                                      <a:pt x="682748" y="510882"/>
                                      <a:pt x="711445" y="516228"/>
                                      <a:pt x="719137" y="519113"/>
                                    </a:cubicBezTo>
                                    <a:cubicBezTo>
                                      <a:pt x="759784" y="534356"/>
                                      <a:pt x="719355" y="523937"/>
                                      <a:pt x="752475" y="533400"/>
                                    </a:cubicBezTo>
                                    <a:cubicBezTo>
                                      <a:pt x="772760" y="539196"/>
                                      <a:pt x="800897" y="544038"/>
                                      <a:pt x="819150" y="547688"/>
                                    </a:cubicBezTo>
                                    <a:cubicBezTo>
                                      <a:pt x="827087" y="549275"/>
                                      <a:pt x="835283" y="549890"/>
                                      <a:pt x="842962" y="552450"/>
                                    </a:cubicBezTo>
                                    <a:cubicBezTo>
                                      <a:pt x="847725" y="554038"/>
                                      <a:pt x="852311" y="556315"/>
                                      <a:pt x="857250" y="557213"/>
                                    </a:cubicBezTo>
                                    <a:cubicBezTo>
                                      <a:pt x="869842" y="559503"/>
                                      <a:pt x="882650" y="560388"/>
                                      <a:pt x="895350" y="561975"/>
                                    </a:cubicBezTo>
                                    <a:cubicBezTo>
                                      <a:pt x="901700" y="563563"/>
                                      <a:pt x="908106" y="564940"/>
                                      <a:pt x="914400" y="566738"/>
                                    </a:cubicBezTo>
                                    <a:cubicBezTo>
                                      <a:pt x="919227" y="568117"/>
                                      <a:pt x="923725" y="570737"/>
                                      <a:pt x="928687" y="571500"/>
                                    </a:cubicBezTo>
                                    <a:cubicBezTo>
                                      <a:pt x="944456" y="573926"/>
                                      <a:pt x="960445" y="574593"/>
                                      <a:pt x="976312" y="576263"/>
                                    </a:cubicBezTo>
                                    <a:cubicBezTo>
                                      <a:pt x="990609" y="577768"/>
                                      <a:pt x="1004944" y="578992"/>
                                      <a:pt x="1019175" y="581025"/>
                                    </a:cubicBezTo>
                                    <a:cubicBezTo>
                                      <a:pt x="1027188" y="582170"/>
                                      <a:pt x="1034963" y="584718"/>
                                      <a:pt x="1042987" y="585788"/>
                                    </a:cubicBezTo>
                                    <a:cubicBezTo>
                                      <a:pt x="1094128" y="592607"/>
                                      <a:pt x="1143202" y="592941"/>
                                      <a:pt x="1195387" y="595313"/>
                                    </a:cubicBezTo>
                                    <a:cubicBezTo>
                                      <a:pt x="1310672" y="608121"/>
                                      <a:pt x="1269286" y="604838"/>
                                      <a:pt x="1481137" y="604838"/>
                                    </a:cubicBezTo>
                                    <a:cubicBezTo>
                                      <a:pt x="1584337" y="604838"/>
                                      <a:pt x="1687512" y="601663"/>
                                      <a:pt x="1790700" y="600075"/>
                                    </a:cubicBezTo>
                                    <a:cubicBezTo>
                                      <a:pt x="1822861" y="589355"/>
                                      <a:pt x="1783275" y="601725"/>
                                      <a:pt x="1833562" y="590550"/>
                                    </a:cubicBezTo>
                                    <a:cubicBezTo>
                                      <a:pt x="1838463" y="589461"/>
                                      <a:pt x="1843007" y="587109"/>
                                      <a:pt x="1847850" y="585788"/>
                                    </a:cubicBezTo>
                                    <a:cubicBezTo>
                                      <a:pt x="1860480" y="582344"/>
                                      <a:pt x="1885950" y="576263"/>
                                      <a:pt x="1885950" y="576263"/>
                                    </a:cubicBezTo>
                                    <a:cubicBezTo>
                                      <a:pt x="1890712" y="571500"/>
                                      <a:pt x="1894633" y="565711"/>
                                      <a:pt x="1900237" y="561975"/>
                                    </a:cubicBezTo>
                                    <a:cubicBezTo>
                                      <a:pt x="1904414" y="559190"/>
                                      <a:pt x="1909655" y="558431"/>
                                      <a:pt x="1914525" y="557213"/>
                                    </a:cubicBezTo>
                                    <a:lnTo>
                                      <a:pt x="1952625" y="547688"/>
                                    </a:lnTo>
                                    <a:cubicBezTo>
                                      <a:pt x="1957387" y="544513"/>
                                      <a:pt x="1961793" y="540723"/>
                                      <a:pt x="1966912" y="538163"/>
                                    </a:cubicBezTo>
                                    <a:cubicBezTo>
                                      <a:pt x="1973613" y="534813"/>
                                      <a:pt x="1995400" y="526621"/>
                                      <a:pt x="2005012" y="523875"/>
                                    </a:cubicBezTo>
                                    <a:cubicBezTo>
                                      <a:pt x="2012139" y="521839"/>
                                      <a:pt x="2030733" y="518159"/>
                                      <a:pt x="2038350" y="514350"/>
                                    </a:cubicBezTo>
                                    <a:cubicBezTo>
                                      <a:pt x="2043469" y="511790"/>
                                      <a:pt x="2047518" y="507385"/>
                                      <a:pt x="2052637" y="504825"/>
                                    </a:cubicBezTo>
                                    <a:cubicBezTo>
                                      <a:pt x="2059465" y="501411"/>
                                      <a:pt x="2079878" y="496824"/>
                                      <a:pt x="2085975" y="495300"/>
                                    </a:cubicBezTo>
                                    <a:cubicBezTo>
                                      <a:pt x="2090737" y="492125"/>
                                      <a:pt x="2095143" y="488335"/>
                                      <a:pt x="2100262" y="485775"/>
                                    </a:cubicBezTo>
                                    <a:cubicBezTo>
                                      <a:pt x="2111818" y="479997"/>
                                      <a:pt x="2126415" y="479508"/>
                                      <a:pt x="2138362" y="476250"/>
                                    </a:cubicBezTo>
                                    <a:cubicBezTo>
                                      <a:pt x="2192428" y="461504"/>
                                      <a:pt x="2147147" y="474239"/>
                                      <a:pt x="2181225" y="457200"/>
                                    </a:cubicBezTo>
                                    <a:cubicBezTo>
                                      <a:pt x="2192783" y="451421"/>
                                      <a:pt x="2207375" y="450934"/>
                                      <a:pt x="2219325" y="447675"/>
                                    </a:cubicBezTo>
                                    <a:cubicBezTo>
                                      <a:pt x="2229011" y="445033"/>
                                      <a:pt x="2239546" y="443719"/>
                                      <a:pt x="2247900" y="438150"/>
                                    </a:cubicBezTo>
                                    <a:cubicBezTo>
                                      <a:pt x="2252662" y="434975"/>
                                      <a:pt x="2256828" y="430635"/>
                                      <a:pt x="2262187" y="428625"/>
                                    </a:cubicBezTo>
                                    <a:cubicBezTo>
                                      <a:pt x="2269766" y="425783"/>
                                      <a:pt x="2278098" y="425619"/>
                                      <a:pt x="2286000" y="423863"/>
                                    </a:cubicBezTo>
                                    <a:cubicBezTo>
                                      <a:pt x="2319476" y="416424"/>
                                      <a:pt x="2291512" y="422288"/>
                                      <a:pt x="2319337" y="414338"/>
                                    </a:cubicBezTo>
                                    <a:cubicBezTo>
                                      <a:pt x="2325631" y="412540"/>
                                      <a:pt x="2332258" y="411873"/>
                                      <a:pt x="2338387" y="409575"/>
                                    </a:cubicBezTo>
                                    <a:cubicBezTo>
                                      <a:pt x="2345034" y="407082"/>
                                      <a:pt x="2350702" y="402295"/>
                                      <a:pt x="2357437" y="400050"/>
                                    </a:cubicBezTo>
                                    <a:cubicBezTo>
                                      <a:pt x="2365116" y="397490"/>
                                      <a:pt x="2373397" y="397251"/>
                                      <a:pt x="2381250" y="395288"/>
                                    </a:cubicBezTo>
                                    <a:cubicBezTo>
                                      <a:pt x="2386120" y="394070"/>
                                      <a:pt x="2390710" y="391904"/>
                                      <a:pt x="2395537" y="390525"/>
                                    </a:cubicBezTo>
                                    <a:cubicBezTo>
                                      <a:pt x="2401831" y="388727"/>
                                      <a:pt x="2408318" y="387644"/>
                                      <a:pt x="2414587" y="385763"/>
                                    </a:cubicBezTo>
                                    <a:cubicBezTo>
                                      <a:pt x="2424204" y="382878"/>
                                      <a:pt x="2433637" y="379413"/>
                                      <a:pt x="2443162" y="376238"/>
                                    </a:cubicBezTo>
                                    <a:cubicBezTo>
                                      <a:pt x="2447925" y="374650"/>
                                      <a:pt x="2453273" y="374260"/>
                                      <a:pt x="2457450" y="371475"/>
                                    </a:cubicBezTo>
                                    <a:cubicBezTo>
                                      <a:pt x="2475914" y="359165"/>
                                      <a:pt x="2466307" y="363760"/>
                                      <a:pt x="2486025" y="357188"/>
                                    </a:cubicBezTo>
                                    <a:cubicBezTo>
                                      <a:pt x="2507328" y="325233"/>
                                      <a:pt x="2482233" y="356541"/>
                                      <a:pt x="2509837" y="338138"/>
                                    </a:cubicBezTo>
                                    <a:cubicBezTo>
                                      <a:pt x="2515441" y="334402"/>
                                      <a:pt x="2518808" y="327985"/>
                                      <a:pt x="2524125" y="323850"/>
                                    </a:cubicBezTo>
                                    <a:cubicBezTo>
                                      <a:pt x="2533161" y="316822"/>
                                      <a:pt x="2552700" y="304800"/>
                                      <a:pt x="2552700" y="304800"/>
                                    </a:cubicBezTo>
                                    <a:cubicBezTo>
                                      <a:pt x="2555875" y="300038"/>
                                      <a:pt x="2558178" y="294560"/>
                                      <a:pt x="2562225" y="290513"/>
                                    </a:cubicBezTo>
                                    <a:cubicBezTo>
                                      <a:pt x="2566272" y="286466"/>
                                      <a:pt x="2572936" y="285457"/>
                                      <a:pt x="2576512" y="280988"/>
                                    </a:cubicBezTo>
                                    <a:cubicBezTo>
                                      <a:pt x="2579648" y="277068"/>
                                      <a:pt x="2579687" y="271463"/>
                                      <a:pt x="2581275" y="266700"/>
                                    </a:cubicBezTo>
                                    <a:cubicBezTo>
                                      <a:pt x="2579687" y="261938"/>
                                      <a:pt x="2580062" y="255963"/>
                                      <a:pt x="2576512" y="252413"/>
                                    </a:cubicBezTo>
                                    <a:cubicBezTo>
                                      <a:pt x="2572962" y="248863"/>
                                      <a:pt x="2567125" y="248739"/>
                                      <a:pt x="2562225" y="247650"/>
                                    </a:cubicBezTo>
                                    <a:cubicBezTo>
                                      <a:pt x="2552799" y="245555"/>
                                      <a:pt x="2543175" y="244475"/>
                                      <a:pt x="2533650" y="242888"/>
                                    </a:cubicBezTo>
                                    <a:cubicBezTo>
                                      <a:pt x="2524125" y="239713"/>
                                      <a:pt x="2514815" y="235798"/>
                                      <a:pt x="2505075" y="233363"/>
                                    </a:cubicBezTo>
                                    <a:cubicBezTo>
                                      <a:pt x="2492375" y="230188"/>
                                      <a:pt x="2479394" y="227978"/>
                                      <a:pt x="2466975" y="223838"/>
                                    </a:cubicBezTo>
                                    <a:lnTo>
                                      <a:pt x="2438400" y="214313"/>
                                    </a:lnTo>
                                    <a:cubicBezTo>
                                      <a:pt x="2433637" y="212725"/>
                                      <a:pt x="2428982" y="210767"/>
                                      <a:pt x="2424112" y="209550"/>
                                    </a:cubicBezTo>
                                    <a:cubicBezTo>
                                      <a:pt x="2417762" y="207963"/>
                                      <a:pt x="2411331" y="206669"/>
                                      <a:pt x="2405062" y="204788"/>
                                    </a:cubicBezTo>
                                    <a:cubicBezTo>
                                      <a:pt x="2395445" y="201903"/>
                                      <a:pt x="2376487" y="195263"/>
                                      <a:pt x="2376487" y="195263"/>
                                    </a:cubicBezTo>
                                    <a:cubicBezTo>
                                      <a:pt x="2359096" y="183668"/>
                                      <a:pt x="2345713" y="173893"/>
                                      <a:pt x="2324100" y="166688"/>
                                    </a:cubicBezTo>
                                    <a:cubicBezTo>
                                      <a:pt x="2319337" y="165100"/>
                                      <a:pt x="2314639" y="163304"/>
                                      <a:pt x="2309812" y="161925"/>
                                    </a:cubicBezTo>
                                    <a:cubicBezTo>
                                      <a:pt x="2302683" y="159888"/>
                                      <a:pt x="2284093" y="156209"/>
                                      <a:pt x="2276475" y="152400"/>
                                    </a:cubicBezTo>
                                    <a:cubicBezTo>
                                      <a:pt x="2271355" y="149840"/>
                                      <a:pt x="2267418" y="145200"/>
                                      <a:pt x="2262187" y="142875"/>
                                    </a:cubicBezTo>
                                    <a:cubicBezTo>
                                      <a:pt x="2238866" y="132510"/>
                                      <a:pt x="2235879" y="134983"/>
                                      <a:pt x="2214562" y="128588"/>
                                    </a:cubicBezTo>
                                    <a:cubicBezTo>
                                      <a:pt x="2214495" y="128568"/>
                                      <a:pt x="2178877" y="116692"/>
                                      <a:pt x="2171700" y="114300"/>
                                    </a:cubicBezTo>
                                    <a:lnTo>
                                      <a:pt x="2143125" y="104775"/>
                                    </a:lnTo>
                                    <a:cubicBezTo>
                                      <a:pt x="2135837" y="101860"/>
                                      <a:pt x="2114982" y="92977"/>
                                      <a:pt x="2105025" y="90488"/>
                                    </a:cubicBezTo>
                                    <a:cubicBezTo>
                                      <a:pt x="2097172" y="88525"/>
                                      <a:pt x="2089065" y="87688"/>
                                      <a:pt x="2081212" y="85725"/>
                                    </a:cubicBezTo>
                                    <a:cubicBezTo>
                                      <a:pt x="2076342" y="84507"/>
                                      <a:pt x="2071795" y="82181"/>
                                      <a:pt x="2066925" y="80963"/>
                                    </a:cubicBezTo>
                                    <a:cubicBezTo>
                                      <a:pt x="2059072" y="79000"/>
                                      <a:pt x="2051014" y="77956"/>
                                      <a:pt x="2043112" y="76200"/>
                                    </a:cubicBezTo>
                                    <a:cubicBezTo>
                                      <a:pt x="2036722" y="74780"/>
                                      <a:pt x="2030452" y="72858"/>
                                      <a:pt x="2024062" y="71438"/>
                                    </a:cubicBezTo>
                                    <a:cubicBezTo>
                                      <a:pt x="2016160" y="69682"/>
                                      <a:pt x="2008137" y="68495"/>
                                      <a:pt x="2000250" y="66675"/>
                                    </a:cubicBezTo>
                                    <a:cubicBezTo>
                                      <a:pt x="1987494" y="63731"/>
                                      <a:pt x="1974987" y="59717"/>
                                      <a:pt x="1962150" y="57150"/>
                                    </a:cubicBezTo>
                                    <a:cubicBezTo>
                                      <a:pt x="1954212" y="55563"/>
                                      <a:pt x="1946239" y="54144"/>
                                      <a:pt x="1938337" y="52388"/>
                                    </a:cubicBezTo>
                                    <a:cubicBezTo>
                                      <a:pt x="1931947" y="50968"/>
                                      <a:pt x="1925727" y="48796"/>
                                      <a:pt x="1919287" y="47625"/>
                                    </a:cubicBezTo>
                                    <a:cubicBezTo>
                                      <a:pt x="1908243" y="45617"/>
                                      <a:pt x="1896994" y="44871"/>
                                      <a:pt x="1885950" y="42863"/>
                                    </a:cubicBezTo>
                                    <a:cubicBezTo>
                                      <a:pt x="1879510" y="41692"/>
                                      <a:pt x="1873410" y="38785"/>
                                      <a:pt x="1866900" y="38100"/>
                                    </a:cubicBezTo>
                                    <a:cubicBezTo>
                                      <a:pt x="1843166" y="35602"/>
                                      <a:pt x="1819257" y="35168"/>
                                      <a:pt x="1795462" y="33338"/>
                                    </a:cubicBezTo>
                                    <a:cubicBezTo>
                                      <a:pt x="1745393" y="29487"/>
                                      <a:pt x="1751792" y="29820"/>
                                      <a:pt x="1709737" y="23813"/>
                                    </a:cubicBezTo>
                                    <a:cubicBezTo>
                                      <a:pt x="1666271" y="9322"/>
                                      <a:pt x="1712027" y="23184"/>
                                      <a:pt x="1609725" y="14288"/>
                                    </a:cubicBezTo>
                                    <a:cubicBezTo>
                                      <a:pt x="1538584" y="8102"/>
                                      <a:pt x="1644291" y="9590"/>
                                      <a:pt x="1552575" y="4763"/>
                                    </a:cubicBezTo>
                                    <a:cubicBezTo>
                                      <a:pt x="1503405" y="2175"/>
                                      <a:pt x="1454150" y="1588"/>
                                      <a:pt x="1404937" y="0"/>
                                    </a:cubicBezTo>
                                    <a:lnTo>
                                      <a:pt x="738187" y="4763"/>
                                    </a:lnTo>
                                    <a:cubicBezTo>
                                      <a:pt x="695968" y="5330"/>
                                      <a:pt x="704529" y="9571"/>
                                      <a:pt x="671512" y="14288"/>
                                    </a:cubicBezTo>
                                    <a:cubicBezTo>
                                      <a:pt x="657281" y="16321"/>
                                      <a:pt x="642881" y="17017"/>
                                      <a:pt x="628650" y="19050"/>
                                    </a:cubicBezTo>
                                    <a:cubicBezTo>
                                      <a:pt x="554579" y="29632"/>
                                      <a:pt x="648138" y="18183"/>
                                      <a:pt x="585787" y="28575"/>
                                    </a:cubicBezTo>
                                    <a:cubicBezTo>
                                      <a:pt x="573162" y="30679"/>
                                      <a:pt x="560387" y="31750"/>
                                      <a:pt x="547687" y="33338"/>
                                    </a:cubicBezTo>
                                    <a:cubicBezTo>
                                      <a:pt x="542925" y="34925"/>
                                      <a:pt x="538270" y="36882"/>
                                      <a:pt x="533400" y="38100"/>
                                    </a:cubicBezTo>
                                    <a:cubicBezTo>
                                      <a:pt x="494161" y="47910"/>
                                      <a:pt x="524724" y="37857"/>
                                      <a:pt x="490537" y="47625"/>
                                    </a:cubicBezTo>
                                    <a:cubicBezTo>
                                      <a:pt x="485710" y="49004"/>
                                      <a:pt x="481093" y="51067"/>
                                      <a:pt x="476250" y="52388"/>
                                    </a:cubicBezTo>
                                    <a:cubicBezTo>
                                      <a:pt x="463620" y="55833"/>
                                      <a:pt x="450569" y="57774"/>
                                      <a:pt x="438150" y="61913"/>
                                    </a:cubicBezTo>
                                    <a:cubicBezTo>
                                      <a:pt x="433387" y="63500"/>
                                      <a:pt x="428801" y="65777"/>
                                      <a:pt x="423862" y="66675"/>
                                    </a:cubicBezTo>
                                    <a:cubicBezTo>
                                      <a:pt x="411270" y="68965"/>
                                      <a:pt x="398432" y="69628"/>
                                      <a:pt x="385762" y="71438"/>
                                    </a:cubicBezTo>
                                    <a:cubicBezTo>
                                      <a:pt x="376203" y="72804"/>
                                      <a:pt x="366712" y="74613"/>
                                      <a:pt x="357187" y="76200"/>
                                    </a:cubicBezTo>
                                    <a:cubicBezTo>
                                      <a:pt x="324039" y="87251"/>
                                      <a:pt x="359735" y="76516"/>
                                      <a:pt x="295275" y="85725"/>
                                    </a:cubicBezTo>
                                    <a:cubicBezTo>
                                      <a:pt x="288795" y="86651"/>
                                      <a:pt x="282643" y="89204"/>
                                      <a:pt x="276225" y="90488"/>
                                    </a:cubicBezTo>
                                    <a:cubicBezTo>
                                      <a:pt x="266756" y="92382"/>
                                      <a:pt x="257175" y="93663"/>
                                      <a:pt x="247650" y="95250"/>
                                    </a:cubicBezTo>
                                    <a:cubicBezTo>
                                      <a:pt x="238125" y="98425"/>
                                      <a:pt x="228920" y="102806"/>
                                      <a:pt x="219075" y="104775"/>
                                    </a:cubicBezTo>
                                    <a:cubicBezTo>
                                      <a:pt x="211137" y="106363"/>
                                      <a:pt x="203072" y="107408"/>
                                      <a:pt x="195262" y="109538"/>
                                    </a:cubicBezTo>
                                    <a:cubicBezTo>
                                      <a:pt x="185576" y="112180"/>
                                      <a:pt x="175041" y="113494"/>
                                      <a:pt x="166687" y="119063"/>
                                    </a:cubicBezTo>
                                    <a:cubicBezTo>
                                      <a:pt x="146954" y="132219"/>
                                      <a:pt x="157953" y="127200"/>
                                      <a:pt x="133350" y="133350"/>
                                    </a:cubicBezTo>
                                    <a:cubicBezTo>
                                      <a:pt x="86454" y="156798"/>
                                      <a:pt x="145215" y="128077"/>
                                      <a:pt x="90487" y="152400"/>
                                    </a:cubicBezTo>
                                    <a:cubicBezTo>
                                      <a:pt x="83999" y="155283"/>
                                      <a:pt x="77601" y="158403"/>
                                      <a:pt x="71437" y="161925"/>
                                    </a:cubicBezTo>
                                    <a:cubicBezTo>
                                      <a:pt x="66467" y="164765"/>
                                      <a:pt x="62269" y="168890"/>
                                      <a:pt x="57150" y="171450"/>
                                    </a:cubicBezTo>
                                    <a:cubicBezTo>
                                      <a:pt x="52660" y="173695"/>
                                      <a:pt x="47625" y="174625"/>
                                      <a:pt x="42862" y="176213"/>
                                    </a:cubicBezTo>
                                    <a:cubicBezTo>
                                      <a:pt x="30895" y="212116"/>
                                      <a:pt x="47036" y="167867"/>
                                      <a:pt x="28575" y="204788"/>
                                    </a:cubicBezTo>
                                    <a:cubicBezTo>
                                      <a:pt x="23129" y="215679"/>
                                      <a:pt x="21769" y="232011"/>
                                      <a:pt x="19050" y="242888"/>
                                    </a:cubicBezTo>
                                    <a:cubicBezTo>
                                      <a:pt x="17832" y="247758"/>
                                      <a:pt x="15875" y="252413"/>
                                      <a:pt x="14287" y="257175"/>
                                    </a:cubicBezTo>
                                    <a:lnTo>
                                      <a:pt x="0" y="252413"/>
                                    </a:lnTo>
                                    <a:close/>
                                  </a:path>
                                </a:pathLst>
                              </a:custGeom>
                              <a:noFill/>
                              <a:ln w="82550">
                                <a:solidFill>
                                  <a:srgbClr val="B88C7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g:grpSp>
                          <wpg:cNvPr id="7" name="Group 5"/>
                          <wpg:cNvGrpSpPr/>
                          <wpg:grpSpPr>
                            <a:xfrm>
                              <a:off x="45661" y="777034"/>
                              <a:ext cx="3158581" cy="1896424"/>
                              <a:chOff x="45661" y="777034"/>
                              <a:chExt cx="3158581" cy="1896424"/>
                            </a:xfrm>
                          </wpg:grpSpPr>
                          <wps:wsp>
                            <wps:cNvPr id="18" name="Rectangle 6"/>
                            <wps:cNvSpPr/>
                            <wps:spPr>
                              <a:xfrm>
                                <a:off x="45661" y="777034"/>
                                <a:ext cx="1704811" cy="1896424"/>
                              </a:xfrm>
                              <a:prstGeom prst="rect">
                                <a:avLst/>
                              </a:prstGeom>
                              <a:solidFill>
                                <a:srgbClr val="006580">
                                  <a:alpha val="4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9" name="Picture 7"/>
                              <pic:cNvPicPr>
                                <a:picLocks noChangeAspect="1"/>
                              </pic:cNvPicPr>
                            </pic:nvPicPr>
                            <pic:blipFill rotWithShape="1">
                              <a:blip r:embed="rId10"/>
                              <a:srcRect t="15846"/>
                              <a:stretch/>
                            </pic:blipFill>
                            <pic:spPr>
                              <a:xfrm>
                                <a:off x="1838932" y="1169218"/>
                                <a:ext cx="1365310" cy="1504240"/>
                              </a:xfrm>
                              <a:prstGeom prst="rect">
                                <a:avLst/>
                              </a:prstGeom>
                            </pic:spPr>
                          </pic:pic>
                        </wpg:grpSp>
                      </wpg:grpSp>
                    </wpg:wgp>
                  </a:graphicData>
                </a:graphic>
              </wp:inline>
            </w:drawing>
          </mc:Choice>
          <mc:Fallback>
            <w:pict>
              <v:group w14:anchorId="2BAE47DD" id="Group 91" o:spid="_x0000_s1026" style="width:151.5pt;height:141pt;mso-position-horizontal-relative:char;mso-position-vertical-relative:line" coordsize="32042,267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">
                <v:group id="Group 2" o:spid="_x0000_s1027" style="position:absolute;width:21387;height:26734" coordsize="21387,26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group id="Group 11" o:spid="_x0000_s1028" style="position:absolute;width:18389;height:26734" coordsize="18389,26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group id="Group 14" o:spid="_x0000_s1029" style="position:absolute;width:18389;height:26734" coordsize="18389,26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rect id="Rectangle 16" o:spid="_x0000_s1030" style="position:absolute;left:456;top:782;width:17048;height:259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" filled="f" strokecolor="#5a5a5a [2109]" strokeweight="2pt">
                        <v:stroke endcap="round"/>
                      </v:rect>
                      <v:rect id="Rectangle 17" o:spid="_x0000_s1031" style="position:absolute;width:18389;height:14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" fillcolor="white [3212]" stroked="f" strokeweight="2pt"/>
                    </v:group>
                    <v:rect id="Rectangle 15" o:spid="_x0000_s1032" style="position:absolute;left:17276;top:6011;width:457;height:1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" fillcolor="white [3212]" stroked="f" strokeweight="2pt"/>
                  </v:group>
                  <v:line id="Straight Connector 12" o:spid="_x0000_s1033" style="position:absolute;visibility:visible;mso-wrap-style:square" from="17504,6011" to="21387,7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" strokecolor="#5a5a5a [2109]" strokeweight="1pt">
                    <v:stroke endcap="round"/>
                  </v:line>
                  <v:line id="Straight Connector 13" o:spid="_x0000_s1034" style="position:absolute;visibility:visible;mso-wrap-style:square" from="17504,7630" to="21387,92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" strokecolor="#5a5a5a [2109]" strokeweight="1pt">
                    <v:stroke endcap="round"/>
                  </v:line>
                </v:group>
                <v:group id="Group 3" o:spid="_x0000_s1035" style="position:absolute;left:456;top:4486;width:31586;height:22248" coordorigin="456,4486" coordsize="31585,222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group id="Group 4" o:spid="_x0000_s1036" style="position:absolute;left:3378;top:4486;width:11632;height:6448" coordorigin="3378,4486" coordsize="27517,15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o:lock v:ext="edit" aspectratio="t"/>
                    <v:shape id="Freeform 8" o:spid="_x0000_s1037" style="position:absolute;left:3949;top:4486;width:26100;height:8673;visibility:visible;mso-wrap-style:square;v-text-anchor:middle" coordsize="2648813,970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" path="m,274533r,c86264,219899,168966,159186,258793,110631v17887,-9668,40153,-6604,60384,-8627c356483,98273,393998,96932,431321,93378,488366,87945,505573,83018,560717,76125,642405,65914,660214,65817,750498,58872v371770,-123919,39504,-16270,1121434,c1889421,59135,1906403,64839,1923691,67499v20096,3092,40257,5751,60385,8626c2054833,99712,1943143,64488,2087593,93378v17833,3567,34505,11502,51758,17253l2165230,119257v8627,2876,16963,6844,25880,8627c2220775,133817,2240308,137011,2268747,145137v8743,2498,17522,5044,25880,8626c2369249,185744,2294316,159411,2355011,179642v8627,5751,16406,13042,25880,17253c2380904,196901,2445581,218458,2458528,222774r25880,8627c2493034,234276,2502154,235961,2510287,240027v11502,5751,22465,12738,34506,17253c2555894,261443,2567899,262649,2579298,265906v8743,2498,17253,5751,25879,8627c2611065,280421,2647509,313480,2648310,326291v2339,37419,-3977,74942,-8627,112144c2638555,447458,2635568,456419,2631057,464314v-7133,12483,-17905,22543,-25880,34506c2595876,512771,2588300,527807,2579298,541952v-11132,17493,-23003,34505,-34505,51758c2539042,602336,2534871,612258,2527540,619589v-8627,8627,-17940,16617,-25880,25880c2483060,667169,2473560,688955,2449902,705853v-10464,7474,-23004,11502,-34506,17253c2386996,751508,2379034,762854,2337759,783491v-11502,5751,-24042,9779,-34506,17253c2293326,807835,2287301,819532,2277374,826623v-41881,29915,-22843,7109,-60385,25880c2135512,893242,2206331,867558,2147977,887008v-39964,26643,-13047,13442,-69011,25879c1975945,935781,2132198,904777,1992702,930140v-14426,2623,-28550,7092,-43132,8627c1909433,942992,1869057,944518,1828800,947393v-8626,2876,-16786,8627,-25879,8627c1196498,956020,1374869,997809,1138687,938767v-8626,-5751,-16405,-13042,-25879,-17253c1096189,914128,1078988,907251,1061049,904261v-12295,-2049,-79812,-12729,-94890,-17253c951327,882558,937717,874652,923027,869755v-11248,-3749,-23106,-5369,-34506,-8626c879778,858631,871385,855001,862642,852503v-11400,-3257,-23258,-4878,-34506,-8627c813446,838979,799503,832060,785004,826623v-8514,-3193,-17253,-5751,-25879,-8626c699800,778447,727038,790048,681487,774865,623298,716676,652875,730822,603849,714480v-8626,-8626,-15728,-19112,-25879,-25879c570404,683557,560449,683556,552091,679974v-11820,-5066,-23479,-10637,-34506,-17253c499805,652053,485498,634773,465827,628216l414068,610963c396815,599461,376972,591119,362310,576457v-8627,-8626,-16250,-18389,-25880,-25879c320063,537848,299334,530734,284672,516072v-42154,-42154,-7397,-12853,-60385,-43132c215285,467796,207937,459771,198408,455687v-10897,-4670,-23004,-5751,-34506,-8626c152400,438435,141095,429539,129396,421182v-8436,-6026,-18548,-9922,-25879,-17253c46008,346420,129396,406805,60385,360797,43516,335495,41649,337612,34506,309038,33809,306249,5751,280284,,274533xe" fillcolor="#8f604b" stroked="f" strokeweight="2pt">
                      <v:path arrowok="t" o:connecttype="custom" o:connectlocs="0,245370;0,245370;255000,98879;314499,91168;425000,83459;552500,68038;739499,52618;1844498,52618;1895499,60329;1954999,68038;2056999,83459;2107998,98879;2133498,106589;2158999,114299;2235498,129719;2260999,137429;2320498,160559;2345998,175979;2422498,199109;2447998,206820;2473498,214529;2507498,229950;2541498,237659;2566997,245370;2609498,291630;2600998,391861;2592498,414991;2566997,445831;2541498,484381;2507498,530641;2490498,553771;2464998,576902;2413998,630871;2379998,646292;2303499,700262;2269498,715682;2243999,738812;2184498,761943;2116498,792783;2048498,815912;1963498,831333;1920999,839043;1801998,846753;1776499,854463;1121999,839043;1096500,823623;1045499,808203;952000,792783;909500,777362;875500,769653;850000,761943;815999,754232;773500,738812;748000,731102;671500,692552;594999,638582;569500,615452;544000,607741;510000,592321;459000,561482;408000,546061;357000,515221;331500,492091;280500,461250;221000,422700;195500,407280;161500,399570;127500,376440;102000,361020;59500,322470;34000,276209;0,245370" o:connectangles="0,0,0,0,0,0,0,0,0,0,0,0,0,0,0,0,0,0,0,0,0,0,0,0,0,0,0,0,0,0,0,0,0,0,0,0,0,0,0,0,0,0,0,0,0,0,0,0,0,0,0,0,0,0,0,0,0,0,0,0,0,0,0,0,0,0,0,0,0,0,0,0"/>
                    </v:shape>
                    <v:shape id="Freeform 9" o:spid="_x0000_s1038" style="position:absolute;left:3378;top:7232;width:27517;height:12508;visibility:visible;mso-wrap-style:square;v-text-anchor:middle" coordsize="2734677,1250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" path="m43132,r,c66136,11502,89928,21546,112144,34505v12419,7244,21646,19450,34505,25880c162915,68518,198408,77637,198408,77637v74166,49445,-19671,-9836,51758,25880c259439,108154,266772,116134,276045,120770v13850,6925,29282,10327,43132,17252c328450,142659,335784,150638,345057,155275v5377,2688,55570,22892,69011,25879c431142,184948,448676,186351,465827,189781v11625,2325,22880,6301,34505,8626c517483,201837,535122,202792,552091,207034v17643,4411,34339,12027,51758,17253c615205,227694,626853,230038,638355,232913v8626,5751,16253,13403,25879,17253c683671,257941,704568,261404,724619,267419v54746,16424,-4540,4281,86264,17252c858889,316676,833022,304175,923027,319177r51758,8627c989211,330427,1003402,334357,1017917,336430v25777,3682,51828,5185,77638,8626c1140870,351098,1142639,352515,1181819,362309r474453,-8626c1668121,353281,1679113,347177,1690777,345056v38679,-7033,100985,-13137,138023,-17252c1915444,306143,1875324,318047,1949570,293298v8626,-2876,18313,-3583,25879,-8627c1984075,278920,1991854,271630,2001328,267419v16619,-7386,51759,-17253,51759,-17253c2072165,231088,2080826,219044,2104845,207034v8133,-4067,17253,-5751,25880,-8627c2134656,195459,2181297,159481,2191110,155275v38722,-16595,26790,-456,60384,-17253c2260767,133385,2268101,125407,2277374,120770v13796,-6898,47477,-13565,60385,-17253c2346502,101019,2354895,97388,2363638,94890v11400,-3257,23106,-5369,34506,-8626c2406887,83766,2415665,81219,2424023,77637v11819,-5066,22306,-13186,34505,-17252c2472438,55748,2487436,55314,2501660,51758v79781,-19945,-64491,2671,94891,-17253c2613804,37381,2632666,35310,2648310,43132v9273,4637,13041,16405,17252,25879c2706621,161397,2661024,88085,2700068,146649v2875,8626,6128,17136,8626,25879c2716819,200964,2720015,220506,2725947,250166v3705,51873,17641,150582,,207034c2719762,476991,2706104,494296,2691442,508958r-51759,51759c2631057,569343,2623955,579829,2613804,586596r-25879,17253c2544614,668815,2595465,586253,2562045,664234v-27105,63246,-14385,-22960,-34505,77637c2525861,750266,2514971,808267,2510287,819509v-21745,52187,-27253,58132,-51759,94891c2449882,940338,2451230,943861,2432649,966158v-7810,9372,-17940,16616,-25879,25879c2397413,1002953,2391637,1016991,2380891,1026543v-15498,13776,-34506,23004,-51759,34506c2320506,1066800,2310584,1070971,2303253,1078302v-8626,8626,-15215,19954,-25879,25879c2241687,1124007,2195138,1125243,2156604,1130060v-11502,2876,-23106,5370,-34506,8627c2113355,1141185,2104992,1144921,2096219,1147313v-22876,6239,-46007,11502,-69011,17253c2015706,1167441,2003949,1169443,1992702,1173192v-31590,10531,-60825,21012,-94891,25879c1877683,1201947,1857365,1203710,1837427,1207698v-23251,4650,-45418,14894,-69012,17253c1739660,1227826,1710826,1229993,1682151,1233577v-42293,5287,-49132,7971,-86264,17253l1199072,1242204v-9085,-371,-17019,-6582,-25879,-8627c1144620,1226983,1114748,1225597,1086928,1216324v-62043,-20680,15430,4408,-60384,-17253c1017801,1196573,1009407,1192943,1000664,1190445v-54356,-15530,-27903,-4651,-103517,-17253c885453,1171243,874215,1167138,862642,1164566v-14313,-3181,-28755,-5751,-43132,-8627c808008,1150188,796824,1143753,785004,1138687v-8358,-3582,-17746,-4560,-25879,-8627c740868,1120931,714380,1096703,698740,1086928v-10905,-6816,-23341,-10873,-34506,-17253c617411,1042919,659924,1059611,612476,1043796v-8627,-5751,-18549,-9922,-25880,-17253c579265,1019212,577216,1007411,569344,1000664,556614,989752,539188,985402,526211,974785,507327,959335,491706,940279,474453,923026v-8626,-8626,-15728,-19112,-25879,-25879l422694,879894v-5751,-8626,-12616,-16606,-17252,-25879c369747,782624,433411,883380,379562,793630,368894,775850,359719,756533,345057,741871,316655,713471,305309,705509,284672,664234v-5751,-11502,-12187,-22686,-17253,-34506c263837,621370,263209,611798,258793,603849,248723,585723,235789,569343,224287,552090v-5751,-8626,-9922,-18548,-17253,-25879c198408,517585,188645,509962,181155,500332v-9865,-12684,-44679,-70558,-60385,-86264c113439,406737,103517,402566,94891,396815,85212,367781,86066,366277,69011,336430,63867,327428,55970,320025,51759,310551,44373,293932,40257,276045,34506,258792v-2876,-8626,-6422,-17057,-8627,-25879c23004,221411,20660,209763,17253,198407,12027,180988,,146649,,146649,2876,112143,-885,76425,8627,43132,19465,5199,37381,7189,43132,xe" fillcolor="#b88c78" stroked="f" strokeweight="2pt">
                      <v:path arrowok="t" o:connecttype="custom" o:connectlocs="43401,0;43401,0;112844,34505;147565,60385;199647,77637;251728,103517;277768,120770;321170,138022;347211,155275;416653,181154;468735,189781;503456,198407;555538,207034;607619,224287;642340,232913;668381,250166;729143,267419;815945,284671;928790,319177;980871,327804;1024272,336430;1102395,345056;1189197,362309;1666612,353683;1701333,345056;1840217,327804;1961741,293298;1987782,284671;2013823,267419;2065905,250166;2117986,207034;2144027,198407;2204789,155275;2265550,138022;2291592,120770;2352354,103517;2378395,94890;2413116,86264;2439157,77637;2473877,60385;2517278,51758;2612762,34505;2664844,43132;2682204,69011;2716925,146649;2725605,172528;2742965,250166;2742965,457200;2708245,508958;2656163,560717;2630122,586596;2604082,603849;2578040,664234;2543320,741871;2525959,819509;2473877,914400;2447836,966158;2421796,992037;2395755,1026543;2343673,1061049;2317633,1078302;2291592,1104181;2170068,1130060;2135347,1138687;2109306,1147313;2039864,1164566;2005143,1173192;1909659,1199071;1848898,1207698;1779455,1224951;1692653,1233577;1605850,1250830;1206558,1242204;1180517,1233577;1093714,1216324;1032953,1199071;1006911,1190445;902748,1173192;868028,1164566;824626,1155939;789905,1138687;763864,1130060;703102,1086928;668381,1069675;616300,1043796;590258,1026543;572899,1000664;529496,974785;477415,923026;451375,897147;425333,879894;407973,854015;381932,793630;347211,741871;286449,664234;269089,629728;260409,603849;225687,552090;208327,526211;182286,500332;121524,414068;95483,396815;69442,336430;52082,310551;34721,258792;26041,232913;17361,198407;0,146649;8681,43132;43401,0" o:connectangles="0,0,0,0,0,0,0,0,0,0,0,0,0,0,0,0,0,0,0,0,0,0,0,0,0,0,0,0,0,0,0,0,0,0,0,0,0,0,0,0,0,0,0,0,0,0,0,0,0,0,0,0,0,0,0,0,0,0,0,0,0,0,0,0,0,0,0,0,0,0,0,0,0,0,0,0,0,0,0,0,0,0,0,0,0,0,0,0,0,0,0,0,0,0,0,0,0,0,0,0,0,0,0,0,0,0,0,0,0,0"/>
                    </v:shape>
                    <v:shape id="Freeform 10" o:spid="_x0000_s1039" style="position:absolute;left:3949;top:4741;width:25623;height:6052;visibility:visible;mso-wrap-style:square;v-text-anchor:middle" coordsize="2581275,6052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" path="m,252413r,l185737,352425v4447,2329,9461,3384,14288,4763c206319,358986,212725,360363,219075,361950v4762,3175,9057,7200,14287,9525c242537,375553,261937,381000,261937,381000v4763,3175,8909,7569,14288,9525c288528,394999,301906,395910,314325,400050v4762,1588,9797,2518,14287,4763c333732,407373,337639,412083,342900,414338v6016,2578,12756,2964,19050,4762c366777,420479,371623,421885,376237,423863v34502,14787,2726,6261,42863,14287c454026,455613,421342,441359,461962,452438v9686,2642,18835,7090,28575,9525c503237,465138,516218,467349,528637,471488v4763,1587,9418,3544,14288,4762c550778,478213,558850,479193,566737,481013v12756,2944,25263,6958,38100,9525c612775,492125,620748,493544,628650,495300v6390,1420,12781,2882,19050,4763c657317,502948,666430,507619,676275,509588v6473,1294,35170,6640,42862,9525c759784,534356,719355,523937,752475,533400v20285,5796,48422,10638,66675,14288c827087,549275,835283,549890,842962,552450v4763,1588,9349,3865,14288,4763c869842,559503,882650,560388,895350,561975v6350,1588,12756,2965,19050,4763c919227,568117,923725,570737,928687,571500v15769,2426,31758,3093,47625,4763c990609,577768,1004944,578992,1019175,581025v8013,1145,15788,3693,23812,4763c1094128,592607,1143202,592941,1195387,595313v115285,12808,73899,9525,285750,9525c1584337,604838,1687512,601663,1790700,600075v32161,-10720,-7425,1650,42862,-9525c1838463,589461,1843007,587109,1847850,585788v12630,-3444,38100,-9525,38100,-9525c1890712,571500,1894633,565711,1900237,561975v4177,-2785,9418,-3544,14288,-4762l1952625,547688v4762,-3175,9168,-6965,14287,-9525c1973613,534813,1995400,526621,2005012,523875v7127,-2036,25721,-5716,33338,-9525c2043469,511790,2047518,507385,2052637,504825v6828,-3414,27241,-8001,33338,-9525c2090737,492125,2095143,488335,2100262,485775v11556,-5778,26153,-6267,38100,-9525c2192428,461504,2147147,474239,2181225,457200v11558,-5779,26150,-6266,38100,-9525c2229011,445033,2239546,443719,2247900,438150v4762,-3175,8928,-7515,14287,-9525c2269766,425783,2278098,425619,2286000,423863v33476,-7439,5512,-1575,33337,-9525c2325631,412540,2332258,411873,2338387,409575v6647,-2493,12315,-7280,19050,-9525c2365116,397490,2373397,397251,2381250,395288v4870,-1218,9460,-3384,14287,-4763c2401831,388727,2408318,387644,2414587,385763v9617,-2885,19050,-6350,28575,-9525c2447925,374650,2453273,374260,2457450,371475v18464,-12310,8857,-7715,28575,-14287c2507328,325233,2482233,356541,2509837,338138v5604,-3736,8971,-10153,14288,-14288c2533161,316822,2552700,304800,2552700,304800v3175,-4762,5478,-10240,9525,-14287c2566272,286466,2572936,285457,2576512,280988v3136,-3920,3175,-9525,4763,-14288c2579687,261938,2580062,255963,2576512,252413v-3550,-3550,-9387,-3674,-14287,-4763c2552799,245555,2543175,244475,2533650,242888v-9525,-3175,-18835,-7090,-28575,-9525c2492375,230188,2479394,227978,2466975,223838r-28575,-9525c2433637,212725,2428982,210767,2424112,209550v-6350,-1587,-12781,-2881,-19050,-4762c2395445,201903,2376487,195263,2376487,195263v-17391,-11595,-30774,-21370,-52387,-28575c2319337,165100,2314639,163304,2309812,161925v-7129,-2037,-25719,-5716,-33337,-9525c2271355,149840,2267418,145200,2262187,142875v-23321,-10365,-26308,-7892,-47625,-14287c2214495,128568,2178877,116692,2171700,114300r-28575,-9525c2135837,101860,2114982,92977,2105025,90488v-7853,-1963,-15960,-2800,-23813,-4763c2076342,84507,2071795,82181,2066925,80963v-7853,-1963,-15911,-3007,-23813,-4763c2036722,74780,2030452,72858,2024062,71438v-7902,-1756,-15925,-2943,-23812,-4763c1987494,63731,1974987,59717,1962150,57150v-7938,-1587,-15911,-3006,-23813,-4762c1931947,50968,1925727,48796,1919287,47625v-11044,-2008,-22293,-2754,-33337,-4762c1879510,41692,1873410,38785,1866900,38100v-23734,-2498,-47643,-2932,-71438,-4762c1745393,29487,1751792,29820,1709737,23813v-43466,-14491,2290,-629,-100012,-9525c1538584,8102,1644291,9590,1552575,4763,1503405,2175,1454150,1588,1404937,l738187,4763v-42219,567,-33658,4808,-66675,9525c657281,16321,642881,17017,628650,19050v-74071,10582,19488,-867,-42863,9525c573162,30679,560387,31750,547687,33338v-4762,1587,-9417,3544,-14287,4762c494161,47910,524724,37857,490537,47625v-4827,1379,-9444,3442,-14287,4763c463620,55833,450569,57774,438150,61913v-4763,1587,-9349,3864,-14288,4762c411270,68965,398432,69628,385762,71438v-9559,1366,-19050,3175,-28575,4762c324039,87251,359735,76516,295275,85725v-6480,926,-12632,3479,-19050,4763c266756,92382,257175,93663,247650,95250v-9525,3175,-18730,7556,-28575,9525c211137,106363,203072,107408,195262,109538v-9686,2642,-20221,3956,-28575,9525c146954,132219,157953,127200,133350,133350v-46896,23448,11865,-5273,-42863,19050c83999,155283,77601,158403,71437,161925v-4970,2840,-9168,6965,-14287,9525c52660,173695,47625,174625,42862,176213v-11967,35903,4174,-8346,-14287,28575c23129,215679,21769,232011,19050,242888v-1218,4870,-3175,9525,-4763,14287l,252413xe" filled="f" strokecolor="#b88c78" strokeweight="6.5pt">
                      <v:path arrowok="t" o:connecttype="custom" o:connectlocs="0,252413;0,252413;184366,352425;198549,357188;217458,361950;231640,371475;260004,381000;274187,390525;312005,400050;326187,404813;340370,414338;359279,419100;373460,423863;416007,438150;458553,452438;486917,461963;524736,471488;538918,476250;562555,481013;600373,490538;624011,495300;642920,500063;671284,509588;713830,519113;746922,533400;813105,547688;836741,552450;850924,557213;888743,561975;907652,566738;921834,571500;969107,576263;1011654,581025;1035290,585788;1186565,595313;1470207,604838;1777485,600075;1820031,590550;1834213,585788;1872032,576263;1886214,561975;1900396,557213;1938215,547688;1952397,538163;1990216,523875;2023308,514350;2037489,504825;2070581,495300;2084763,485775;2122582,476250;2165128,457200;2202947,447675;2231311,438150;2245493,428625;2269130,423863;2302221,414338;2321130,409575;2340040,400050;2363677,395288;2377859,390525;2396768,385763;2425132,376238;2439315,371475;2467679,357188;2491315,338138;2505498,323850;2533862,304800;2543317,290513;2557498,280988;2562226,266700;2557498,252413;2543317,247650;2514952,242888;2486588,233363;2448769,223838;2420405,214313;2406223,209550;2387313,204788;2358949,195263;2306949,166688;2292766,161925;2259675,152400;2245493,142875;2198219,128588;2155674,114300;2127309,104775;2089491,90488;2065853,85725;2051672,80963;2028034,76200;2009125,71438;1985489,66675;1947670,57150;1924033,52388;1905123,47625;1872032,42863;1853123,38100;1782212,33338;1697120,23813;1597846,14288;1541117,4763;1394569,0;732739,4763;666556,14288;624011,19050;581464,28575;543645,33338;529464,38100;486917,47625;472735,52388;434917,61913;420734,66675;382915,71438;354551,76200;293096,85725;274187,90488;245822,95250;217458,104775;193821,109538;165457,119063;132366,133350;89819,152400;70910,161925;56728,171450;42546,176213;28364,204788;18909,242888;14182,257175;0,252413" o:connectangles="0,0,0,0,0,0,0,0,0,0,0,0,0,0,0,0,0,0,0,0,0,0,0,0,0,0,0,0,0,0,0,0,0,0,0,0,0,0,0,0,0,0,0,0,0,0,0,0,0,0,0,0,0,0,0,0,0,0,0,0,0,0,0,0,0,0,0,0,0,0,0,0,0,0,0,0,0,0,0,0,0,0,0,0,0,0,0,0,0,0,0,0,0,0,0,0,0,0,0,0,0,0,0,0,0,0,0,0,0,0,0,0,0,0,0,0,0,0,0,0,0,0,0,0,0,0,0,0,0"/>
                    </v:shape>
                  </v:group>
                  <v:group id="Group 5" o:spid="_x0000_s1040" style="position:absolute;left:456;top:7770;width:31586;height:18964" coordorigin="456,7770" coordsize="31585,18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Rectangle 6" o:spid="_x0000_s1041" style="position:absolute;left:456;top:7770;width:17048;height:189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" fillcolor="#006580" stroked="f" strokeweight="2pt">
                      <v:fill opacity="26214f"/>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42" type="#_x0000_t75" style="position:absolute;left:18389;top:11692;width:13653;height:150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">
                      <v:imagedata r:id="rId11" o:title="" croptop="10385f"/>
                      <v:path arrowok="t"/>
                    </v:shape>
                  </v:group>
                </v:group>
                <w10:anchorlock/>
              </v:group>
            </w:pict>
          </mc:Fallback>
        </mc:AlternateContent>
      </w:r>
      <w:r w:rsidR="00A234B2">
        <w:rPr>
          <w:b/>
        </w:rPr>
        <w:tab/>
      </w:r>
      <w:r w:rsidR="00A234B2">
        <w:rPr>
          <w:b/>
        </w:rPr>
        <w:tab/>
      </w:r>
    </w:p>
    <w:p w:rsidR="00E548AF" w:rsidRDefault="00C00A9F" w:rsidP="00A234B2">
      <w:pPr>
        <w:spacing w:before="240" w:after="180"/>
        <w:rPr>
          <w:b/>
        </w:rPr>
      </w:pPr>
      <w:r>
        <w:rPr>
          <w:b/>
        </w:rPr>
        <w:t>Method</w:t>
      </w:r>
    </w:p>
    <w:p w:rsidR="002C48F2" w:rsidRPr="00A234B2" w:rsidRDefault="00BD2B72" w:rsidP="00A234B2">
      <w:pPr>
        <w:numPr>
          <w:ilvl w:val="0"/>
          <w:numId w:val="9"/>
        </w:numPr>
        <w:spacing w:after="180"/>
      </w:pPr>
      <w:r w:rsidRPr="00A234B2">
        <w:rPr>
          <w:lang w:val="en-US"/>
        </w:rPr>
        <w:t>Fill a displacement can with water.</w:t>
      </w:r>
    </w:p>
    <w:p w:rsidR="002C48F2" w:rsidRPr="00A234B2" w:rsidRDefault="00BD2B72" w:rsidP="00A234B2">
      <w:pPr>
        <w:numPr>
          <w:ilvl w:val="0"/>
          <w:numId w:val="9"/>
        </w:numPr>
        <w:spacing w:after="180"/>
      </w:pPr>
      <w:r w:rsidRPr="00A234B2">
        <w:rPr>
          <w:lang w:val="en-US"/>
        </w:rPr>
        <w:t>Catch any drips in a beaker.</w:t>
      </w:r>
    </w:p>
    <w:p w:rsidR="002C48F2" w:rsidRPr="00A234B2" w:rsidRDefault="00BD2B72" w:rsidP="00A234B2">
      <w:pPr>
        <w:numPr>
          <w:ilvl w:val="0"/>
          <w:numId w:val="9"/>
        </w:numPr>
        <w:spacing w:after="180"/>
      </w:pPr>
      <w:r w:rsidRPr="00A234B2">
        <w:rPr>
          <w:lang w:val="en-US"/>
        </w:rPr>
        <w:t>Empty the beaker.</w:t>
      </w:r>
    </w:p>
    <w:p w:rsidR="002C48F2" w:rsidRPr="00A234B2" w:rsidRDefault="00BD2B72" w:rsidP="00A234B2">
      <w:pPr>
        <w:numPr>
          <w:ilvl w:val="0"/>
          <w:numId w:val="9"/>
        </w:numPr>
        <w:spacing w:after="180"/>
      </w:pPr>
      <w:r w:rsidRPr="00A234B2">
        <w:rPr>
          <w:lang w:val="en-US"/>
        </w:rPr>
        <w:t xml:space="preserve">Slowly place the clay boat in the displacement can. </w:t>
      </w:r>
    </w:p>
    <w:p w:rsidR="00A234B2" w:rsidRPr="00A234B2" w:rsidRDefault="00A234B2" w:rsidP="00A234B2">
      <w:pPr>
        <w:spacing w:after="180"/>
      </w:pPr>
      <w:r w:rsidRPr="00A234B2">
        <w:rPr>
          <w:lang w:val="en-US"/>
        </w:rPr>
        <w:tab/>
      </w:r>
      <w:r w:rsidRPr="00A234B2">
        <w:rPr>
          <w:i/>
          <w:iCs/>
          <w:lang w:val="en-US"/>
        </w:rPr>
        <w:t>Do not dip fingers into the water.</w:t>
      </w:r>
    </w:p>
    <w:p w:rsidR="002C48F2" w:rsidRPr="00A234B2" w:rsidRDefault="00BD2B72" w:rsidP="00A234B2">
      <w:pPr>
        <w:numPr>
          <w:ilvl w:val="0"/>
          <w:numId w:val="10"/>
        </w:numPr>
        <w:spacing w:after="180"/>
      </w:pPr>
      <w:r w:rsidRPr="00A234B2">
        <w:rPr>
          <w:lang w:val="en-US"/>
        </w:rPr>
        <w:t>Collect all the water pushed out of the way in a beaker.</w:t>
      </w:r>
    </w:p>
    <w:p w:rsidR="002C48F2" w:rsidRPr="00A234B2" w:rsidRDefault="00BD2B72" w:rsidP="00A234B2">
      <w:pPr>
        <w:numPr>
          <w:ilvl w:val="0"/>
          <w:numId w:val="10"/>
        </w:numPr>
        <w:spacing w:after="180"/>
      </w:pPr>
      <w:r w:rsidRPr="00A234B2">
        <w:rPr>
          <w:lang w:val="en-US"/>
        </w:rPr>
        <w:t>Place an empty beaker on a balance.</w:t>
      </w:r>
    </w:p>
    <w:p w:rsidR="002C48F2" w:rsidRPr="00A234B2" w:rsidRDefault="00BD2B72" w:rsidP="00A234B2">
      <w:pPr>
        <w:numPr>
          <w:ilvl w:val="0"/>
          <w:numId w:val="10"/>
        </w:numPr>
        <w:spacing w:after="180"/>
      </w:pPr>
      <w:r w:rsidRPr="00A234B2">
        <w:rPr>
          <w:lang w:val="en-US"/>
        </w:rPr>
        <w:t xml:space="preserve">Press the </w:t>
      </w:r>
      <w:r w:rsidRPr="00A234B2">
        <w:rPr>
          <w:b/>
          <w:bCs/>
          <w:lang w:val="en-US"/>
        </w:rPr>
        <w:t>tare</w:t>
      </w:r>
      <w:r w:rsidRPr="00A234B2">
        <w:rPr>
          <w:lang w:val="en-US"/>
        </w:rPr>
        <w:t xml:space="preserve"> button to set the balance to zero.</w:t>
      </w:r>
    </w:p>
    <w:p w:rsidR="002C48F2" w:rsidRPr="00A234B2" w:rsidRDefault="00BD2B72" w:rsidP="00A234B2">
      <w:pPr>
        <w:numPr>
          <w:ilvl w:val="0"/>
          <w:numId w:val="10"/>
        </w:numPr>
        <w:spacing w:after="180"/>
      </w:pPr>
      <w:r w:rsidRPr="00A234B2">
        <w:rPr>
          <w:lang w:val="en-US"/>
        </w:rPr>
        <w:t>Pour in the water that was pushed out of the way by the clay boat.</w:t>
      </w:r>
    </w:p>
    <w:p w:rsidR="002C48F2" w:rsidRPr="00A234B2" w:rsidRDefault="00BD2B72" w:rsidP="00A234B2">
      <w:pPr>
        <w:numPr>
          <w:ilvl w:val="0"/>
          <w:numId w:val="10"/>
        </w:numPr>
        <w:spacing w:after="180"/>
      </w:pPr>
      <w:r w:rsidRPr="00A234B2">
        <w:rPr>
          <w:lang w:val="en-US"/>
        </w:rPr>
        <w:t>Measure the mass of this water.</w:t>
      </w:r>
    </w:p>
    <w:p w:rsidR="00A234B2" w:rsidRDefault="00BD2B72" w:rsidP="00A234B2">
      <w:pPr>
        <w:numPr>
          <w:ilvl w:val="0"/>
          <w:numId w:val="10"/>
        </w:numPr>
        <w:spacing w:after="180"/>
      </w:pPr>
      <w:r w:rsidRPr="00A234B2">
        <w:rPr>
          <w:lang w:val="en-US"/>
        </w:rPr>
        <w:t xml:space="preserve">Measure the mass of the clay boat. </w:t>
      </w:r>
      <w:r w:rsidRPr="00A234B2">
        <w:rPr>
          <w:i/>
          <w:iCs/>
          <w:lang w:val="en-US"/>
        </w:rPr>
        <w:t>Remember to set the balance to zero first.</w:t>
      </w:r>
    </w:p>
    <w:p w:rsidR="00A234B2" w:rsidRPr="00A234B2" w:rsidRDefault="00A234B2" w:rsidP="002F61D6">
      <w:pPr>
        <w:spacing w:before="360" w:after="180"/>
        <w:ind w:left="357"/>
        <w:jc w:val="center"/>
        <w:rPr>
          <w:i/>
        </w:rPr>
      </w:pPr>
      <w:r w:rsidRPr="00A234B2">
        <w:rPr>
          <w:i/>
        </w:rPr>
        <w:t>Take measurements for more clay boats. Use boats of different sizes and shapes.</w:t>
      </w:r>
    </w:p>
    <w:p w:rsidR="00D57A52" w:rsidRPr="00D57A52" w:rsidRDefault="00D57A52" w:rsidP="00201AC2">
      <w:pPr>
        <w:spacing w:after="180"/>
        <w:rPr>
          <w:b/>
          <w:sz w:val="44"/>
        </w:rPr>
      </w:pPr>
    </w:p>
    <w:p w:rsidR="00C00A9F" w:rsidRDefault="00C00A9F" w:rsidP="00201AC2">
      <w:pPr>
        <w:spacing w:after="180"/>
        <w:rPr>
          <w:b/>
        </w:rPr>
      </w:pPr>
      <w:r>
        <w:rPr>
          <w:b/>
        </w:rPr>
        <w:t>Results</w:t>
      </w:r>
    </w:p>
    <w:tbl>
      <w:tblPr>
        <w:tblStyle w:val="TableGrid"/>
        <w:tblW w:w="0" w:type="auto"/>
        <w:tblInd w:w="712" w:type="dxa"/>
        <w:tblLook w:val="04A0" w:firstRow="1" w:lastRow="0" w:firstColumn="1" w:lastColumn="0" w:noHBand="0" w:noVBand="1"/>
      </w:tblPr>
      <w:tblGrid>
        <w:gridCol w:w="3801"/>
        <w:gridCol w:w="3802"/>
      </w:tblGrid>
      <w:tr w:rsidR="00A234B2" w:rsidTr="00A234B2">
        <w:trPr>
          <w:trHeight w:hRule="exact" w:val="510"/>
        </w:trPr>
        <w:tc>
          <w:tcPr>
            <w:tcW w:w="3801" w:type="dxa"/>
            <w:vAlign w:val="center"/>
          </w:tcPr>
          <w:p w:rsidR="00A234B2" w:rsidRDefault="00A234B2" w:rsidP="00A234B2">
            <w:pPr>
              <w:jc w:val="center"/>
              <w:rPr>
                <w:b/>
              </w:rPr>
            </w:pPr>
            <w:r>
              <w:rPr>
                <w:b/>
              </w:rPr>
              <w:t>Mass of water / g</w:t>
            </w:r>
          </w:p>
        </w:tc>
        <w:tc>
          <w:tcPr>
            <w:tcW w:w="3802" w:type="dxa"/>
            <w:vAlign w:val="center"/>
          </w:tcPr>
          <w:p w:rsidR="00A234B2" w:rsidRDefault="00A234B2" w:rsidP="00A234B2">
            <w:pPr>
              <w:jc w:val="center"/>
              <w:rPr>
                <w:b/>
              </w:rPr>
            </w:pPr>
            <w:r>
              <w:rPr>
                <w:b/>
              </w:rPr>
              <w:t>Mass of clay boat / g</w:t>
            </w:r>
          </w:p>
        </w:tc>
      </w:tr>
      <w:tr w:rsidR="00A234B2" w:rsidTr="00A234B2">
        <w:trPr>
          <w:trHeight w:hRule="exact" w:val="510"/>
        </w:trPr>
        <w:tc>
          <w:tcPr>
            <w:tcW w:w="3801" w:type="dxa"/>
            <w:vAlign w:val="center"/>
          </w:tcPr>
          <w:p w:rsidR="00A234B2" w:rsidRDefault="00A234B2" w:rsidP="00A234B2">
            <w:pPr>
              <w:jc w:val="center"/>
              <w:rPr>
                <w:b/>
              </w:rPr>
            </w:pPr>
          </w:p>
        </w:tc>
        <w:tc>
          <w:tcPr>
            <w:tcW w:w="3802" w:type="dxa"/>
            <w:vAlign w:val="center"/>
          </w:tcPr>
          <w:p w:rsidR="00A234B2" w:rsidRDefault="00A234B2" w:rsidP="00A234B2">
            <w:pPr>
              <w:jc w:val="center"/>
              <w:rPr>
                <w:b/>
              </w:rPr>
            </w:pPr>
          </w:p>
        </w:tc>
      </w:tr>
      <w:tr w:rsidR="00A234B2" w:rsidTr="00A234B2">
        <w:trPr>
          <w:trHeight w:hRule="exact" w:val="510"/>
        </w:trPr>
        <w:tc>
          <w:tcPr>
            <w:tcW w:w="3801" w:type="dxa"/>
            <w:vAlign w:val="center"/>
          </w:tcPr>
          <w:p w:rsidR="00A234B2" w:rsidRDefault="00A234B2" w:rsidP="00A234B2">
            <w:pPr>
              <w:jc w:val="center"/>
              <w:rPr>
                <w:b/>
              </w:rPr>
            </w:pPr>
          </w:p>
        </w:tc>
        <w:tc>
          <w:tcPr>
            <w:tcW w:w="3802" w:type="dxa"/>
            <w:vAlign w:val="center"/>
          </w:tcPr>
          <w:p w:rsidR="00A234B2" w:rsidRDefault="00A234B2" w:rsidP="00A234B2">
            <w:pPr>
              <w:jc w:val="center"/>
              <w:rPr>
                <w:b/>
              </w:rPr>
            </w:pPr>
          </w:p>
        </w:tc>
      </w:tr>
      <w:tr w:rsidR="00A234B2" w:rsidTr="00A234B2">
        <w:trPr>
          <w:trHeight w:hRule="exact" w:val="510"/>
        </w:trPr>
        <w:tc>
          <w:tcPr>
            <w:tcW w:w="3801" w:type="dxa"/>
            <w:vAlign w:val="center"/>
          </w:tcPr>
          <w:p w:rsidR="00A234B2" w:rsidRDefault="00A234B2" w:rsidP="00A234B2">
            <w:pPr>
              <w:jc w:val="center"/>
              <w:rPr>
                <w:b/>
              </w:rPr>
            </w:pPr>
          </w:p>
        </w:tc>
        <w:tc>
          <w:tcPr>
            <w:tcW w:w="3802" w:type="dxa"/>
            <w:vAlign w:val="center"/>
          </w:tcPr>
          <w:p w:rsidR="00A234B2" w:rsidRDefault="00A234B2" w:rsidP="00A234B2">
            <w:pPr>
              <w:jc w:val="center"/>
              <w:rPr>
                <w:b/>
              </w:rPr>
            </w:pPr>
          </w:p>
        </w:tc>
      </w:tr>
      <w:tr w:rsidR="00A234B2" w:rsidTr="00A234B2">
        <w:trPr>
          <w:trHeight w:hRule="exact" w:val="510"/>
        </w:trPr>
        <w:tc>
          <w:tcPr>
            <w:tcW w:w="3801" w:type="dxa"/>
            <w:vAlign w:val="center"/>
          </w:tcPr>
          <w:p w:rsidR="00A234B2" w:rsidRDefault="00A234B2" w:rsidP="00A234B2">
            <w:pPr>
              <w:rPr>
                <w:b/>
              </w:rPr>
            </w:pPr>
          </w:p>
        </w:tc>
        <w:tc>
          <w:tcPr>
            <w:tcW w:w="3802" w:type="dxa"/>
            <w:vAlign w:val="center"/>
          </w:tcPr>
          <w:p w:rsidR="00A234B2" w:rsidRDefault="00A234B2" w:rsidP="00A234B2">
            <w:pPr>
              <w:jc w:val="center"/>
              <w:rPr>
                <w:b/>
              </w:rPr>
            </w:pPr>
          </w:p>
        </w:tc>
      </w:tr>
    </w:tbl>
    <w:p w:rsidR="00A234B2" w:rsidRDefault="00A234B2" w:rsidP="00C00A9F">
      <w:pPr>
        <w:spacing w:before="180" w:after="180"/>
        <w:rPr>
          <w:b/>
        </w:rPr>
      </w:pPr>
    </w:p>
    <w:p w:rsidR="00201AC2" w:rsidRPr="003117F6" w:rsidRDefault="00201AC2" w:rsidP="00C00A9F">
      <w:pPr>
        <w:spacing w:before="180" w:after="180"/>
        <w:rPr>
          <w:b/>
        </w:rPr>
      </w:pPr>
      <w:r>
        <w:rPr>
          <w:b/>
        </w:rPr>
        <w:t>To answer</w:t>
      </w:r>
    </w:p>
    <w:p w:rsidR="002C48F2" w:rsidRPr="00D57A52" w:rsidRDefault="00BD2B72" w:rsidP="00D57A52">
      <w:pPr>
        <w:numPr>
          <w:ilvl w:val="0"/>
          <w:numId w:val="13"/>
        </w:numPr>
        <w:spacing w:after="240"/>
        <w:ind w:left="714" w:hanging="357"/>
      </w:pPr>
      <w:r w:rsidRPr="00D57A52">
        <w:rPr>
          <w:lang w:val="en-US"/>
        </w:rPr>
        <w:t xml:space="preserve">Are the results what you expected? </w:t>
      </w:r>
    </w:p>
    <w:p w:rsidR="002C48F2" w:rsidRPr="00D57A52" w:rsidRDefault="00BD2B72" w:rsidP="00D57A52">
      <w:pPr>
        <w:numPr>
          <w:ilvl w:val="0"/>
          <w:numId w:val="13"/>
        </w:numPr>
        <w:spacing w:after="240" w:line="276" w:lineRule="auto"/>
        <w:ind w:left="714" w:hanging="357"/>
      </w:pPr>
      <w:r w:rsidRPr="00D57A52">
        <w:rPr>
          <w:lang w:val="en-US"/>
        </w:rPr>
        <w:t xml:space="preserve">What is the rule for the mass of the water pushed out of the way by a boat that </w:t>
      </w:r>
      <w:r w:rsidR="009E69F0">
        <w:rPr>
          <w:lang w:val="en-US"/>
        </w:rPr>
        <w:t>is put onto the water</w:t>
      </w:r>
      <w:r w:rsidRPr="00D57A52">
        <w:rPr>
          <w:lang w:val="en-US"/>
        </w:rPr>
        <w:t>?</w:t>
      </w:r>
      <w:r w:rsidR="009E69F0">
        <w:rPr>
          <w:i/>
          <w:iCs/>
          <w:lang w:val="en-US"/>
        </w:rPr>
        <w:t xml:space="preserve">   </w:t>
      </w:r>
      <w:r w:rsidRPr="00D57A52">
        <w:rPr>
          <w:i/>
          <w:iCs/>
          <w:lang w:val="en-US"/>
        </w:rPr>
        <w:t xml:space="preserve"> Give as much detail as you can.</w:t>
      </w:r>
    </w:p>
    <w:p w:rsidR="002C48F2" w:rsidRPr="00D57A52" w:rsidRDefault="00BD2B72" w:rsidP="00D57A52">
      <w:pPr>
        <w:numPr>
          <w:ilvl w:val="0"/>
          <w:numId w:val="13"/>
        </w:numPr>
        <w:spacing w:after="240"/>
      </w:pPr>
      <w:r w:rsidRPr="00D57A52">
        <w:rPr>
          <w:lang w:val="en-US"/>
        </w:rPr>
        <w:t>What do you think the mass of water is that is pushed out of the way by a boat that sinks?</w:t>
      </w:r>
    </w:p>
    <w:p w:rsidR="00201AC2" w:rsidRPr="00201AC2" w:rsidRDefault="00201AC2" w:rsidP="006F3279">
      <w:pPr>
        <w:spacing w:after="240"/>
        <w:rPr>
          <w:szCs w:val="18"/>
        </w:rPr>
        <w:sectPr w:rsidR="00201AC2" w:rsidRPr="00201AC2" w:rsidSect="00E94365">
          <w:type w:val="continuous"/>
          <w:pgSz w:w="11906" w:h="16838" w:code="9"/>
          <w:pgMar w:top="1440" w:right="1440" w:bottom="1440" w:left="1440" w:header="709" w:footer="567" w:gutter="0"/>
          <w:cols w:space="708"/>
          <w:docGrid w:linePitch="360"/>
        </w:sectPr>
      </w:pPr>
    </w:p>
    <w:p w:rsidR="004B3BB4" w:rsidRPr="006F3279" w:rsidRDefault="004B3BB4" w:rsidP="004B3BB4">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 &gt; Topic PMA2: Floating and sinking</w:t>
      </w:r>
      <w:r w:rsidRPr="00CA4B46">
        <w:rPr>
          <w:i/>
          <w:sz w:val="18"/>
          <w:szCs w:val="18"/>
        </w:rPr>
        <w:t xml:space="preserve"> &gt; </w:t>
      </w:r>
      <w:r>
        <w:rPr>
          <w:i/>
          <w:sz w:val="18"/>
          <w:szCs w:val="18"/>
        </w:rPr>
        <w:t>Key concept</w:t>
      </w:r>
      <w:r w:rsidRPr="00CA4B46">
        <w:rPr>
          <w:i/>
          <w:sz w:val="18"/>
          <w:szCs w:val="18"/>
        </w:rPr>
        <w:t xml:space="preserve"> </w:t>
      </w:r>
      <w:r>
        <w:rPr>
          <w:i/>
          <w:sz w:val="18"/>
          <w:szCs w:val="18"/>
        </w:rPr>
        <w:t>PMA2.1</w:t>
      </w:r>
      <w:r w:rsidRPr="00CA4B46">
        <w:rPr>
          <w:i/>
          <w:sz w:val="18"/>
          <w:szCs w:val="18"/>
        </w:rPr>
        <w:t xml:space="preserve">: </w:t>
      </w:r>
      <w:r>
        <w:rPr>
          <w:i/>
          <w:sz w:val="18"/>
          <w:szCs w:val="18"/>
        </w:rPr>
        <w:t>Floating, sinking and density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941908" w:rsidP="006F3279">
            <w:pPr>
              <w:spacing w:after="60"/>
              <w:ind w:left="1304"/>
              <w:rPr>
                <w:b/>
                <w:sz w:val="40"/>
                <w:szCs w:val="40"/>
              </w:rPr>
            </w:pPr>
            <w:r>
              <w:rPr>
                <w:b/>
                <w:sz w:val="40"/>
                <w:szCs w:val="40"/>
              </w:rPr>
              <w:t>Water and sand</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4B3BB4" w:rsidTr="003F16F9">
        <w:trPr>
          <w:trHeight w:val="340"/>
        </w:trPr>
        <w:tc>
          <w:tcPr>
            <w:tcW w:w="2196" w:type="dxa"/>
          </w:tcPr>
          <w:p w:rsidR="004B3BB4" w:rsidRDefault="004B3BB4" w:rsidP="004B3BB4">
            <w:pPr>
              <w:spacing w:before="60" w:after="60"/>
            </w:pPr>
            <w:r>
              <w:t>Learning focus:</w:t>
            </w:r>
          </w:p>
        </w:tc>
        <w:tc>
          <w:tcPr>
            <w:tcW w:w="6820" w:type="dxa"/>
          </w:tcPr>
          <w:p w:rsidR="004B3BB4" w:rsidRDefault="004B3BB4" w:rsidP="004B3BB4">
            <w:pPr>
              <w:spacing w:before="60" w:after="60"/>
            </w:pPr>
            <w:r w:rsidRPr="007735D7">
              <w:t>An object that is surrounded by a fluid (liquid and/or gas) floats if its overall density is less than the density of the fluid.</w:t>
            </w:r>
          </w:p>
        </w:tc>
      </w:tr>
      <w:tr w:rsidR="004B3BB4" w:rsidTr="003F16F9">
        <w:trPr>
          <w:trHeight w:val="340"/>
        </w:trPr>
        <w:tc>
          <w:tcPr>
            <w:tcW w:w="2196" w:type="dxa"/>
          </w:tcPr>
          <w:p w:rsidR="004B3BB4" w:rsidRDefault="004B3BB4" w:rsidP="004B3BB4">
            <w:pPr>
              <w:spacing w:before="60" w:after="60"/>
            </w:pPr>
            <w:r>
              <w:t>Observable learning outcome:</w:t>
            </w:r>
          </w:p>
        </w:tc>
        <w:tc>
          <w:tcPr>
            <w:tcW w:w="6820" w:type="dxa"/>
          </w:tcPr>
          <w:p w:rsidR="004B3BB4" w:rsidRPr="007347F5" w:rsidRDefault="004B3BB4" w:rsidP="004B3BB4">
            <w:pPr>
              <w:spacing w:before="60" w:after="60"/>
              <w:rPr>
                <w:rFonts w:cstheme="minorHAnsi"/>
                <w:szCs w:val="20"/>
              </w:rPr>
            </w:pPr>
            <w:r w:rsidRPr="007347F5">
              <w:rPr>
                <w:rFonts w:cstheme="minorHAnsi"/>
                <w:szCs w:val="20"/>
              </w:rPr>
              <w:t>Describe how the shape of an object affects how well it floats.</w:t>
            </w:r>
          </w:p>
          <w:p w:rsidR="004B3BB4" w:rsidRPr="007347F5" w:rsidRDefault="004B3BB4" w:rsidP="004B3BB4">
            <w:pPr>
              <w:spacing w:before="60" w:after="60"/>
            </w:pPr>
            <w:r w:rsidRPr="007347F5">
              <w:t>Explain how the density of an object determines how well it floats.</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CE3F5B" w:rsidP="00CE3F5B">
            <w:pPr>
              <w:spacing w:before="60" w:after="60"/>
            </w:pPr>
            <w:r>
              <w:t>A</w:t>
            </w:r>
            <w:r w:rsidR="00520068" w:rsidRPr="00520068">
              <w:t>pplication and pr</w:t>
            </w:r>
            <w:r w:rsidR="008B2F45">
              <w:t>acti</w:t>
            </w:r>
            <w:r>
              <w:t>c</w:t>
            </w:r>
            <w:r w:rsidR="00520068" w:rsidRPr="00520068">
              <w:t>e - practical</w:t>
            </w:r>
          </w:p>
        </w:tc>
      </w:tr>
      <w:tr w:rsidR="004B3BB4" w:rsidTr="003F16F9">
        <w:trPr>
          <w:trHeight w:val="340"/>
        </w:trPr>
        <w:tc>
          <w:tcPr>
            <w:tcW w:w="2196" w:type="dxa"/>
          </w:tcPr>
          <w:p w:rsidR="004B3BB4" w:rsidRDefault="004B3BB4" w:rsidP="004B3BB4">
            <w:pPr>
              <w:spacing w:before="60" w:after="60"/>
            </w:pPr>
            <w:r>
              <w:t>Key words:</w:t>
            </w:r>
          </w:p>
        </w:tc>
        <w:tc>
          <w:tcPr>
            <w:tcW w:w="6820" w:type="dxa"/>
            <w:tcBorders>
              <w:bottom w:val="dotted" w:sz="4" w:space="0" w:color="auto"/>
            </w:tcBorders>
          </w:tcPr>
          <w:p w:rsidR="004B3BB4" w:rsidRDefault="004B3BB4" w:rsidP="004B3BB4">
            <w:pPr>
              <w:spacing w:before="60" w:after="60"/>
            </w:pPr>
            <w:r w:rsidRPr="005F7296">
              <w:t>Floating, sinking, weight, volume, density</w:t>
            </w:r>
          </w:p>
        </w:tc>
      </w:tr>
    </w:tbl>
    <w:p w:rsidR="00E172C6" w:rsidRDefault="00E172C6" w:rsidP="00E172C6">
      <w:pPr>
        <w:spacing w:after="180"/>
      </w:pPr>
    </w:p>
    <w:p w:rsidR="004B3BB4" w:rsidRPr="004056D6" w:rsidRDefault="004B3BB4" w:rsidP="005178AB">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w:t>
      </w:r>
      <w:r>
        <w:rPr>
          <w:rFonts w:cstheme="minorHAnsi"/>
          <w:color w:val="222222"/>
          <w:shd w:val="clear" w:color="auto" w:fill="FFFFFF"/>
        </w:rPr>
        <w:t>he following diagnostic questions</w:t>
      </w:r>
    </w:p>
    <w:p w:rsidR="004B3BB4" w:rsidRPr="00C96E49" w:rsidRDefault="004B3BB4" w:rsidP="005178AB">
      <w:pPr>
        <w:pStyle w:val="ListParagraph"/>
        <w:numPr>
          <w:ilvl w:val="0"/>
          <w:numId w:val="1"/>
        </w:numPr>
        <w:spacing w:after="180"/>
      </w:pPr>
      <w:r w:rsidRPr="00C96E49">
        <w:t>Diagnostic question: Flipping iceberg</w:t>
      </w:r>
    </w:p>
    <w:p w:rsidR="004B3BB4" w:rsidRPr="00A6111E" w:rsidRDefault="004B3BB4" w:rsidP="004B3BB4">
      <w:pPr>
        <w:pStyle w:val="ListParagraph"/>
        <w:numPr>
          <w:ilvl w:val="0"/>
          <w:numId w:val="1"/>
        </w:numPr>
        <w:spacing w:after="180"/>
      </w:pPr>
      <w:r>
        <w:t>Diagnostic question: Block float</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4B3BB4" w:rsidRDefault="004B3BB4" w:rsidP="004B3BB4">
      <w:pPr>
        <w:spacing w:after="180"/>
      </w:pPr>
      <w:r>
        <w:rPr>
          <w:noProof/>
        </w:rPr>
        <w:t xml:space="preserve">Paik et al. </w:t>
      </w:r>
      <w:r>
        <w:fldChar w:fldCharType="begin"/>
      </w:r>
      <w:r>
        <w:instrText xml:space="preserve"> ADDIN EN.CITE &lt;EndNote&gt;&lt;Cite ExcludeAuth="1"&gt;&lt;Author&gt;Paik&lt;/Author&gt;&lt;Year&gt;2017&lt;/Year&gt;&lt;IDText&gt;Developing a Four-level Learning Progression and Assessment for the Concept of Buoyancy&lt;/IDText&gt;&lt;DisplayText&gt;(2017)&lt;/DisplayText&gt;&lt;record&gt;&lt;titles&gt;&lt;title&gt;Developing a Four-level Learning Progression and Assessment for the Concept of Buoyancy&lt;/title&gt;&lt;secondary-title&gt;Eurasia journal of mathematics, science and technology education&lt;/secondary-title&gt;&lt;/titles&gt;&lt;pages&gt;4965-4986&lt;/pages&gt;&lt;contributors&gt;&lt;authors&gt;&lt;author&gt;Paik, S-H&lt;/author&gt;&lt;author&gt;Song, G&lt;/author&gt;&lt;author&gt;Kim, S&lt;/author&gt;&lt;author&gt;Ha, M&lt;/author&gt;&lt;/authors&gt;&lt;/contributors&gt;&lt;added-date format="utc"&gt;1571656910&lt;/added-date&gt;&lt;ref-type name="Journal Article"&gt;17&lt;/ref-type&gt;&lt;dates&gt;&lt;year&gt;2017&lt;/year&gt;&lt;/dates&gt;&lt;rec-number&gt;163&lt;/rec-number&gt;&lt;last-updated-date format="utc"&gt;1571658513&lt;/last-updated-date&gt;&lt;volume&gt;13(8)&lt;/volume&gt;&lt;/record&gt;&lt;/Cite&gt;&lt;/EndNote&gt;</w:instrText>
      </w:r>
      <w:r>
        <w:fldChar w:fldCharType="separate"/>
      </w:r>
      <w:r>
        <w:rPr>
          <w:noProof/>
        </w:rPr>
        <w:t>(2017)</w:t>
      </w:r>
      <w:r>
        <w:fldChar w:fldCharType="end"/>
      </w:r>
      <w:r>
        <w:t xml:space="preserve"> describe a learning progression for buoyancy that begins with the basic concepts of weight and volume, before starting to develop the scientific concepts of density and buoyancy. In their progression, the density of an object is introduced as the object being </w:t>
      </w:r>
      <w:r w:rsidRPr="009E416A">
        <w:rPr>
          <w:i/>
        </w:rPr>
        <w:t>heavy (or light) for its size</w:t>
      </w:r>
      <w:r>
        <w:t xml:space="preserve">. This working definition of density allows students to develop understanding of how volume and weight combine to give an object its buoyancy, and provides descriptive tools that help explain why boat-shaped objects (that are filled with air) are more buoyant than other more compact shapes. This idea is also linked to the understanding that buoyancy increases as the volume of liquid (or gas) displaced increases. Buoyancy is defined as the resultant upward force of the liquid (or gas) around an object on the object. </w:t>
      </w:r>
    </w:p>
    <w:p w:rsidR="004B3BB4" w:rsidRDefault="004B3BB4" w:rsidP="004B3BB4">
      <w:pPr>
        <w:spacing w:after="180"/>
      </w:pPr>
      <w:r>
        <w:rPr>
          <w:noProof/>
        </w:rPr>
        <w:t xml:space="preserve">When an object sinks in a liquid, Cepni and </w:t>
      </w:r>
      <w:r>
        <w:rPr>
          <w:rFonts w:cstheme="minorHAnsi"/>
          <w:noProof/>
        </w:rPr>
        <w:t>Ş</w:t>
      </w:r>
      <w:r>
        <w:rPr>
          <w:noProof/>
        </w:rPr>
        <w:t>ahin</w:t>
      </w:r>
      <w:r>
        <w:t xml:space="preserve"> </w:t>
      </w:r>
      <w:r>
        <w:fldChar w:fldCharType="begin"/>
      </w:r>
      <w:r>
        <w:instrText xml:space="preserve"> ADDIN EN.CITE &lt;EndNote&gt;&lt;Cite ExcludeAuth="1"&gt;&lt;Author&gt;Cepni&lt;/Author&gt;&lt;Year&gt;2012&lt;/Year&gt;&lt;IDText&gt;Effect of different teaching methods and techniques embedded in the 5E instructional model on students&amp;apos; learning about buoyancy force&lt;/IDText&gt;&lt;DisplayText&gt;(2012)&lt;/DisplayText&gt;&lt;record&gt;&lt;titles&gt;&lt;title&gt;Effect of different teaching methods and techniques embedded in the 5E instructional model on students&amp;apos; learning about buoyancy force&lt;/title&gt;&lt;secondary-title&gt;Eurasian Journal of Physics and Chemistry Education&lt;/secondary-title&gt;&lt;/titles&gt;&lt;pages&gt;97-127&lt;/pages&gt;&lt;contributors&gt;&lt;authors&gt;&lt;author&gt;Cepni, S&lt;/author&gt;&lt;author&gt;Sahin, C&lt;/author&gt;&lt;/authors&gt;&lt;/contributors&gt;&lt;added-date format="utc"&gt;1571657963&lt;/added-date&gt;&lt;ref-type name="Journal Article"&gt;17&lt;/ref-type&gt;&lt;dates&gt;&lt;year&gt;2012&lt;/year&gt;&lt;/dates&gt;&lt;rec-number&gt;166&lt;/rec-number&gt;&lt;last-updated-date format="utc"&gt;1571658513&lt;/last-updated-date&gt;&lt;volume&gt;4(2)&lt;/volume&gt;&lt;/record&gt;&lt;/Cite&gt;&lt;/EndNote&gt;</w:instrText>
      </w:r>
      <w:r>
        <w:fldChar w:fldCharType="separate"/>
      </w:r>
      <w:r>
        <w:rPr>
          <w:noProof/>
        </w:rPr>
        <w:t>(2012)</w:t>
      </w:r>
      <w:r>
        <w:fldChar w:fldCharType="end"/>
      </w:r>
      <w:r>
        <w:t xml:space="preserve"> found that most 13- to 14-year-olds (n=48) did not think that the object had buoyancy. In some cases students labelled the buoyancy of a sinking object as downward: they thought that the liquid was pushing it downward. Conversely some students may think that a floating object has no weight </w:t>
      </w:r>
      <w:r>
        <w:fldChar w:fldCharType="begin"/>
      </w:r>
      <w:r>
        <w:instrText xml:space="preserve"> ADDIN EN.CITE &lt;EndNote&gt;&lt;Cite&gt;&lt;Author&gt;Allen&lt;/Author&gt;&lt;Year&gt;2014&lt;/Year&gt;&lt;IDText&gt;Misconceptions in Primary Science&lt;/IDText&gt;&lt;DisplayText&gt;(Allen, 2014)&lt;/DisplayText&gt;&lt;record&gt;&lt;isbn&gt;9780335262663&lt;/isbn&gt;&lt;titles&gt;&lt;title&gt;Misconceptions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fldChar w:fldCharType="separate"/>
      </w:r>
      <w:r>
        <w:rPr>
          <w:noProof/>
        </w:rPr>
        <w:t>(Allen, 2014)</w:t>
      </w:r>
      <w:r>
        <w:fldChar w:fldCharType="end"/>
      </w:r>
      <w:r>
        <w:t>. Buoyancy always acts vertically upward; the resultant force is determined by comparing the force of the water pushing the object up, with the force of gravity pulling the object down.</w:t>
      </w:r>
    </w:p>
    <w:p w:rsidR="006348F3" w:rsidRDefault="006348F3" w:rsidP="006348F3">
      <w:pPr>
        <w:spacing w:after="180"/>
      </w:pPr>
      <w:r>
        <w:t xml:space="preserve">It is appropriate to teach students how to calculate buoyancy only after they have developed a good qualitative understanding how it works </w:t>
      </w:r>
      <w:r>
        <w:fldChar w:fldCharType="begin"/>
      </w:r>
      <w:r>
        <w:instrText xml:space="preserve"> ADDIN EN.CITE &lt;EndNote&gt;&lt;Cite&gt;&lt;Author&gt;Gao&lt;/Author&gt;&lt;Year&gt;2018&lt;/Year&gt;&lt;IDText&gt;Developing a Learning Progression of Buoyancy to Model Conceptual Change: A Latent Class and Rule Space Model Analysis&lt;/IDText&gt;&lt;DisplayText&gt;(Gao et al., 2018)&lt;/DisplayText&gt;&lt;record&gt;&lt;titles&gt;&lt;title&gt;Developing a Learning Progression of Buoyancy to Model Conceptual Change: A Latent Class and Rule Space Model Analysis&lt;/title&gt;&lt;secondary-title&gt;Research in Science Education&lt;/secondary-title&gt;&lt;/titles&gt;&lt;contributors&gt;&lt;authors&gt;&lt;author&gt;Gao, Y&lt;/author&gt;&lt;author&gt;Zhai, X&lt;/author&gt;&lt;author&gt;Andersson, B&lt;/author&gt;&lt;author&gt;Zeng, P&lt;/author&gt;&lt;author&gt;Xin, T&lt;/author&gt;&lt;/authors&gt;&lt;/contributors&gt;&lt;added-date format="utc"&gt;1571657549&lt;/added-date&gt;&lt;ref-type name="Journal Article"&gt;17&lt;/ref-type&gt;&lt;dates&gt;&lt;year&gt;2018&lt;/year&gt;&lt;/dates&gt;&lt;rec-number&gt;165&lt;/rec-number&gt;&lt;last-updated-date format="utc"&gt;1571658513&lt;/last-updated-date&gt;&lt;electronic-resource-num&gt;https://doi.org/10.1007/s11165-018-9736-5&lt;/electronic-resource-num&gt;&lt;/record&gt;&lt;/Cite&gt;&lt;Cite&gt;&lt;Author&gt;Gao&lt;/Author&gt;&lt;Year&gt;2018&lt;/Year&gt;&lt;IDText&gt;Developing a Learning Progression of Buoyancy to Model Conceptual Change: A Latent Class and Rule Space Model Analysis&lt;/IDText&gt;&lt;record&gt;&lt;titles&gt;&lt;title&gt;Developing a Learning Progression of Buoyancy to Model Conceptual Change: A Latent Class and Rule Space Model Analysis&lt;/title&gt;&lt;secondary-title&gt;Research in Science Education&lt;/secondary-title&gt;&lt;/titles&gt;&lt;contributors&gt;&lt;authors&gt;&lt;author&gt;Gao, Y&lt;/author&gt;&lt;author&gt;Zhai, X&lt;/author&gt;&lt;author&gt;Andersson, B&lt;/author&gt;&lt;author&gt;Zeng, P&lt;/author&gt;&lt;author&gt;Xin, T&lt;/author&gt;&lt;/authors&gt;&lt;/contributors&gt;&lt;added-date format="utc"&gt;1571657549&lt;/added-date&gt;&lt;ref-type name="Journal Article"&gt;17&lt;/ref-type&gt;&lt;dates&gt;&lt;year&gt;2018&lt;/year&gt;&lt;/dates&gt;&lt;rec-number&gt;165&lt;/rec-number&gt;&lt;last-updated-date format="utc"&gt;1571658513&lt;/last-updated-date&gt;&lt;electronic-resource-num&gt;https://doi.org/10.1007/s11165-018-9736-5&lt;/electronic-resource-num&gt;&lt;/record&gt;&lt;/Cite&gt;&lt;/EndNote&gt;</w:instrText>
      </w:r>
      <w:r>
        <w:fldChar w:fldCharType="separate"/>
      </w:r>
      <w:r>
        <w:rPr>
          <w:noProof/>
        </w:rPr>
        <w:t>(Gao et al., 2018)</w:t>
      </w:r>
      <w:r>
        <w:fldChar w:fldCharType="end"/>
      </w:r>
      <w:r>
        <w:t>. Students can use a displacement can to measure the weight of water displaced by an object and compare this to the weight of the object. Buoyancy is equal to the weight of the water (or other fluid) displaced. Objects that float displace their own weight of water. If the weight an object is greater than the weight of the water the object displaces, then the object will sink. In other words: if an object is less dense than the liquid (or gas) that it is placed in it will float; if it is denser it will sink.</w:t>
      </w:r>
    </w:p>
    <w:p w:rsidR="006348F3" w:rsidRDefault="006348F3" w:rsidP="004B3BB4">
      <w:pPr>
        <w:spacing w:after="180"/>
      </w:pPr>
    </w:p>
    <w:p w:rsidR="007A748B" w:rsidRPr="002454AC" w:rsidRDefault="007A748B" w:rsidP="00026DEC">
      <w:pPr>
        <w:spacing w:after="180"/>
        <w:rPr>
          <w:b/>
          <w:color w:val="5F497A" w:themeColor="accent4" w:themeShade="BF"/>
          <w:sz w:val="24"/>
        </w:rPr>
      </w:pPr>
      <w:r w:rsidRPr="002454AC">
        <w:rPr>
          <w:b/>
          <w:color w:val="5F497A" w:themeColor="accent4" w:themeShade="BF"/>
          <w:sz w:val="24"/>
        </w:rPr>
        <w:lastRenderedPageBreak/>
        <w:t xml:space="preserve">Ways to use this </w:t>
      </w:r>
      <w:r w:rsidR="00707823">
        <w:rPr>
          <w:b/>
          <w:color w:val="5F497A" w:themeColor="accent4" w:themeShade="BF"/>
          <w:sz w:val="24"/>
        </w:rPr>
        <w:t>activity</w:t>
      </w:r>
    </w:p>
    <w:p w:rsidR="008B2F45" w:rsidRDefault="008B2F45" w:rsidP="008B2F45">
      <w:pPr>
        <w:spacing w:after="180"/>
      </w:pPr>
      <w:r>
        <w:t>This practical activity gives students the opportunity to practise applying their understanding and to clarify their thinking through discussion.</w:t>
      </w:r>
      <w:r w:rsidR="007F785B">
        <w:t xml:space="preserve"> </w:t>
      </w:r>
      <w:r>
        <w:t>To support this, s</w:t>
      </w:r>
      <w:r w:rsidRPr="00DA3B6C">
        <w:t xml:space="preserve">tudents </w:t>
      </w:r>
      <w:r>
        <w:t xml:space="preserve">should complete the practical in pairs or small groups. </w:t>
      </w:r>
    </w:p>
    <w:p w:rsidR="008B2F45" w:rsidRDefault="008B2F45" w:rsidP="008B2F45">
      <w:pPr>
        <w:spacing w:after="180"/>
      </w:pPr>
      <w:r>
        <w:t>Listening to individual groups as they work often highlights any difficulties they might have.</w:t>
      </w:r>
      <w:r w:rsidR="007F785B">
        <w:t xml:space="preserve"> </w:t>
      </w:r>
      <w:r>
        <w:t>These can often be overcome, through a whole class clarification or redirection part way through the activity.</w:t>
      </w:r>
    </w:p>
    <w:p w:rsidR="008B2F45" w:rsidRDefault="008B2F45" w:rsidP="008B2F45">
      <w:pPr>
        <w:spacing w:after="180"/>
      </w:pPr>
      <w:r>
        <w:t>Asking students to report their findings at end of the practical work is a useful check.</w:t>
      </w:r>
      <w:r w:rsidR="007F785B">
        <w:t xml:space="preserve"> </w:t>
      </w:r>
      <w:r>
        <w:t>After a group has fed back, it might be helpful to model an even better answer.</w:t>
      </w:r>
      <w:r w:rsidR="007F785B">
        <w:t xml:space="preserve"> </w:t>
      </w:r>
      <w:r>
        <w:t>You could do this, for example, by asking another group to add to, or clarify, the first observation.</w:t>
      </w:r>
      <w:r w:rsidR="007F785B">
        <w:t xml:space="preserve"> </w:t>
      </w:r>
      <w:r>
        <w:t>Then ask another group to sum up the important part of the observation, and so on.</w:t>
      </w:r>
    </w:p>
    <w:p w:rsidR="008B2F45" w:rsidRPr="00095A98" w:rsidRDefault="008B2F45" w:rsidP="008B2F45">
      <w:pPr>
        <w:spacing w:after="180"/>
        <w:rPr>
          <w:i/>
        </w:rPr>
      </w:pPr>
      <w:r w:rsidRPr="00095A98">
        <w:rPr>
          <w:i/>
        </w:rPr>
        <w:t>Differentiation</w:t>
      </w:r>
    </w:p>
    <w:p w:rsidR="008B2F45" w:rsidRDefault="008B2F45" w:rsidP="008B2F45">
      <w:pPr>
        <w:spacing w:after="180"/>
      </w:pPr>
      <w:r>
        <w:t>Providing suitable recording sheets can help some students organise their observations so they can more easily focus on the science.</w:t>
      </w:r>
      <w:r w:rsidR="007F785B">
        <w:t xml:space="preserve"> </w:t>
      </w:r>
      <w:r>
        <w:t>If some students are working with a teaching assistant, then a list of prompt questions for the TA could help to make this activity more purposeful.</w:t>
      </w:r>
      <w:r w:rsidR="007F785B">
        <w:t xml:space="preserve"> </w:t>
      </w:r>
      <w:r>
        <w:t>Some students may benefit from being challenged to plan and organise their own record keeping.</w:t>
      </w:r>
    </w:p>
    <w:p w:rsidR="001B5091" w:rsidRDefault="001D0511" w:rsidP="008B2F45">
      <w:pPr>
        <w:spacing w:after="180"/>
        <w:rPr>
          <w:b/>
          <w:color w:val="76923C" w:themeColor="accent3" w:themeShade="BF"/>
          <w:sz w:val="24"/>
        </w:rPr>
      </w:pPr>
      <w:r>
        <w:rPr>
          <w:b/>
          <w:color w:val="5F497A" w:themeColor="accent4" w:themeShade="BF"/>
          <w:sz w:val="24"/>
        </w:rPr>
        <w:t>Equipment</w:t>
      </w:r>
      <w:r w:rsidR="00755E81">
        <w:rPr>
          <w:b/>
          <w:color w:val="76923C" w:themeColor="accent3" w:themeShade="BF"/>
          <w:sz w:val="24"/>
        </w:rPr>
        <w:t xml:space="preserve"> </w:t>
      </w:r>
    </w:p>
    <w:p w:rsidR="001D0511" w:rsidRDefault="001D0511" w:rsidP="001D0511">
      <w:pPr>
        <w:spacing w:after="180"/>
      </w:pPr>
      <w:r w:rsidRPr="00C57FA2">
        <w:t>For each student/pair/group:</w:t>
      </w:r>
    </w:p>
    <w:p w:rsidR="001B5091" w:rsidRDefault="001B5091" w:rsidP="001B5091">
      <w:pPr>
        <w:pStyle w:val="ListParagraph"/>
        <w:numPr>
          <w:ilvl w:val="0"/>
          <w:numId w:val="1"/>
        </w:numPr>
        <w:spacing w:after="180"/>
        <w:sectPr w:rsidR="001B5091" w:rsidSect="00642ECD">
          <w:headerReference w:type="default" r:id="rId12"/>
          <w:pgSz w:w="11906" w:h="16838" w:code="9"/>
          <w:pgMar w:top="1440" w:right="1440" w:bottom="1440" w:left="1440" w:header="709" w:footer="567" w:gutter="0"/>
          <w:cols w:space="708"/>
          <w:docGrid w:linePitch="360"/>
        </w:sectPr>
      </w:pPr>
    </w:p>
    <w:p w:rsidR="004B3BB4" w:rsidRPr="004B3BB4" w:rsidRDefault="004B3BB4" w:rsidP="004B3BB4">
      <w:pPr>
        <w:pStyle w:val="ListParagraph"/>
        <w:numPr>
          <w:ilvl w:val="0"/>
          <w:numId w:val="1"/>
        </w:numPr>
        <w:spacing w:after="180"/>
      </w:pPr>
      <w:r w:rsidRPr="004B3BB4">
        <w:rPr>
          <w:lang w:val="en-US"/>
        </w:rPr>
        <w:t>modelling clay boat</w:t>
      </w:r>
    </w:p>
    <w:p w:rsidR="004B3BB4" w:rsidRPr="004B3BB4" w:rsidRDefault="004B3BB4" w:rsidP="004B3BB4">
      <w:pPr>
        <w:pStyle w:val="ListParagraph"/>
        <w:numPr>
          <w:ilvl w:val="0"/>
          <w:numId w:val="1"/>
        </w:numPr>
        <w:spacing w:after="180"/>
      </w:pPr>
      <w:r w:rsidRPr="004B3BB4">
        <w:rPr>
          <w:lang w:val="en-US"/>
        </w:rPr>
        <w:t>displacement can</w:t>
      </w:r>
    </w:p>
    <w:p w:rsidR="004B3BB4" w:rsidRPr="004B3BB4" w:rsidRDefault="004B3BB4" w:rsidP="004B3BB4">
      <w:pPr>
        <w:pStyle w:val="ListParagraph"/>
        <w:numPr>
          <w:ilvl w:val="0"/>
          <w:numId w:val="1"/>
        </w:numPr>
        <w:spacing w:after="180"/>
      </w:pPr>
      <w:r w:rsidRPr="004B3BB4">
        <w:rPr>
          <w:lang w:val="en-US"/>
        </w:rPr>
        <w:t xml:space="preserve">beaker (x2) </w:t>
      </w:r>
    </w:p>
    <w:p w:rsidR="004B3BB4" w:rsidRPr="004B3BB4" w:rsidRDefault="004B3BB4" w:rsidP="004B3BB4">
      <w:pPr>
        <w:pStyle w:val="ListParagraph"/>
        <w:numPr>
          <w:ilvl w:val="0"/>
          <w:numId w:val="1"/>
        </w:numPr>
        <w:spacing w:after="180"/>
      </w:pPr>
      <w:r w:rsidRPr="004B3BB4">
        <w:rPr>
          <w:lang w:val="en-US"/>
        </w:rPr>
        <w:t>balance</w:t>
      </w:r>
    </w:p>
    <w:p w:rsidR="004B3BB4" w:rsidRPr="004B3BB4" w:rsidRDefault="004B3BB4" w:rsidP="004B3BB4">
      <w:pPr>
        <w:pStyle w:val="ListParagraph"/>
        <w:numPr>
          <w:ilvl w:val="0"/>
          <w:numId w:val="1"/>
        </w:numPr>
        <w:spacing w:after="180"/>
      </w:pPr>
      <w:r w:rsidRPr="004B3BB4">
        <w:rPr>
          <w:lang w:val="en-US"/>
        </w:rPr>
        <w:t>water</w:t>
      </w:r>
    </w:p>
    <w:p w:rsidR="00EB07EC" w:rsidRPr="002454AC" w:rsidRDefault="00EB07EC" w:rsidP="00EB07EC">
      <w:pPr>
        <w:spacing w:after="180"/>
        <w:rPr>
          <w:b/>
          <w:color w:val="5F497A" w:themeColor="accent4" w:themeShade="BF"/>
          <w:sz w:val="24"/>
        </w:rPr>
      </w:pPr>
      <w:r w:rsidRPr="002454AC">
        <w:rPr>
          <w:b/>
          <w:color w:val="5F497A" w:themeColor="accent4" w:themeShade="BF"/>
          <w:sz w:val="24"/>
        </w:rPr>
        <w:t>Technician notes</w:t>
      </w:r>
    </w:p>
    <w:p w:rsidR="00BD2B72" w:rsidRDefault="004B3BB4" w:rsidP="00EB07EC">
      <w:pPr>
        <w:spacing w:after="180"/>
      </w:pPr>
      <w:r>
        <w:t xml:space="preserve">Each group will need a piece of modelling clay of about 100 g, such as </w:t>
      </w:r>
      <w:r w:rsidR="00382358">
        <w:t>P</w:t>
      </w:r>
      <w:r>
        <w:t>lasticine</w:t>
      </w:r>
      <w:r w:rsidR="00382358">
        <w:rPr>
          <w:rFonts w:cstheme="minorHAnsi"/>
        </w:rPr>
        <w:t>™</w:t>
      </w:r>
      <w:r>
        <w:t>.</w:t>
      </w:r>
      <w:r w:rsidR="009E69F0">
        <w:t xml:space="preserve"> </w:t>
      </w:r>
    </w:p>
    <w:p w:rsidR="00EB07EC" w:rsidRPr="002454AC" w:rsidRDefault="00EB07EC" w:rsidP="00EB07EC">
      <w:pPr>
        <w:spacing w:after="180"/>
        <w:rPr>
          <w:b/>
          <w:color w:val="5F497A" w:themeColor="accent4" w:themeShade="BF"/>
          <w:sz w:val="24"/>
        </w:rPr>
      </w:pPr>
      <w:r w:rsidRPr="002454AC">
        <w:rPr>
          <w:b/>
          <w:color w:val="5F497A" w:themeColor="accent4" w:themeShade="BF"/>
          <w:sz w:val="24"/>
        </w:rPr>
        <w:t>Health and safety</w:t>
      </w:r>
    </w:p>
    <w:p w:rsidR="007463EA" w:rsidRDefault="007463EA" w:rsidP="00EB07EC">
      <w:pPr>
        <w:spacing w:after="180"/>
      </w:pPr>
      <w:r>
        <w:t xml:space="preserve">The main risk </w:t>
      </w:r>
      <w:r w:rsidR="007B5EAD">
        <w:t>is spilled water that can cause floors to become slippery</w:t>
      </w:r>
      <w:r>
        <w:t>.</w:t>
      </w:r>
    </w:p>
    <w:p w:rsidR="007463EA" w:rsidRDefault="007B5EAD" w:rsidP="00EB07EC">
      <w:pPr>
        <w:spacing w:after="180"/>
      </w:pPr>
      <w:r>
        <w:t>Water may be spilled onto balances</w:t>
      </w:r>
      <w:r w:rsidR="007463EA">
        <w:t>.</w:t>
      </w:r>
    </w:p>
    <w:p w:rsidR="00EB07EC" w:rsidRPr="002454AC" w:rsidRDefault="00EB07EC" w:rsidP="00EB07EC">
      <w:pPr>
        <w:spacing w:after="180"/>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E172C6" w:rsidRDefault="00BB44B4" w:rsidP="001B5091">
      <w:pPr>
        <w:spacing w:after="180"/>
        <w:rPr>
          <w:b/>
          <w:color w:val="5F497A" w:themeColor="accent4" w:themeShade="BF"/>
          <w:sz w:val="24"/>
        </w:rPr>
      </w:pPr>
      <w:r w:rsidRPr="002454AC">
        <w:rPr>
          <w:b/>
          <w:color w:val="5F497A" w:themeColor="accent4" w:themeShade="BF"/>
          <w:sz w:val="24"/>
        </w:rPr>
        <w:t>Expected answers</w:t>
      </w:r>
    </w:p>
    <w:p w:rsidR="007B5EAD" w:rsidRDefault="007B5EAD" w:rsidP="001B5091">
      <w:pPr>
        <w:spacing w:after="180"/>
      </w:pPr>
      <w:r>
        <w:t>The mass of water pushed out of the way (displaced) is equal to the mass of the boat.</w:t>
      </w:r>
    </w:p>
    <w:p w:rsidR="007B5EAD" w:rsidRDefault="007B5EAD" w:rsidP="001B5091">
      <w:pPr>
        <w:spacing w:after="180"/>
      </w:pPr>
      <w:r>
        <w:t>A boat that sinks is not big enough to push its own mass of water out of the way. This means the water cannot push up on it with enough force to support its weight.</w:t>
      </w:r>
    </w:p>
    <w:p w:rsidR="007B5EAD" w:rsidRPr="007B5EAD" w:rsidRDefault="007B5EAD" w:rsidP="001B5091">
      <w:pPr>
        <w:spacing w:after="180"/>
      </w:pPr>
      <w:r>
        <w:t>N.B. The latter of theses answers can be easily demonstrated.</w:t>
      </w:r>
    </w:p>
    <w:p w:rsidR="006348F3" w:rsidRDefault="006348F3">
      <w:pPr>
        <w:spacing w:after="200" w:line="276" w:lineRule="auto"/>
        <w:rPr>
          <w:b/>
          <w:color w:val="5F497A" w:themeColor="accent4" w:themeShade="BF"/>
          <w:sz w:val="24"/>
        </w:rPr>
      </w:pPr>
      <w:r>
        <w:rPr>
          <w:b/>
          <w:color w:val="5F497A" w:themeColor="accent4" w:themeShade="BF"/>
          <w:sz w:val="24"/>
        </w:rPr>
        <w:br w:type="page"/>
      </w:r>
    </w:p>
    <w:p w:rsidR="003117F6" w:rsidRPr="002454AC" w:rsidRDefault="00CC78A5" w:rsidP="00026DEC">
      <w:pPr>
        <w:spacing w:after="180"/>
        <w:rPr>
          <w:b/>
          <w:color w:val="5F497A" w:themeColor="accent4" w:themeShade="BF"/>
          <w:sz w:val="24"/>
        </w:rPr>
      </w:pPr>
      <w:r w:rsidRPr="002454AC">
        <w:rPr>
          <w:b/>
          <w:color w:val="5F497A" w:themeColor="accent4" w:themeShade="BF"/>
          <w:sz w:val="24"/>
        </w:rPr>
        <w:lastRenderedPageBreak/>
        <w:t>Acknowledgments</w:t>
      </w:r>
    </w:p>
    <w:p w:rsidR="00D278E8" w:rsidRDefault="00D278E8" w:rsidP="00E172C6">
      <w:pPr>
        <w:spacing w:after="180"/>
      </w:pPr>
      <w:r>
        <w:t xml:space="preserve">Developed </w:t>
      </w:r>
      <w:r w:rsidR="0015356E">
        <w:t xml:space="preserve">by </w:t>
      </w:r>
      <w:r w:rsidR="00356308">
        <w:t>Peter Fairhurst</w:t>
      </w:r>
      <w:r w:rsidR="0015356E">
        <w:t xml:space="preserve"> (</w:t>
      </w:r>
      <w:r w:rsidR="0015356E" w:rsidRPr="008B2F45">
        <w:t>UYSEG)</w:t>
      </w:r>
      <w:r w:rsidR="004B3BB4">
        <w:t>.</w:t>
      </w:r>
    </w:p>
    <w:p w:rsidR="00CC78A5" w:rsidRDefault="00D278E8" w:rsidP="00E172C6">
      <w:pPr>
        <w:spacing w:after="180"/>
      </w:pPr>
      <w:r w:rsidRPr="0045323E">
        <w:t xml:space="preserve">Images: </w:t>
      </w:r>
      <w:r w:rsidR="00356308">
        <w:t>Peter Fairhurst (UYSEG)</w:t>
      </w:r>
      <w:r w:rsidR="008B2F45">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6348F3" w:rsidRPr="006348F3" w:rsidRDefault="004B3BB4" w:rsidP="006348F3">
      <w:pPr>
        <w:pStyle w:val="EndNoteBibliography"/>
        <w:spacing w:after="120"/>
        <w:ind w:left="426" w:hanging="426"/>
      </w:pPr>
      <w:r>
        <w:fldChar w:fldCharType="begin"/>
      </w:r>
      <w:r>
        <w:instrText xml:space="preserve"> ADDIN EN.REFLIST </w:instrText>
      </w:r>
      <w:r>
        <w:fldChar w:fldCharType="separate"/>
      </w:r>
      <w:r w:rsidR="006348F3" w:rsidRPr="006348F3">
        <w:t xml:space="preserve">Allen, M. (2014). </w:t>
      </w:r>
      <w:r w:rsidR="006348F3" w:rsidRPr="006348F3">
        <w:rPr>
          <w:i/>
        </w:rPr>
        <w:t xml:space="preserve">Misconceptions in Primary Science, 2nd </w:t>
      </w:r>
      <w:r w:rsidR="006348F3" w:rsidRPr="006348F3">
        <w:t>edn</w:t>
      </w:r>
      <w:r w:rsidR="006348F3" w:rsidRPr="006348F3">
        <w:rPr>
          <w:i/>
        </w:rPr>
        <w:t xml:space="preserve"> </w:t>
      </w:r>
      <w:r w:rsidR="006348F3" w:rsidRPr="006348F3">
        <w:t>Berkshire, UK: Open University Press.</w:t>
      </w:r>
    </w:p>
    <w:p w:rsidR="006348F3" w:rsidRPr="006348F3" w:rsidRDefault="006348F3" w:rsidP="006348F3">
      <w:pPr>
        <w:pStyle w:val="EndNoteBibliography"/>
        <w:spacing w:after="120"/>
        <w:ind w:left="426" w:hanging="426"/>
      </w:pPr>
      <w:r w:rsidRPr="006348F3">
        <w:t xml:space="preserve">Cepni, S. and Sahin, C. (2012). Effect of different teaching methods and techniques embedded in the 5E instructional model on students' learning about buoyancy force. </w:t>
      </w:r>
      <w:r w:rsidRPr="006348F3">
        <w:rPr>
          <w:i/>
        </w:rPr>
        <w:t>Eurasian Journal of Physics and Chemistry Education,</w:t>
      </w:r>
      <w:r w:rsidRPr="006348F3">
        <w:t xml:space="preserve"> 4(2)</w:t>
      </w:r>
      <w:r w:rsidRPr="006348F3">
        <w:rPr>
          <w:b/>
        </w:rPr>
        <w:t>,</w:t>
      </w:r>
      <w:r w:rsidRPr="006348F3">
        <w:t xml:space="preserve"> 97-127.</w:t>
      </w:r>
    </w:p>
    <w:p w:rsidR="006348F3" w:rsidRPr="006348F3" w:rsidRDefault="006348F3" w:rsidP="006348F3">
      <w:pPr>
        <w:pStyle w:val="EndNoteBibliography"/>
        <w:spacing w:after="120"/>
        <w:ind w:left="426" w:hanging="426"/>
      </w:pPr>
      <w:r w:rsidRPr="006348F3">
        <w:t xml:space="preserve">Gao, Y., et al. (2018). Developing a Learning Progression of Buoyancy to Model Conceptual Change: A Latent Class and Rule Space Model Analysis. </w:t>
      </w:r>
      <w:r w:rsidRPr="006348F3">
        <w:rPr>
          <w:i/>
        </w:rPr>
        <w:t>Research in Science Education</w:t>
      </w:r>
      <w:r w:rsidRPr="006348F3">
        <w:t>.</w:t>
      </w:r>
    </w:p>
    <w:p w:rsidR="006348F3" w:rsidRPr="006348F3" w:rsidRDefault="006348F3" w:rsidP="006348F3">
      <w:pPr>
        <w:pStyle w:val="EndNoteBibliography"/>
        <w:spacing w:after="120"/>
        <w:ind w:left="426" w:hanging="426"/>
      </w:pPr>
      <w:r w:rsidRPr="006348F3">
        <w:t xml:space="preserve">Paik, S.-H., et al. (2017). Developing a Four-level Learning Progression and Assessment for the Concept of Buoyancy. </w:t>
      </w:r>
      <w:r w:rsidRPr="006348F3">
        <w:rPr>
          <w:i/>
        </w:rPr>
        <w:t>Eurasia journal of mathematics, science and technology education,</w:t>
      </w:r>
      <w:r w:rsidRPr="006348F3">
        <w:t xml:space="preserve"> 13(8)</w:t>
      </w:r>
      <w:r w:rsidRPr="006348F3">
        <w:rPr>
          <w:b/>
        </w:rPr>
        <w:t>,</w:t>
      </w:r>
      <w:r w:rsidRPr="006348F3">
        <w:t xml:space="preserve"> 4965-4986.</w:t>
      </w:r>
    </w:p>
    <w:p w:rsidR="007E4771" w:rsidRPr="007E4771" w:rsidRDefault="004B3BB4" w:rsidP="006348F3">
      <w:pPr>
        <w:spacing w:after="120"/>
        <w:ind w:left="426" w:hanging="426"/>
      </w:pPr>
      <w:r>
        <w:fldChar w:fldCharType="end"/>
      </w:r>
    </w:p>
    <w:sectPr w:rsidR="007E4771" w:rsidRPr="007E4771" w:rsidSect="001B5091">
      <w:type w:val="continuous"/>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1908" w:rsidRDefault="00941908" w:rsidP="000B473B">
      <w:r>
        <w:separator/>
      </w:r>
    </w:p>
  </w:endnote>
  <w:endnote w:type="continuationSeparator" w:id="0">
    <w:p w:rsidR="00941908" w:rsidRDefault="00941908"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4ACBE5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F34F63">
      <w:rPr>
        <w:noProof/>
      </w:rPr>
      <w:t>1</w:t>
    </w:r>
    <w:r>
      <w:rPr>
        <w:noProof/>
      </w:rPr>
      <w:fldChar w:fldCharType="end"/>
    </w:r>
  </w:p>
  <w:p w:rsidR="00201AC2" w:rsidRDefault="00707823" w:rsidP="00201AC2">
    <w:pPr>
      <w:pStyle w:val="Footer"/>
      <w:tabs>
        <w:tab w:val="clear" w:pos="4513"/>
        <w:tab w:val="clear" w:pos="9026"/>
        <w:tab w:val="right" w:pos="9072"/>
      </w:tabs>
      <w:rPr>
        <w:sz w:val="16"/>
        <w:szCs w:val="16"/>
      </w:rPr>
    </w:pPr>
    <w:r>
      <w:rPr>
        <w:sz w:val="16"/>
        <w:szCs w:val="16"/>
      </w:rPr>
      <w:t xml:space="preserve">This </w:t>
    </w:r>
    <w:r w:rsidR="007E4771">
      <w:rPr>
        <w:sz w:val="16"/>
        <w:szCs w:val="16"/>
      </w:rPr>
      <w:t>document</w:t>
    </w:r>
    <w:r w:rsidR="00201AC2">
      <w:rPr>
        <w:sz w:val="16"/>
        <w:szCs w:val="16"/>
      </w:rPr>
      <w:t xml:space="preserve"> may have been edited. Download the original from </w:t>
    </w:r>
    <w:r w:rsidR="00201AC2" w:rsidRPr="00ED4562">
      <w:rPr>
        <w:b/>
        <w:sz w:val="16"/>
        <w:szCs w:val="16"/>
      </w:rPr>
      <w:t>www.BestEvidenceScienceTeaching.org</w:t>
    </w:r>
  </w:p>
  <w:p w:rsidR="00F12C3B" w:rsidRPr="00201AC2" w:rsidRDefault="00E548AF" w:rsidP="00E548AF">
    <w:pPr>
      <w:pStyle w:val="Footer"/>
      <w:rPr>
        <w:sz w:val="16"/>
        <w:szCs w:val="16"/>
      </w:rPr>
    </w:pPr>
    <w:r w:rsidRPr="00E548AF">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1908" w:rsidRDefault="00941908" w:rsidP="000B473B">
      <w:r>
        <w:separator/>
      </w:r>
    </w:p>
  </w:footnote>
  <w:footnote w:type="continuationSeparator" w:id="0">
    <w:p w:rsidR="00941908" w:rsidRDefault="00941908"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11"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9C3298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58D1CA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627F5"/>
    <w:multiLevelType w:val="hybridMultilevel"/>
    <w:tmpl w:val="14345940"/>
    <w:lvl w:ilvl="0" w:tplc="85E42472">
      <w:start w:val="1"/>
      <w:numFmt w:val="bullet"/>
      <w:lvlText w:val="•"/>
      <w:lvlJc w:val="left"/>
      <w:pPr>
        <w:tabs>
          <w:tab w:val="num" w:pos="720"/>
        </w:tabs>
        <w:ind w:left="720" w:hanging="360"/>
      </w:pPr>
      <w:rPr>
        <w:rFonts w:ascii="Arial" w:hAnsi="Arial" w:hint="default"/>
      </w:rPr>
    </w:lvl>
    <w:lvl w:ilvl="1" w:tplc="A30EC5CA" w:tentative="1">
      <w:start w:val="1"/>
      <w:numFmt w:val="bullet"/>
      <w:lvlText w:val="•"/>
      <w:lvlJc w:val="left"/>
      <w:pPr>
        <w:tabs>
          <w:tab w:val="num" w:pos="1440"/>
        </w:tabs>
        <w:ind w:left="1440" w:hanging="360"/>
      </w:pPr>
      <w:rPr>
        <w:rFonts w:ascii="Arial" w:hAnsi="Arial" w:hint="default"/>
      </w:rPr>
    </w:lvl>
    <w:lvl w:ilvl="2" w:tplc="7BEA3B68" w:tentative="1">
      <w:start w:val="1"/>
      <w:numFmt w:val="bullet"/>
      <w:lvlText w:val="•"/>
      <w:lvlJc w:val="left"/>
      <w:pPr>
        <w:tabs>
          <w:tab w:val="num" w:pos="2160"/>
        </w:tabs>
        <w:ind w:left="2160" w:hanging="360"/>
      </w:pPr>
      <w:rPr>
        <w:rFonts w:ascii="Arial" w:hAnsi="Arial" w:hint="default"/>
      </w:rPr>
    </w:lvl>
    <w:lvl w:ilvl="3" w:tplc="5C14FA8C" w:tentative="1">
      <w:start w:val="1"/>
      <w:numFmt w:val="bullet"/>
      <w:lvlText w:val="•"/>
      <w:lvlJc w:val="left"/>
      <w:pPr>
        <w:tabs>
          <w:tab w:val="num" w:pos="2880"/>
        </w:tabs>
        <w:ind w:left="2880" w:hanging="360"/>
      </w:pPr>
      <w:rPr>
        <w:rFonts w:ascii="Arial" w:hAnsi="Arial" w:hint="default"/>
      </w:rPr>
    </w:lvl>
    <w:lvl w:ilvl="4" w:tplc="91142012" w:tentative="1">
      <w:start w:val="1"/>
      <w:numFmt w:val="bullet"/>
      <w:lvlText w:val="•"/>
      <w:lvlJc w:val="left"/>
      <w:pPr>
        <w:tabs>
          <w:tab w:val="num" w:pos="3600"/>
        </w:tabs>
        <w:ind w:left="3600" w:hanging="360"/>
      </w:pPr>
      <w:rPr>
        <w:rFonts w:ascii="Arial" w:hAnsi="Arial" w:hint="default"/>
      </w:rPr>
    </w:lvl>
    <w:lvl w:ilvl="5" w:tplc="A6E2C3BE" w:tentative="1">
      <w:start w:val="1"/>
      <w:numFmt w:val="bullet"/>
      <w:lvlText w:val="•"/>
      <w:lvlJc w:val="left"/>
      <w:pPr>
        <w:tabs>
          <w:tab w:val="num" w:pos="4320"/>
        </w:tabs>
        <w:ind w:left="4320" w:hanging="360"/>
      </w:pPr>
      <w:rPr>
        <w:rFonts w:ascii="Arial" w:hAnsi="Arial" w:hint="default"/>
      </w:rPr>
    </w:lvl>
    <w:lvl w:ilvl="6" w:tplc="D036225A" w:tentative="1">
      <w:start w:val="1"/>
      <w:numFmt w:val="bullet"/>
      <w:lvlText w:val="•"/>
      <w:lvlJc w:val="left"/>
      <w:pPr>
        <w:tabs>
          <w:tab w:val="num" w:pos="5040"/>
        </w:tabs>
        <w:ind w:left="5040" w:hanging="360"/>
      </w:pPr>
      <w:rPr>
        <w:rFonts w:ascii="Arial" w:hAnsi="Arial" w:hint="default"/>
      </w:rPr>
    </w:lvl>
    <w:lvl w:ilvl="7" w:tplc="5FACAFE2" w:tentative="1">
      <w:start w:val="1"/>
      <w:numFmt w:val="bullet"/>
      <w:lvlText w:val="•"/>
      <w:lvlJc w:val="left"/>
      <w:pPr>
        <w:tabs>
          <w:tab w:val="num" w:pos="5760"/>
        </w:tabs>
        <w:ind w:left="5760" w:hanging="360"/>
      </w:pPr>
      <w:rPr>
        <w:rFonts w:ascii="Arial" w:hAnsi="Arial" w:hint="default"/>
      </w:rPr>
    </w:lvl>
    <w:lvl w:ilvl="8" w:tplc="1D94077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6161F0B"/>
    <w:multiLevelType w:val="hybridMultilevel"/>
    <w:tmpl w:val="2DD6BAFC"/>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 w15:restartNumberingAfterBreak="0">
    <w:nsid w:val="0A232470"/>
    <w:multiLevelType w:val="hybridMultilevel"/>
    <w:tmpl w:val="16AE675A"/>
    <w:lvl w:ilvl="0" w:tplc="08090001">
      <w:start w:val="1"/>
      <w:numFmt w:val="bullet"/>
      <w:lvlText w:val=""/>
      <w:lvlJc w:val="left"/>
      <w:pPr>
        <w:tabs>
          <w:tab w:val="num" w:pos="720"/>
        </w:tabs>
        <w:ind w:left="720" w:hanging="360"/>
      </w:pPr>
      <w:rPr>
        <w:rFonts w:ascii="Symbol" w:hAnsi="Symbol" w:hint="default"/>
      </w:rPr>
    </w:lvl>
    <w:lvl w:ilvl="1" w:tplc="767A90D0" w:tentative="1">
      <w:start w:val="1"/>
      <w:numFmt w:val="decimal"/>
      <w:lvlText w:val="%2."/>
      <w:lvlJc w:val="left"/>
      <w:pPr>
        <w:tabs>
          <w:tab w:val="num" w:pos="1440"/>
        </w:tabs>
        <w:ind w:left="1440" w:hanging="360"/>
      </w:pPr>
    </w:lvl>
    <w:lvl w:ilvl="2" w:tplc="26AE271C" w:tentative="1">
      <w:start w:val="1"/>
      <w:numFmt w:val="decimal"/>
      <w:lvlText w:val="%3."/>
      <w:lvlJc w:val="left"/>
      <w:pPr>
        <w:tabs>
          <w:tab w:val="num" w:pos="2160"/>
        </w:tabs>
        <w:ind w:left="2160" w:hanging="360"/>
      </w:pPr>
    </w:lvl>
    <w:lvl w:ilvl="3" w:tplc="C706B2EE" w:tentative="1">
      <w:start w:val="1"/>
      <w:numFmt w:val="decimal"/>
      <w:lvlText w:val="%4."/>
      <w:lvlJc w:val="left"/>
      <w:pPr>
        <w:tabs>
          <w:tab w:val="num" w:pos="2880"/>
        </w:tabs>
        <w:ind w:left="2880" w:hanging="360"/>
      </w:pPr>
    </w:lvl>
    <w:lvl w:ilvl="4" w:tplc="DA94F5C4" w:tentative="1">
      <w:start w:val="1"/>
      <w:numFmt w:val="decimal"/>
      <w:lvlText w:val="%5."/>
      <w:lvlJc w:val="left"/>
      <w:pPr>
        <w:tabs>
          <w:tab w:val="num" w:pos="3600"/>
        </w:tabs>
        <w:ind w:left="3600" w:hanging="360"/>
      </w:pPr>
    </w:lvl>
    <w:lvl w:ilvl="5" w:tplc="17B0F97A" w:tentative="1">
      <w:start w:val="1"/>
      <w:numFmt w:val="decimal"/>
      <w:lvlText w:val="%6."/>
      <w:lvlJc w:val="left"/>
      <w:pPr>
        <w:tabs>
          <w:tab w:val="num" w:pos="4320"/>
        </w:tabs>
        <w:ind w:left="4320" w:hanging="360"/>
      </w:pPr>
    </w:lvl>
    <w:lvl w:ilvl="6" w:tplc="76FAB74C" w:tentative="1">
      <w:start w:val="1"/>
      <w:numFmt w:val="decimal"/>
      <w:lvlText w:val="%7."/>
      <w:lvlJc w:val="left"/>
      <w:pPr>
        <w:tabs>
          <w:tab w:val="num" w:pos="5040"/>
        </w:tabs>
        <w:ind w:left="5040" w:hanging="360"/>
      </w:pPr>
    </w:lvl>
    <w:lvl w:ilvl="7" w:tplc="71265EC6" w:tentative="1">
      <w:start w:val="1"/>
      <w:numFmt w:val="decimal"/>
      <w:lvlText w:val="%8."/>
      <w:lvlJc w:val="left"/>
      <w:pPr>
        <w:tabs>
          <w:tab w:val="num" w:pos="5760"/>
        </w:tabs>
        <w:ind w:left="5760" w:hanging="360"/>
      </w:pPr>
    </w:lvl>
    <w:lvl w:ilvl="8" w:tplc="252A0526" w:tentative="1">
      <w:start w:val="1"/>
      <w:numFmt w:val="decimal"/>
      <w:lvlText w:val="%9."/>
      <w:lvlJc w:val="left"/>
      <w:pPr>
        <w:tabs>
          <w:tab w:val="num" w:pos="6480"/>
        </w:tabs>
        <w:ind w:left="6480" w:hanging="360"/>
      </w:pPr>
    </w:lvl>
  </w:abstractNum>
  <w:abstractNum w:abstractNumId="3" w15:restartNumberingAfterBreak="0">
    <w:nsid w:val="0ACF4D68"/>
    <w:multiLevelType w:val="hybridMultilevel"/>
    <w:tmpl w:val="827071CA"/>
    <w:lvl w:ilvl="0" w:tplc="B26A1D58">
      <w:start w:val="1"/>
      <w:numFmt w:val="decimal"/>
      <w:lvlText w:val="%1."/>
      <w:lvlJc w:val="left"/>
      <w:pPr>
        <w:tabs>
          <w:tab w:val="num" w:pos="720"/>
        </w:tabs>
        <w:ind w:left="720" w:hanging="360"/>
      </w:pPr>
    </w:lvl>
    <w:lvl w:ilvl="1" w:tplc="214E2858" w:tentative="1">
      <w:start w:val="1"/>
      <w:numFmt w:val="decimal"/>
      <w:lvlText w:val="%2."/>
      <w:lvlJc w:val="left"/>
      <w:pPr>
        <w:tabs>
          <w:tab w:val="num" w:pos="1440"/>
        </w:tabs>
        <w:ind w:left="1440" w:hanging="360"/>
      </w:pPr>
    </w:lvl>
    <w:lvl w:ilvl="2" w:tplc="FA8EE39C" w:tentative="1">
      <w:start w:val="1"/>
      <w:numFmt w:val="decimal"/>
      <w:lvlText w:val="%3."/>
      <w:lvlJc w:val="left"/>
      <w:pPr>
        <w:tabs>
          <w:tab w:val="num" w:pos="2160"/>
        </w:tabs>
        <w:ind w:left="2160" w:hanging="360"/>
      </w:pPr>
    </w:lvl>
    <w:lvl w:ilvl="3" w:tplc="6596C2D6" w:tentative="1">
      <w:start w:val="1"/>
      <w:numFmt w:val="decimal"/>
      <w:lvlText w:val="%4."/>
      <w:lvlJc w:val="left"/>
      <w:pPr>
        <w:tabs>
          <w:tab w:val="num" w:pos="2880"/>
        </w:tabs>
        <w:ind w:left="2880" w:hanging="360"/>
      </w:pPr>
    </w:lvl>
    <w:lvl w:ilvl="4" w:tplc="47308AB8" w:tentative="1">
      <w:start w:val="1"/>
      <w:numFmt w:val="decimal"/>
      <w:lvlText w:val="%5."/>
      <w:lvlJc w:val="left"/>
      <w:pPr>
        <w:tabs>
          <w:tab w:val="num" w:pos="3600"/>
        </w:tabs>
        <w:ind w:left="3600" w:hanging="360"/>
      </w:pPr>
    </w:lvl>
    <w:lvl w:ilvl="5" w:tplc="3510FA8C" w:tentative="1">
      <w:start w:val="1"/>
      <w:numFmt w:val="decimal"/>
      <w:lvlText w:val="%6."/>
      <w:lvlJc w:val="left"/>
      <w:pPr>
        <w:tabs>
          <w:tab w:val="num" w:pos="4320"/>
        </w:tabs>
        <w:ind w:left="4320" w:hanging="360"/>
      </w:pPr>
    </w:lvl>
    <w:lvl w:ilvl="6" w:tplc="8D521CA2" w:tentative="1">
      <w:start w:val="1"/>
      <w:numFmt w:val="decimal"/>
      <w:lvlText w:val="%7."/>
      <w:lvlJc w:val="left"/>
      <w:pPr>
        <w:tabs>
          <w:tab w:val="num" w:pos="5040"/>
        </w:tabs>
        <w:ind w:left="5040" w:hanging="360"/>
      </w:pPr>
    </w:lvl>
    <w:lvl w:ilvl="7" w:tplc="B1F82A12" w:tentative="1">
      <w:start w:val="1"/>
      <w:numFmt w:val="decimal"/>
      <w:lvlText w:val="%8."/>
      <w:lvlJc w:val="left"/>
      <w:pPr>
        <w:tabs>
          <w:tab w:val="num" w:pos="5760"/>
        </w:tabs>
        <w:ind w:left="5760" w:hanging="360"/>
      </w:pPr>
    </w:lvl>
    <w:lvl w:ilvl="8" w:tplc="5AFAA90C" w:tentative="1">
      <w:start w:val="1"/>
      <w:numFmt w:val="decimal"/>
      <w:lvlText w:val="%9."/>
      <w:lvlJc w:val="left"/>
      <w:pPr>
        <w:tabs>
          <w:tab w:val="num" w:pos="6480"/>
        </w:tabs>
        <w:ind w:left="6480" w:hanging="360"/>
      </w:pPr>
    </w:lvl>
  </w:abstractNum>
  <w:abstractNum w:abstractNumId="4" w15:restartNumberingAfterBreak="0">
    <w:nsid w:val="1F1E7C5A"/>
    <w:multiLevelType w:val="hybridMultilevel"/>
    <w:tmpl w:val="D430BBD0"/>
    <w:lvl w:ilvl="0" w:tplc="B8D09344">
      <w:start w:val="1"/>
      <w:numFmt w:val="decimal"/>
      <w:lvlText w:val="%1."/>
      <w:lvlJc w:val="left"/>
      <w:pPr>
        <w:tabs>
          <w:tab w:val="num" w:pos="720"/>
        </w:tabs>
        <w:ind w:left="720" w:hanging="360"/>
      </w:pPr>
    </w:lvl>
    <w:lvl w:ilvl="1" w:tplc="3F3C59B4" w:tentative="1">
      <w:start w:val="1"/>
      <w:numFmt w:val="decimal"/>
      <w:lvlText w:val="%2."/>
      <w:lvlJc w:val="left"/>
      <w:pPr>
        <w:tabs>
          <w:tab w:val="num" w:pos="1440"/>
        </w:tabs>
        <w:ind w:left="1440" w:hanging="360"/>
      </w:pPr>
    </w:lvl>
    <w:lvl w:ilvl="2" w:tplc="E5128934" w:tentative="1">
      <w:start w:val="1"/>
      <w:numFmt w:val="decimal"/>
      <w:lvlText w:val="%3."/>
      <w:lvlJc w:val="left"/>
      <w:pPr>
        <w:tabs>
          <w:tab w:val="num" w:pos="2160"/>
        </w:tabs>
        <w:ind w:left="2160" w:hanging="360"/>
      </w:pPr>
    </w:lvl>
    <w:lvl w:ilvl="3" w:tplc="10B8BCEC" w:tentative="1">
      <w:start w:val="1"/>
      <w:numFmt w:val="decimal"/>
      <w:lvlText w:val="%4."/>
      <w:lvlJc w:val="left"/>
      <w:pPr>
        <w:tabs>
          <w:tab w:val="num" w:pos="2880"/>
        </w:tabs>
        <w:ind w:left="2880" w:hanging="360"/>
      </w:pPr>
    </w:lvl>
    <w:lvl w:ilvl="4" w:tplc="2584A5AA" w:tentative="1">
      <w:start w:val="1"/>
      <w:numFmt w:val="decimal"/>
      <w:lvlText w:val="%5."/>
      <w:lvlJc w:val="left"/>
      <w:pPr>
        <w:tabs>
          <w:tab w:val="num" w:pos="3600"/>
        </w:tabs>
        <w:ind w:left="3600" w:hanging="360"/>
      </w:pPr>
    </w:lvl>
    <w:lvl w:ilvl="5" w:tplc="FF60A7B6" w:tentative="1">
      <w:start w:val="1"/>
      <w:numFmt w:val="decimal"/>
      <w:lvlText w:val="%6."/>
      <w:lvlJc w:val="left"/>
      <w:pPr>
        <w:tabs>
          <w:tab w:val="num" w:pos="4320"/>
        </w:tabs>
        <w:ind w:left="4320" w:hanging="360"/>
      </w:pPr>
    </w:lvl>
    <w:lvl w:ilvl="6" w:tplc="68447F4A" w:tentative="1">
      <w:start w:val="1"/>
      <w:numFmt w:val="decimal"/>
      <w:lvlText w:val="%7."/>
      <w:lvlJc w:val="left"/>
      <w:pPr>
        <w:tabs>
          <w:tab w:val="num" w:pos="5040"/>
        </w:tabs>
        <w:ind w:left="5040" w:hanging="360"/>
      </w:pPr>
    </w:lvl>
    <w:lvl w:ilvl="7" w:tplc="A30470E2" w:tentative="1">
      <w:start w:val="1"/>
      <w:numFmt w:val="decimal"/>
      <w:lvlText w:val="%8."/>
      <w:lvlJc w:val="left"/>
      <w:pPr>
        <w:tabs>
          <w:tab w:val="num" w:pos="5760"/>
        </w:tabs>
        <w:ind w:left="5760" w:hanging="360"/>
      </w:pPr>
    </w:lvl>
    <w:lvl w:ilvl="8" w:tplc="259894BA" w:tentative="1">
      <w:start w:val="1"/>
      <w:numFmt w:val="decimal"/>
      <w:lvlText w:val="%9."/>
      <w:lvlJc w:val="left"/>
      <w:pPr>
        <w:tabs>
          <w:tab w:val="num" w:pos="6480"/>
        </w:tabs>
        <w:ind w:left="6480" w:hanging="360"/>
      </w:pPr>
    </w:lvl>
  </w:abstractNum>
  <w:abstractNum w:abstractNumId="5"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4603BC5"/>
    <w:multiLevelType w:val="hybridMultilevel"/>
    <w:tmpl w:val="71D2ECBA"/>
    <w:lvl w:ilvl="0" w:tplc="3BA6D75C">
      <w:start w:val="6"/>
      <w:numFmt w:val="decimal"/>
      <w:lvlText w:val="%1."/>
      <w:lvlJc w:val="left"/>
      <w:pPr>
        <w:tabs>
          <w:tab w:val="num" w:pos="720"/>
        </w:tabs>
        <w:ind w:left="720" w:hanging="360"/>
      </w:pPr>
    </w:lvl>
    <w:lvl w:ilvl="1" w:tplc="A22E3794" w:tentative="1">
      <w:start w:val="1"/>
      <w:numFmt w:val="decimal"/>
      <w:lvlText w:val="%2."/>
      <w:lvlJc w:val="left"/>
      <w:pPr>
        <w:tabs>
          <w:tab w:val="num" w:pos="1440"/>
        </w:tabs>
        <w:ind w:left="1440" w:hanging="360"/>
      </w:pPr>
    </w:lvl>
    <w:lvl w:ilvl="2" w:tplc="895AB540" w:tentative="1">
      <w:start w:val="1"/>
      <w:numFmt w:val="decimal"/>
      <w:lvlText w:val="%3."/>
      <w:lvlJc w:val="left"/>
      <w:pPr>
        <w:tabs>
          <w:tab w:val="num" w:pos="2160"/>
        </w:tabs>
        <w:ind w:left="2160" w:hanging="360"/>
      </w:pPr>
    </w:lvl>
    <w:lvl w:ilvl="3" w:tplc="F932B1D4" w:tentative="1">
      <w:start w:val="1"/>
      <w:numFmt w:val="decimal"/>
      <w:lvlText w:val="%4."/>
      <w:lvlJc w:val="left"/>
      <w:pPr>
        <w:tabs>
          <w:tab w:val="num" w:pos="2880"/>
        </w:tabs>
        <w:ind w:left="2880" w:hanging="360"/>
      </w:pPr>
    </w:lvl>
    <w:lvl w:ilvl="4" w:tplc="7E1C7B04" w:tentative="1">
      <w:start w:val="1"/>
      <w:numFmt w:val="decimal"/>
      <w:lvlText w:val="%5."/>
      <w:lvlJc w:val="left"/>
      <w:pPr>
        <w:tabs>
          <w:tab w:val="num" w:pos="3600"/>
        </w:tabs>
        <w:ind w:left="3600" w:hanging="360"/>
      </w:pPr>
    </w:lvl>
    <w:lvl w:ilvl="5" w:tplc="CDC81B1A" w:tentative="1">
      <w:start w:val="1"/>
      <w:numFmt w:val="decimal"/>
      <w:lvlText w:val="%6."/>
      <w:lvlJc w:val="left"/>
      <w:pPr>
        <w:tabs>
          <w:tab w:val="num" w:pos="4320"/>
        </w:tabs>
        <w:ind w:left="4320" w:hanging="360"/>
      </w:pPr>
    </w:lvl>
    <w:lvl w:ilvl="6" w:tplc="336619A8" w:tentative="1">
      <w:start w:val="1"/>
      <w:numFmt w:val="decimal"/>
      <w:lvlText w:val="%7."/>
      <w:lvlJc w:val="left"/>
      <w:pPr>
        <w:tabs>
          <w:tab w:val="num" w:pos="5040"/>
        </w:tabs>
        <w:ind w:left="5040" w:hanging="360"/>
      </w:pPr>
    </w:lvl>
    <w:lvl w:ilvl="7" w:tplc="8CAE5A58" w:tentative="1">
      <w:start w:val="1"/>
      <w:numFmt w:val="decimal"/>
      <w:lvlText w:val="%8."/>
      <w:lvlJc w:val="left"/>
      <w:pPr>
        <w:tabs>
          <w:tab w:val="num" w:pos="5760"/>
        </w:tabs>
        <w:ind w:left="5760" w:hanging="360"/>
      </w:pPr>
    </w:lvl>
    <w:lvl w:ilvl="8" w:tplc="559CA1C0" w:tentative="1">
      <w:start w:val="1"/>
      <w:numFmt w:val="decimal"/>
      <w:lvlText w:val="%9."/>
      <w:lvlJc w:val="left"/>
      <w:pPr>
        <w:tabs>
          <w:tab w:val="num" w:pos="6480"/>
        </w:tabs>
        <w:ind w:left="6480" w:hanging="360"/>
      </w:pPr>
    </w:lvl>
  </w:abstractNum>
  <w:abstractNum w:abstractNumId="7" w15:restartNumberingAfterBreak="0">
    <w:nsid w:val="27E7734C"/>
    <w:multiLevelType w:val="hybridMultilevel"/>
    <w:tmpl w:val="67D25CA0"/>
    <w:lvl w:ilvl="0" w:tplc="08090001">
      <w:start w:val="1"/>
      <w:numFmt w:val="bullet"/>
      <w:lvlText w:val=""/>
      <w:lvlJc w:val="left"/>
      <w:pPr>
        <w:ind w:left="720" w:hanging="360"/>
      </w:pPr>
      <w:rPr>
        <w:rFonts w:ascii="Symbol" w:hAnsi="Symbol" w:hint="default"/>
      </w:rPr>
    </w:lvl>
    <w:lvl w:ilvl="1" w:tplc="DBFA800C">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EEC565B"/>
    <w:multiLevelType w:val="hybridMultilevel"/>
    <w:tmpl w:val="4C0CE314"/>
    <w:lvl w:ilvl="0" w:tplc="0D606634">
      <w:start w:val="5"/>
      <w:numFmt w:val="decimal"/>
      <w:lvlText w:val="%1."/>
      <w:lvlJc w:val="left"/>
      <w:pPr>
        <w:tabs>
          <w:tab w:val="num" w:pos="720"/>
        </w:tabs>
        <w:ind w:left="720" w:hanging="360"/>
      </w:pPr>
    </w:lvl>
    <w:lvl w:ilvl="1" w:tplc="767A90D0" w:tentative="1">
      <w:start w:val="1"/>
      <w:numFmt w:val="decimal"/>
      <w:lvlText w:val="%2."/>
      <w:lvlJc w:val="left"/>
      <w:pPr>
        <w:tabs>
          <w:tab w:val="num" w:pos="1440"/>
        </w:tabs>
        <w:ind w:left="1440" w:hanging="360"/>
      </w:pPr>
    </w:lvl>
    <w:lvl w:ilvl="2" w:tplc="26AE271C" w:tentative="1">
      <w:start w:val="1"/>
      <w:numFmt w:val="decimal"/>
      <w:lvlText w:val="%3."/>
      <w:lvlJc w:val="left"/>
      <w:pPr>
        <w:tabs>
          <w:tab w:val="num" w:pos="2160"/>
        </w:tabs>
        <w:ind w:left="2160" w:hanging="360"/>
      </w:pPr>
    </w:lvl>
    <w:lvl w:ilvl="3" w:tplc="C706B2EE" w:tentative="1">
      <w:start w:val="1"/>
      <w:numFmt w:val="decimal"/>
      <w:lvlText w:val="%4."/>
      <w:lvlJc w:val="left"/>
      <w:pPr>
        <w:tabs>
          <w:tab w:val="num" w:pos="2880"/>
        </w:tabs>
        <w:ind w:left="2880" w:hanging="360"/>
      </w:pPr>
    </w:lvl>
    <w:lvl w:ilvl="4" w:tplc="DA94F5C4" w:tentative="1">
      <w:start w:val="1"/>
      <w:numFmt w:val="decimal"/>
      <w:lvlText w:val="%5."/>
      <w:lvlJc w:val="left"/>
      <w:pPr>
        <w:tabs>
          <w:tab w:val="num" w:pos="3600"/>
        </w:tabs>
        <w:ind w:left="3600" w:hanging="360"/>
      </w:pPr>
    </w:lvl>
    <w:lvl w:ilvl="5" w:tplc="17B0F97A" w:tentative="1">
      <w:start w:val="1"/>
      <w:numFmt w:val="decimal"/>
      <w:lvlText w:val="%6."/>
      <w:lvlJc w:val="left"/>
      <w:pPr>
        <w:tabs>
          <w:tab w:val="num" w:pos="4320"/>
        </w:tabs>
        <w:ind w:left="4320" w:hanging="360"/>
      </w:pPr>
    </w:lvl>
    <w:lvl w:ilvl="6" w:tplc="76FAB74C" w:tentative="1">
      <w:start w:val="1"/>
      <w:numFmt w:val="decimal"/>
      <w:lvlText w:val="%7."/>
      <w:lvlJc w:val="left"/>
      <w:pPr>
        <w:tabs>
          <w:tab w:val="num" w:pos="5040"/>
        </w:tabs>
        <w:ind w:left="5040" w:hanging="360"/>
      </w:pPr>
    </w:lvl>
    <w:lvl w:ilvl="7" w:tplc="71265EC6" w:tentative="1">
      <w:start w:val="1"/>
      <w:numFmt w:val="decimal"/>
      <w:lvlText w:val="%8."/>
      <w:lvlJc w:val="left"/>
      <w:pPr>
        <w:tabs>
          <w:tab w:val="num" w:pos="5760"/>
        </w:tabs>
        <w:ind w:left="5760" w:hanging="360"/>
      </w:pPr>
    </w:lvl>
    <w:lvl w:ilvl="8" w:tplc="252A0526" w:tentative="1">
      <w:start w:val="1"/>
      <w:numFmt w:val="decimal"/>
      <w:lvlText w:val="%9."/>
      <w:lvlJc w:val="left"/>
      <w:pPr>
        <w:tabs>
          <w:tab w:val="num" w:pos="6480"/>
        </w:tabs>
        <w:ind w:left="6480" w:hanging="360"/>
      </w:pPr>
    </w:lvl>
  </w:abstractNum>
  <w:abstractNum w:abstractNumId="9" w15:restartNumberingAfterBreak="0">
    <w:nsid w:val="314C6907"/>
    <w:multiLevelType w:val="hybridMultilevel"/>
    <w:tmpl w:val="F3525AC0"/>
    <w:lvl w:ilvl="0" w:tplc="F8EC3AB4">
      <w:start w:val="1"/>
      <w:numFmt w:val="decimal"/>
      <w:lvlText w:val="%1."/>
      <w:lvlJc w:val="left"/>
      <w:pPr>
        <w:tabs>
          <w:tab w:val="num" w:pos="720"/>
        </w:tabs>
        <w:ind w:left="720" w:hanging="360"/>
      </w:pPr>
    </w:lvl>
    <w:lvl w:ilvl="1" w:tplc="5946294C" w:tentative="1">
      <w:start w:val="1"/>
      <w:numFmt w:val="decimal"/>
      <w:lvlText w:val="%2."/>
      <w:lvlJc w:val="left"/>
      <w:pPr>
        <w:tabs>
          <w:tab w:val="num" w:pos="1440"/>
        </w:tabs>
        <w:ind w:left="1440" w:hanging="360"/>
      </w:pPr>
    </w:lvl>
    <w:lvl w:ilvl="2" w:tplc="A0EC0B96" w:tentative="1">
      <w:start w:val="1"/>
      <w:numFmt w:val="decimal"/>
      <w:lvlText w:val="%3."/>
      <w:lvlJc w:val="left"/>
      <w:pPr>
        <w:tabs>
          <w:tab w:val="num" w:pos="2160"/>
        </w:tabs>
        <w:ind w:left="2160" w:hanging="360"/>
      </w:pPr>
    </w:lvl>
    <w:lvl w:ilvl="3" w:tplc="E988C6FA" w:tentative="1">
      <w:start w:val="1"/>
      <w:numFmt w:val="decimal"/>
      <w:lvlText w:val="%4."/>
      <w:lvlJc w:val="left"/>
      <w:pPr>
        <w:tabs>
          <w:tab w:val="num" w:pos="2880"/>
        </w:tabs>
        <w:ind w:left="2880" w:hanging="360"/>
      </w:pPr>
    </w:lvl>
    <w:lvl w:ilvl="4" w:tplc="0F462CAC" w:tentative="1">
      <w:start w:val="1"/>
      <w:numFmt w:val="decimal"/>
      <w:lvlText w:val="%5."/>
      <w:lvlJc w:val="left"/>
      <w:pPr>
        <w:tabs>
          <w:tab w:val="num" w:pos="3600"/>
        </w:tabs>
        <w:ind w:left="3600" w:hanging="360"/>
      </w:pPr>
    </w:lvl>
    <w:lvl w:ilvl="5" w:tplc="3050E482" w:tentative="1">
      <w:start w:val="1"/>
      <w:numFmt w:val="decimal"/>
      <w:lvlText w:val="%6."/>
      <w:lvlJc w:val="left"/>
      <w:pPr>
        <w:tabs>
          <w:tab w:val="num" w:pos="4320"/>
        </w:tabs>
        <w:ind w:left="4320" w:hanging="360"/>
      </w:pPr>
    </w:lvl>
    <w:lvl w:ilvl="6" w:tplc="14A6AA1A" w:tentative="1">
      <w:start w:val="1"/>
      <w:numFmt w:val="decimal"/>
      <w:lvlText w:val="%7."/>
      <w:lvlJc w:val="left"/>
      <w:pPr>
        <w:tabs>
          <w:tab w:val="num" w:pos="5040"/>
        </w:tabs>
        <w:ind w:left="5040" w:hanging="360"/>
      </w:pPr>
    </w:lvl>
    <w:lvl w:ilvl="7" w:tplc="4BBA8EAC" w:tentative="1">
      <w:start w:val="1"/>
      <w:numFmt w:val="decimal"/>
      <w:lvlText w:val="%8."/>
      <w:lvlJc w:val="left"/>
      <w:pPr>
        <w:tabs>
          <w:tab w:val="num" w:pos="5760"/>
        </w:tabs>
        <w:ind w:left="5760" w:hanging="360"/>
      </w:pPr>
    </w:lvl>
    <w:lvl w:ilvl="8" w:tplc="C9E83EFE" w:tentative="1">
      <w:start w:val="1"/>
      <w:numFmt w:val="decimal"/>
      <w:lvlText w:val="%9."/>
      <w:lvlJc w:val="left"/>
      <w:pPr>
        <w:tabs>
          <w:tab w:val="num" w:pos="6480"/>
        </w:tabs>
        <w:ind w:left="6480" w:hanging="360"/>
      </w:pPr>
    </w:lvl>
  </w:abstractNum>
  <w:abstractNum w:abstractNumId="10" w15:restartNumberingAfterBreak="0">
    <w:nsid w:val="3EB6024A"/>
    <w:multiLevelType w:val="hybridMultilevel"/>
    <w:tmpl w:val="D6A61E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0147B45"/>
    <w:multiLevelType w:val="hybridMultilevel"/>
    <w:tmpl w:val="D006F3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12"/>
  </w:num>
  <w:num w:numId="3">
    <w:abstractNumId w:val="5"/>
  </w:num>
  <w:num w:numId="4">
    <w:abstractNumId w:val="11"/>
  </w:num>
  <w:num w:numId="5">
    <w:abstractNumId w:val="7"/>
  </w:num>
  <w:num w:numId="6">
    <w:abstractNumId w:val="1"/>
  </w:num>
  <w:num w:numId="7">
    <w:abstractNumId w:val="9"/>
  </w:num>
  <w:num w:numId="8">
    <w:abstractNumId w:val="0"/>
  </w:num>
  <w:num w:numId="9">
    <w:abstractNumId w:val="4"/>
  </w:num>
  <w:num w:numId="10">
    <w:abstractNumId w:val="8"/>
  </w:num>
  <w:num w:numId="11">
    <w:abstractNumId w:val="6"/>
  </w:num>
  <w:num w:numId="12">
    <w:abstractNumId w:val="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941908"/>
    <w:rsid w:val="00015578"/>
    <w:rsid w:val="00024731"/>
    <w:rsid w:val="00026DEC"/>
    <w:rsid w:val="000505CA"/>
    <w:rsid w:val="00072C2E"/>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B5091"/>
    <w:rsid w:val="001C4805"/>
    <w:rsid w:val="001D0511"/>
    <w:rsid w:val="00201AC2"/>
    <w:rsid w:val="00214608"/>
    <w:rsid w:val="002178AC"/>
    <w:rsid w:val="0022547C"/>
    <w:rsid w:val="002454AC"/>
    <w:rsid w:val="00252175"/>
    <w:rsid w:val="0025410A"/>
    <w:rsid w:val="0027553E"/>
    <w:rsid w:val="0028012F"/>
    <w:rsid w:val="002828DF"/>
    <w:rsid w:val="00287876"/>
    <w:rsid w:val="00292C53"/>
    <w:rsid w:val="00294E22"/>
    <w:rsid w:val="002A08F2"/>
    <w:rsid w:val="002C22EA"/>
    <w:rsid w:val="002C48F2"/>
    <w:rsid w:val="002C59BA"/>
    <w:rsid w:val="002F41B2"/>
    <w:rsid w:val="002F61D6"/>
    <w:rsid w:val="00301AA9"/>
    <w:rsid w:val="003117F6"/>
    <w:rsid w:val="003533B8"/>
    <w:rsid w:val="00356308"/>
    <w:rsid w:val="00360F28"/>
    <w:rsid w:val="003752BE"/>
    <w:rsid w:val="00382358"/>
    <w:rsid w:val="003A346A"/>
    <w:rsid w:val="003B2917"/>
    <w:rsid w:val="003B541B"/>
    <w:rsid w:val="003E2B2F"/>
    <w:rsid w:val="003E6046"/>
    <w:rsid w:val="003F16F9"/>
    <w:rsid w:val="00430C1F"/>
    <w:rsid w:val="00442595"/>
    <w:rsid w:val="0045323E"/>
    <w:rsid w:val="0048726C"/>
    <w:rsid w:val="004B0EE1"/>
    <w:rsid w:val="004B3BB4"/>
    <w:rsid w:val="004D0D83"/>
    <w:rsid w:val="004E1DF1"/>
    <w:rsid w:val="004E5592"/>
    <w:rsid w:val="0050055B"/>
    <w:rsid w:val="00520068"/>
    <w:rsid w:val="00524710"/>
    <w:rsid w:val="00555342"/>
    <w:rsid w:val="005560E2"/>
    <w:rsid w:val="005A452E"/>
    <w:rsid w:val="005A6EE7"/>
    <w:rsid w:val="005C701F"/>
    <w:rsid w:val="005E07F2"/>
    <w:rsid w:val="005F1A7B"/>
    <w:rsid w:val="006348F3"/>
    <w:rsid w:val="006355D8"/>
    <w:rsid w:val="00642ECD"/>
    <w:rsid w:val="006502A0"/>
    <w:rsid w:val="006772F5"/>
    <w:rsid w:val="006A4440"/>
    <w:rsid w:val="006B0615"/>
    <w:rsid w:val="006D166B"/>
    <w:rsid w:val="006F3279"/>
    <w:rsid w:val="00704AEE"/>
    <w:rsid w:val="00707823"/>
    <w:rsid w:val="00722F9A"/>
    <w:rsid w:val="007463EA"/>
    <w:rsid w:val="00754539"/>
    <w:rsid w:val="00755E81"/>
    <w:rsid w:val="00781BC6"/>
    <w:rsid w:val="007A3C86"/>
    <w:rsid w:val="007A683E"/>
    <w:rsid w:val="007A748B"/>
    <w:rsid w:val="007B5EAD"/>
    <w:rsid w:val="007D1D65"/>
    <w:rsid w:val="007D4FB6"/>
    <w:rsid w:val="007E0A9E"/>
    <w:rsid w:val="007E4771"/>
    <w:rsid w:val="007E5309"/>
    <w:rsid w:val="007F785B"/>
    <w:rsid w:val="00800DE1"/>
    <w:rsid w:val="00813F47"/>
    <w:rsid w:val="008450D6"/>
    <w:rsid w:val="00856FCA"/>
    <w:rsid w:val="00873B8C"/>
    <w:rsid w:val="00880E3B"/>
    <w:rsid w:val="008A405F"/>
    <w:rsid w:val="008B2F45"/>
    <w:rsid w:val="008C7F34"/>
    <w:rsid w:val="008E580C"/>
    <w:rsid w:val="0090047A"/>
    <w:rsid w:val="009158ED"/>
    <w:rsid w:val="00925026"/>
    <w:rsid w:val="00931264"/>
    <w:rsid w:val="00941908"/>
    <w:rsid w:val="00942A4B"/>
    <w:rsid w:val="00961D59"/>
    <w:rsid w:val="00974213"/>
    <w:rsid w:val="009B2D55"/>
    <w:rsid w:val="009C0343"/>
    <w:rsid w:val="009E0D11"/>
    <w:rsid w:val="009E69F0"/>
    <w:rsid w:val="00A234B2"/>
    <w:rsid w:val="00A24A16"/>
    <w:rsid w:val="00A37D14"/>
    <w:rsid w:val="00A6111E"/>
    <w:rsid w:val="00A6168B"/>
    <w:rsid w:val="00A62028"/>
    <w:rsid w:val="00AA6236"/>
    <w:rsid w:val="00AB6AE7"/>
    <w:rsid w:val="00AD21F5"/>
    <w:rsid w:val="00AE05B9"/>
    <w:rsid w:val="00B00348"/>
    <w:rsid w:val="00B06225"/>
    <w:rsid w:val="00B23B31"/>
    <w:rsid w:val="00B23C7A"/>
    <w:rsid w:val="00B26756"/>
    <w:rsid w:val="00B305F5"/>
    <w:rsid w:val="00B46FF9"/>
    <w:rsid w:val="00B50A43"/>
    <w:rsid w:val="00B75483"/>
    <w:rsid w:val="00BA75D4"/>
    <w:rsid w:val="00BA7952"/>
    <w:rsid w:val="00BB44B4"/>
    <w:rsid w:val="00BD2B72"/>
    <w:rsid w:val="00BF0BBF"/>
    <w:rsid w:val="00BF6C8A"/>
    <w:rsid w:val="00C00A9F"/>
    <w:rsid w:val="00C05571"/>
    <w:rsid w:val="00C1190E"/>
    <w:rsid w:val="00C246CE"/>
    <w:rsid w:val="00C57FA2"/>
    <w:rsid w:val="00CC2E4D"/>
    <w:rsid w:val="00CC78A5"/>
    <w:rsid w:val="00CC7B16"/>
    <w:rsid w:val="00CE15FE"/>
    <w:rsid w:val="00CE3F5B"/>
    <w:rsid w:val="00D02E15"/>
    <w:rsid w:val="00D14F44"/>
    <w:rsid w:val="00D278E8"/>
    <w:rsid w:val="00D421E8"/>
    <w:rsid w:val="00D44604"/>
    <w:rsid w:val="00D479B3"/>
    <w:rsid w:val="00D52283"/>
    <w:rsid w:val="00D524E5"/>
    <w:rsid w:val="00D57A52"/>
    <w:rsid w:val="00D72FEF"/>
    <w:rsid w:val="00D755FA"/>
    <w:rsid w:val="00DC4A4E"/>
    <w:rsid w:val="00DD1874"/>
    <w:rsid w:val="00DD63BD"/>
    <w:rsid w:val="00DF14E9"/>
    <w:rsid w:val="00E0092B"/>
    <w:rsid w:val="00E172C6"/>
    <w:rsid w:val="00E24309"/>
    <w:rsid w:val="00E53D82"/>
    <w:rsid w:val="00E548AF"/>
    <w:rsid w:val="00E9330A"/>
    <w:rsid w:val="00E94365"/>
    <w:rsid w:val="00EB07EC"/>
    <w:rsid w:val="00ED7539"/>
    <w:rsid w:val="00EE6B97"/>
    <w:rsid w:val="00F12C3B"/>
    <w:rsid w:val="00F26884"/>
    <w:rsid w:val="00F34F63"/>
    <w:rsid w:val="00F72ECC"/>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4EF20E1"/>
  <w15:docId w15:val="{E2E32C00-F0F2-433D-959A-5F28A393A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52006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20068"/>
    <w:rPr>
      <w:rFonts w:ascii="Calibri" w:hAnsi="Calibri" w:cs="Calibri"/>
      <w:noProof/>
      <w:lang w:val="en-US"/>
    </w:rPr>
  </w:style>
  <w:style w:type="paragraph" w:customStyle="1" w:styleId="EndNoteBibliography">
    <w:name w:val="EndNote Bibliography"/>
    <w:basedOn w:val="Normal"/>
    <w:link w:val="EndNoteBibliographyChar"/>
    <w:rsid w:val="00520068"/>
    <w:rPr>
      <w:rFonts w:ascii="Calibri" w:hAnsi="Calibri" w:cs="Calibri"/>
      <w:noProof/>
      <w:lang w:val="en-US"/>
    </w:rPr>
  </w:style>
  <w:style w:type="character" w:customStyle="1" w:styleId="EndNoteBibliographyChar">
    <w:name w:val="EndNote Bibliography Char"/>
    <w:basedOn w:val="DefaultParagraphFont"/>
    <w:link w:val="EndNoteBibliography"/>
    <w:rsid w:val="00520068"/>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103177">
      <w:bodyDiv w:val="1"/>
      <w:marLeft w:val="0"/>
      <w:marRight w:val="0"/>
      <w:marTop w:val="0"/>
      <w:marBottom w:val="0"/>
      <w:divBdr>
        <w:top w:val="none" w:sz="0" w:space="0" w:color="auto"/>
        <w:left w:val="none" w:sz="0" w:space="0" w:color="auto"/>
        <w:bottom w:val="none" w:sz="0" w:space="0" w:color="auto"/>
        <w:right w:val="none" w:sz="0" w:space="0" w:color="auto"/>
      </w:divBdr>
    </w:div>
    <w:div w:id="130288616">
      <w:bodyDiv w:val="1"/>
      <w:marLeft w:val="0"/>
      <w:marRight w:val="0"/>
      <w:marTop w:val="0"/>
      <w:marBottom w:val="0"/>
      <w:divBdr>
        <w:top w:val="none" w:sz="0" w:space="0" w:color="auto"/>
        <w:left w:val="none" w:sz="0" w:space="0" w:color="auto"/>
        <w:bottom w:val="none" w:sz="0" w:space="0" w:color="auto"/>
        <w:right w:val="none" w:sz="0" w:space="0" w:color="auto"/>
      </w:divBdr>
    </w:div>
    <w:div w:id="317149824">
      <w:bodyDiv w:val="1"/>
      <w:marLeft w:val="0"/>
      <w:marRight w:val="0"/>
      <w:marTop w:val="0"/>
      <w:marBottom w:val="0"/>
      <w:divBdr>
        <w:top w:val="none" w:sz="0" w:space="0" w:color="auto"/>
        <w:left w:val="none" w:sz="0" w:space="0" w:color="auto"/>
        <w:bottom w:val="none" w:sz="0" w:space="0" w:color="auto"/>
        <w:right w:val="none" w:sz="0" w:space="0" w:color="auto"/>
      </w:divBdr>
    </w:div>
    <w:div w:id="664361131">
      <w:bodyDiv w:val="1"/>
      <w:marLeft w:val="0"/>
      <w:marRight w:val="0"/>
      <w:marTop w:val="0"/>
      <w:marBottom w:val="0"/>
      <w:divBdr>
        <w:top w:val="none" w:sz="0" w:space="0" w:color="auto"/>
        <w:left w:val="none" w:sz="0" w:space="0" w:color="auto"/>
        <w:bottom w:val="none" w:sz="0" w:space="0" w:color="auto"/>
        <w:right w:val="none" w:sz="0" w:space="0" w:color="auto"/>
      </w:divBdr>
    </w:div>
    <w:div w:id="782310533">
      <w:bodyDiv w:val="1"/>
      <w:marLeft w:val="0"/>
      <w:marRight w:val="0"/>
      <w:marTop w:val="0"/>
      <w:marBottom w:val="0"/>
      <w:divBdr>
        <w:top w:val="none" w:sz="0" w:space="0" w:color="auto"/>
        <w:left w:val="none" w:sz="0" w:space="0" w:color="auto"/>
        <w:bottom w:val="none" w:sz="0" w:space="0" w:color="auto"/>
        <w:right w:val="none" w:sz="0" w:space="0" w:color="auto"/>
      </w:divBdr>
    </w:div>
    <w:div w:id="846869911">
      <w:bodyDiv w:val="1"/>
      <w:marLeft w:val="0"/>
      <w:marRight w:val="0"/>
      <w:marTop w:val="0"/>
      <w:marBottom w:val="0"/>
      <w:divBdr>
        <w:top w:val="none" w:sz="0" w:space="0" w:color="auto"/>
        <w:left w:val="none" w:sz="0" w:space="0" w:color="auto"/>
        <w:bottom w:val="none" w:sz="0" w:space="0" w:color="auto"/>
        <w:right w:val="none" w:sz="0" w:space="0" w:color="auto"/>
      </w:divBdr>
    </w:div>
    <w:div w:id="992485740">
      <w:bodyDiv w:val="1"/>
      <w:marLeft w:val="0"/>
      <w:marRight w:val="0"/>
      <w:marTop w:val="0"/>
      <w:marBottom w:val="0"/>
      <w:divBdr>
        <w:top w:val="none" w:sz="0" w:space="0" w:color="auto"/>
        <w:left w:val="none" w:sz="0" w:space="0" w:color="auto"/>
        <w:bottom w:val="none" w:sz="0" w:space="0" w:color="auto"/>
        <w:right w:val="none" w:sz="0" w:space="0" w:color="auto"/>
      </w:divBdr>
    </w:div>
    <w:div w:id="1034118411">
      <w:bodyDiv w:val="1"/>
      <w:marLeft w:val="0"/>
      <w:marRight w:val="0"/>
      <w:marTop w:val="0"/>
      <w:marBottom w:val="0"/>
      <w:divBdr>
        <w:top w:val="none" w:sz="0" w:space="0" w:color="auto"/>
        <w:left w:val="none" w:sz="0" w:space="0" w:color="auto"/>
        <w:bottom w:val="none" w:sz="0" w:space="0" w:color="auto"/>
        <w:right w:val="none" w:sz="0" w:space="0" w:color="auto"/>
      </w:divBdr>
    </w:div>
    <w:div w:id="1164928518">
      <w:bodyDiv w:val="1"/>
      <w:marLeft w:val="0"/>
      <w:marRight w:val="0"/>
      <w:marTop w:val="0"/>
      <w:marBottom w:val="0"/>
      <w:divBdr>
        <w:top w:val="none" w:sz="0" w:space="0" w:color="auto"/>
        <w:left w:val="none" w:sz="0" w:space="0" w:color="auto"/>
        <w:bottom w:val="none" w:sz="0" w:space="0" w:color="auto"/>
        <w:right w:val="none" w:sz="0" w:space="0" w:color="auto"/>
      </w:divBdr>
      <w:divsChild>
        <w:div w:id="17463703">
          <w:marLeft w:val="547"/>
          <w:marRight w:val="0"/>
          <w:marTop w:val="91"/>
          <w:marBottom w:val="0"/>
          <w:divBdr>
            <w:top w:val="none" w:sz="0" w:space="0" w:color="auto"/>
            <w:left w:val="none" w:sz="0" w:space="0" w:color="auto"/>
            <w:bottom w:val="none" w:sz="0" w:space="0" w:color="auto"/>
            <w:right w:val="none" w:sz="0" w:space="0" w:color="auto"/>
          </w:divBdr>
        </w:div>
        <w:div w:id="1816750643">
          <w:marLeft w:val="547"/>
          <w:marRight w:val="0"/>
          <w:marTop w:val="0"/>
          <w:marBottom w:val="0"/>
          <w:divBdr>
            <w:top w:val="none" w:sz="0" w:space="0" w:color="auto"/>
            <w:left w:val="none" w:sz="0" w:space="0" w:color="auto"/>
            <w:bottom w:val="none" w:sz="0" w:space="0" w:color="auto"/>
            <w:right w:val="none" w:sz="0" w:space="0" w:color="auto"/>
          </w:divBdr>
        </w:div>
      </w:divsChild>
    </w:div>
    <w:div w:id="1361928799">
      <w:bodyDiv w:val="1"/>
      <w:marLeft w:val="0"/>
      <w:marRight w:val="0"/>
      <w:marTop w:val="0"/>
      <w:marBottom w:val="0"/>
      <w:divBdr>
        <w:top w:val="none" w:sz="0" w:space="0" w:color="auto"/>
        <w:left w:val="none" w:sz="0" w:space="0" w:color="auto"/>
        <w:bottom w:val="none" w:sz="0" w:space="0" w:color="auto"/>
        <w:right w:val="none" w:sz="0" w:space="0" w:color="auto"/>
      </w:divBdr>
    </w:div>
    <w:div w:id="1388798918">
      <w:bodyDiv w:val="1"/>
      <w:marLeft w:val="0"/>
      <w:marRight w:val="0"/>
      <w:marTop w:val="0"/>
      <w:marBottom w:val="0"/>
      <w:divBdr>
        <w:top w:val="none" w:sz="0" w:space="0" w:color="auto"/>
        <w:left w:val="none" w:sz="0" w:space="0" w:color="auto"/>
        <w:bottom w:val="none" w:sz="0" w:space="0" w:color="auto"/>
        <w:right w:val="none" w:sz="0" w:space="0" w:color="auto"/>
      </w:divBdr>
    </w:div>
    <w:div w:id="1389181209">
      <w:bodyDiv w:val="1"/>
      <w:marLeft w:val="0"/>
      <w:marRight w:val="0"/>
      <w:marTop w:val="0"/>
      <w:marBottom w:val="0"/>
      <w:divBdr>
        <w:top w:val="none" w:sz="0" w:space="0" w:color="auto"/>
        <w:left w:val="none" w:sz="0" w:space="0" w:color="auto"/>
        <w:bottom w:val="none" w:sz="0" w:space="0" w:color="auto"/>
        <w:right w:val="none" w:sz="0" w:space="0" w:color="auto"/>
      </w:divBdr>
    </w:div>
    <w:div w:id="1474102418">
      <w:bodyDiv w:val="1"/>
      <w:marLeft w:val="0"/>
      <w:marRight w:val="0"/>
      <w:marTop w:val="0"/>
      <w:marBottom w:val="0"/>
      <w:divBdr>
        <w:top w:val="none" w:sz="0" w:space="0" w:color="auto"/>
        <w:left w:val="none" w:sz="0" w:space="0" w:color="auto"/>
        <w:bottom w:val="none" w:sz="0" w:space="0" w:color="auto"/>
        <w:right w:val="none" w:sz="0" w:space="0" w:color="auto"/>
      </w:divBdr>
      <w:divsChild>
        <w:div w:id="698160519">
          <w:marLeft w:val="547"/>
          <w:marRight w:val="0"/>
          <w:marTop w:val="86"/>
          <w:marBottom w:val="0"/>
          <w:divBdr>
            <w:top w:val="none" w:sz="0" w:space="0" w:color="auto"/>
            <w:left w:val="none" w:sz="0" w:space="0" w:color="auto"/>
            <w:bottom w:val="none" w:sz="0" w:space="0" w:color="auto"/>
            <w:right w:val="none" w:sz="0" w:space="0" w:color="auto"/>
          </w:divBdr>
        </w:div>
        <w:div w:id="134493079">
          <w:marLeft w:val="547"/>
          <w:marRight w:val="0"/>
          <w:marTop w:val="0"/>
          <w:marBottom w:val="240"/>
          <w:divBdr>
            <w:top w:val="none" w:sz="0" w:space="0" w:color="auto"/>
            <w:left w:val="none" w:sz="0" w:space="0" w:color="auto"/>
            <w:bottom w:val="none" w:sz="0" w:space="0" w:color="auto"/>
            <w:right w:val="none" w:sz="0" w:space="0" w:color="auto"/>
          </w:divBdr>
        </w:div>
        <w:div w:id="1743479086">
          <w:marLeft w:val="547"/>
          <w:marRight w:val="0"/>
          <w:marTop w:val="0"/>
          <w:marBottom w:val="0"/>
          <w:divBdr>
            <w:top w:val="none" w:sz="0" w:space="0" w:color="auto"/>
            <w:left w:val="none" w:sz="0" w:space="0" w:color="auto"/>
            <w:bottom w:val="none" w:sz="0" w:space="0" w:color="auto"/>
            <w:right w:val="none" w:sz="0" w:space="0" w:color="auto"/>
          </w:divBdr>
        </w:div>
      </w:divsChild>
    </w:div>
    <w:div w:id="1807359539">
      <w:bodyDiv w:val="1"/>
      <w:marLeft w:val="0"/>
      <w:marRight w:val="0"/>
      <w:marTop w:val="0"/>
      <w:marBottom w:val="0"/>
      <w:divBdr>
        <w:top w:val="none" w:sz="0" w:space="0" w:color="auto"/>
        <w:left w:val="none" w:sz="0" w:space="0" w:color="auto"/>
        <w:bottom w:val="none" w:sz="0" w:space="0" w:color="auto"/>
        <w:right w:val="none" w:sz="0" w:space="0" w:color="auto"/>
      </w:divBdr>
    </w:div>
    <w:div w:id="1822773959">
      <w:bodyDiv w:val="1"/>
      <w:marLeft w:val="0"/>
      <w:marRight w:val="0"/>
      <w:marTop w:val="0"/>
      <w:marBottom w:val="0"/>
      <w:divBdr>
        <w:top w:val="none" w:sz="0" w:space="0" w:color="auto"/>
        <w:left w:val="none" w:sz="0" w:space="0" w:color="auto"/>
        <w:bottom w:val="none" w:sz="0" w:space="0" w:color="auto"/>
        <w:right w:val="none" w:sz="0" w:space="0" w:color="auto"/>
      </w:divBdr>
    </w:div>
    <w:div w:id="1861042240">
      <w:bodyDiv w:val="1"/>
      <w:marLeft w:val="0"/>
      <w:marRight w:val="0"/>
      <w:marTop w:val="0"/>
      <w:marBottom w:val="0"/>
      <w:divBdr>
        <w:top w:val="none" w:sz="0" w:space="0" w:color="auto"/>
        <w:left w:val="none" w:sz="0" w:space="0" w:color="auto"/>
        <w:bottom w:val="none" w:sz="0" w:space="0" w:color="auto"/>
        <w:right w:val="none" w:sz="0" w:space="0" w:color="auto"/>
      </w:divBdr>
      <w:divsChild>
        <w:div w:id="802499550">
          <w:marLeft w:val="706"/>
          <w:marRight w:val="0"/>
          <w:marTop w:val="86"/>
          <w:marBottom w:val="0"/>
          <w:divBdr>
            <w:top w:val="none" w:sz="0" w:space="0" w:color="auto"/>
            <w:left w:val="none" w:sz="0" w:space="0" w:color="auto"/>
            <w:bottom w:val="none" w:sz="0" w:space="0" w:color="auto"/>
            <w:right w:val="none" w:sz="0" w:space="0" w:color="auto"/>
          </w:divBdr>
        </w:div>
        <w:div w:id="306709976">
          <w:marLeft w:val="706"/>
          <w:marRight w:val="0"/>
          <w:marTop w:val="86"/>
          <w:marBottom w:val="0"/>
          <w:divBdr>
            <w:top w:val="none" w:sz="0" w:space="0" w:color="auto"/>
            <w:left w:val="none" w:sz="0" w:space="0" w:color="auto"/>
            <w:bottom w:val="none" w:sz="0" w:space="0" w:color="auto"/>
            <w:right w:val="none" w:sz="0" w:space="0" w:color="auto"/>
          </w:divBdr>
        </w:div>
        <w:div w:id="1002855563">
          <w:marLeft w:val="706"/>
          <w:marRight w:val="0"/>
          <w:marTop w:val="86"/>
          <w:marBottom w:val="0"/>
          <w:divBdr>
            <w:top w:val="none" w:sz="0" w:space="0" w:color="auto"/>
            <w:left w:val="none" w:sz="0" w:space="0" w:color="auto"/>
            <w:bottom w:val="none" w:sz="0" w:space="0" w:color="auto"/>
            <w:right w:val="none" w:sz="0" w:space="0" w:color="auto"/>
          </w:divBdr>
        </w:div>
        <w:div w:id="1648046968">
          <w:marLeft w:val="706"/>
          <w:marRight w:val="0"/>
          <w:marTop w:val="86"/>
          <w:marBottom w:val="0"/>
          <w:divBdr>
            <w:top w:val="none" w:sz="0" w:space="0" w:color="auto"/>
            <w:left w:val="none" w:sz="0" w:space="0" w:color="auto"/>
            <w:bottom w:val="none" w:sz="0" w:space="0" w:color="auto"/>
            <w:right w:val="none" w:sz="0" w:space="0" w:color="auto"/>
          </w:divBdr>
        </w:div>
        <w:div w:id="740517608">
          <w:marLeft w:val="706"/>
          <w:marRight w:val="0"/>
          <w:marTop w:val="86"/>
          <w:marBottom w:val="0"/>
          <w:divBdr>
            <w:top w:val="none" w:sz="0" w:space="0" w:color="auto"/>
            <w:left w:val="none" w:sz="0" w:space="0" w:color="auto"/>
            <w:bottom w:val="none" w:sz="0" w:space="0" w:color="auto"/>
            <w:right w:val="none" w:sz="0" w:space="0" w:color="auto"/>
          </w:divBdr>
        </w:div>
      </w:divsChild>
    </w:div>
    <w:div w:id="1967080070">
      <w:bodyDiv w:val="1"/>
      <w:marLeft w:val="0"/>
      <w:marRight w:val="0"/>
      <w:marTop w:val="0"/>
      <w:marBottom w:val="0"/>
      <w:divBdr>
        <w:top w:val="none" w:sz="0" w:space="0" w:color="auto"/>
        <w:left w:val="none" w:sz="0" w:space="0" w:color="auto"/>
        <w:bottom w:val="none" w:sz="0" w:space="0" w:color="auto"/>
        <w:right w:val="none" w:sz="0" w:space="0" w:color="auto"/>
      </w:divBdr>
      <w:divsChild>
        <w:div w:id="569315017">
          <w:marLeft w:val="547"/>
          <w:marRight w:val="0"/>
          <w:marTop w:val="86"/>
          <w:marBottom w:val="0"/>
          <w:divBdr>
            <w:top w:val="none" w:sz="0" w:space="0" w:color="auto"/>
            <w:left w:val="none" w:sz="0" w:space="0" w:color="auto"/>
            <w:bottom w:val="none" w:sz="0" w:space="0" w:color="auto"/>
            <w:right w:val="none" w:sz="0" w:space="0" w:color="auto"/>
          </w:divBdr>
        </w:div>
        <w:div w:id="317727364">
          <w:marLeft w:val="547"/>
          <w:marRight w:val="0"/>
          <w:marTop w:val="86"/>
          <w:marBottom w:val="0"/>
          <w:divBdr>
            <w:top w:val="none" w:sz="0" w:space="0" w:color="auto"/>
            <w:left w:val="none" w:sz="0" w:space="0" w:color="auto"/>
            <w:bottom w:val="none" w:sz="0" w:space="0" w:color="auto"/>
            <w:right w:val="none" w:sz="0" w:space="0" w:color="auto"/>
          </w:divBdr>
        </w:div>
        <w:div w:id="320936791">
          <w:marLeft w:val="547"/>
          <w:marRight w:val="0"/>
          <w:marTop w:val="86"/>
          <w:marBottom w:val="0"/>
          <w:divBdr>
            <w:top w:val="none" w:sz="0" w:space="0" w:color="auto"/>
            <w:left w:val="none" w:sz="0" w:space="0" w:color="auto"/>
            <w:bottom w:val="none" w:sz="0" w:space="0" w:color="auto"/>
            <w:right w:val="none" w:sz="0" w:space="0" w:color="auto"/>
          </w:divBdr>
        </w:div>
        <w:div w:id="751662937">
          <w:marLeft w:val="547"/>
          <w:marRight w:val="0"/>
          <w:marTop w:val="86"/>
          <w:marBottom w:val="0"/>
          <w:divBdr>
            <w:top w:val="none" w:sz="0" w:space="0" w:color="auto"/>
            <w:left w:val="none" w:sz="0" w:space="0" w:color="auto"/>
            <w:bottom w:val="none" w:sz="0" w:space="0" w:color="auto"/>
            <w:right w:val="none" w:sz="0" w:space="0" w:color="auto"/>
          </w:divBdr>
        </w:div>
        <w:div w:id="1552309047">
          <w:marLeft w:val="547"/>
          <w:marRight w:val="0"/>
          <w:marTop w:val="86"/>
          <w:marBottom w:val="0"/>
          <w:divBdr>
            <w:top w:val="none" w:sz="0" w:space="0" w:color="auto"/>
            <w:left w:val="none" w:sz="0" w:space="0" w:color="auto"/>
            <w:bottom w:val="none" w:sz="0" w:space="0" w:color="auto"/>
            <w:right w:val="none" w:sz="0" w:space="0" w:color="auto"/>
          </w:divBdr>
        </w:div>
        <w:div w:id="1460611208">
          <w:marLeft w:val="547"/>
          <w:marRight w:val="0"/>
          <w:marTop w:val="86"/>
          <w:marBottom w:val="0"/>
          <w:divBdr>
            <w:top w:val="none" w:sz="0" w:space="0" w:color="auto"/>
            <w:left w:val="none" w:sz="0" w:space="0" w:color="auto"/>
            <w:bottom w:val="none" w:sz="0" w:space="0" w:color="auto"/>
            <w:right w:val="none" w:sz="0" w:space="0" w:color="auto"/>
          </w:divBdr>
        </w:div>
        <w:div w:id="543565012">
          <w:marLeft w:val="547"/>
          <w:marRight w:val="0"/>
          <w:marTop w:val="86"/>
          <w:marBottom w:val="0"/>
          <w:divBdr>
            <w:top w:val="none" w:sz="0" w:space="0" w:color="auto"/>
            <w:left w:val="none" w:sz="0" w:space="0" w:color="auto"/>
            <w:bottom w:val="none" w:sz="0" w:space="0" w:color="auto"/>
            <w:right w:val="none" w:sz="0" w:space="0" w:color="auto"/>
          </w:divBdr>
        </w:div>
      </w:divsChild>
    </w:div>
    <w:div w:id="1976911083">
      <w:bodyDiv w:val="1"/>
      <w:marLeft w:val="0"/>
      <w:marRight w:val="0"/>
      <w:marTop w:val="0"/>
      <w:marBottom w:val="0"/>
      <w:divBdr>
        <w:top w:val="none" w:sz="0" w:space="0" w:color="auto"/>
        <w:left w:val="none" w:sz="0" w:space="0" w:color="auto"/>
        <w:bottom w:val="none" w:sz="0" w:space="0" w:color="auto"/>
        <w:right w:val="none" w:sz="0" w:space="0" w:color="auto"/>
      </w:divBdr>
      <w:divsChild>
        <w:div w:id="639576693">
          <w:marLeft w:val="706"/>
          <w:marRight w:val="0"/>
          <w:marTop w:val="86"/>
          <w:marBottom w:val="0"/>
          <w:divBdr>
            <w:top w:val="none" w:sz="0" w:space="0" w:color="auto"/>
            <w:left w:val="none" w:sz="0" w:space="0" w:color="auto"/>
            <w:bottom w:val="none" w:sz="0" w:space="0" w:color="auto"/>
            <w:right w:val="none" w:sz="0" w:space="0" w:color="auto"/>
          </w:divBdr>
        </w:div>
        <w:div w:id="1749305766">
          <w:marLeft w:val="706"/>
          <w:marRight w:val="0"/>
          <w:marTop w:val="86"/>
          <w:marBottom w:val="0"/>
          <w:divBdr>
            <w:top w:val="none" w:sz="0" w:space="0" w:color="auto"/>
            <w:left w:val="none" w:sz="0" w:space="0" w:color="auto"/>
            <w:bottom w:val="none" w:sz="0" w:space="0" w:color="auto"/>
            <w:right w:val="none" w:sz="0" w:space="0" w:color="auto"/>
          </w:divBdr>
        </w:div>
        <w:div w:id="658965827">
          <w:marLeft w:val="706"/>
          <w:marRight w:val="0"/>
          <w:marTop w:val="86"/>
          <w:marBottom w:val="0"/>
          <w:divBdr>
            <w:top w:val="none" w:sz="0" w:space="0" w:color="auto"/>
            <w:left w:val="none" w:sz="0" w:space="0" w:color="auto"/>
            <w:bottom w:val="none" w:sz="0" w:space="0" w:color="auto"/>
            <w:right w:val="none" w:sz="0" w:space="0" w:color="auto"/>
          </w:divBdr>
        </w:div>
        <w:div w:id="1383560191">
          <w:marLeft w:val="706"/>
          <w:marRight w:val="0"/>
          <w:marTop w:val="86"/>
          <w:marBottom w:val="0"/>
          <w:divBdr>
            <w:top w:val="none" w:sz="0" w:space="0" w:color="auto"/>
            <w:left w:val="none" w:sz="0" w:space="0" w:color="auto"/>
            <w:bottom w:val="none" w:sz="0" w:space="0" w:color="auto"/>
            <w:right w:val="none" w:sz="0" w:space="0" w:color="auto"/>
          </w:divBdr>
        </w:div>
        <w:div w:id="1245455349">
          <w:marLeft w:val="706"/>
          <w:marRight w:val="0"/>
          <w:marTop w:val="8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.template_physics_item_response.dotx</Template>
  <TotalTime>34</TotalTime>
  <Pages>5</Pages>
  <Words>1678</Words>
  <Characters>9568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11</cp:revision>
  <cp:lastPrinted>2017-02-24T16:20:00Z</cp:lastPrinted>
  <dcterms:created xsi:type="dcterms:W3CDTF">2019-10-29T13:56:00Z</dcterms:created>
  <dcterms:modified xsi:type="dcterms:W3CDTF">2019-10-31T15:10:00Z</dcterms:modified>
</cp:coreProperties>
</file>